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Default="00B33BA3" w:rsidP="00B722E7">
      <w:pPr>
        <w:pStyle w:val="Heading1"/>
      </w:pPr>
      <w:r w:rsidRPr="00B33BA3">
        <w:t xml:space="preserve">Sidmouth Saunter </w:t>
      </w:r>
      <w:r w:rsidR="00E50384">
        <w:t xml:space="preserve">Challenge </w:t>
      </w:r>
      <w:r w:rsidRPr="00B33BA3">
        <w:t>Variant</w:t>
      </w:r>
    </w:p>
    <w:p w:rsidR="00B33BA3" w:rsidRPr="00712ABC" w:rsidRDefault="00B33BA3" w:rsidP="00B722E7">
      <w:pPr>
        <w:pStyle w:val="Heading1"/>
      </w:pPr>
      <w:r>
        <w:t xml:space="preserve">Youth Hostel weekend away </w:t>
      </w:r>
      <w:r w:rsidR="00957F3B">
        <w:t>7 – Day 1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957F3B">
        <w:rPr>
          <w:rFonts w:eastAsia="Times New Roman"/>
          <w:b w:val="0"/>
        </w:rPr>
        <w:t>1st March 1997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957F3B">
        <w:rPr>
          <w:rFonts w:eastAsia="Times New Roman"/>
          <w:b w:val="0"/>
        </w:rPr>
        <w:t>26.7 miles, 6865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35700C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0160CE" w:rsidRPr="000160CE" w:rsidRDefault="000160CE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160CE">
        <w:rPr>
          <w:sz w:val="28"/>
          <w:szCs w:val="28"/>
        </w:rPr>
        <w:t>Start at hamlet of Weston (SY 166 890).</w:t>
      </w:r>
    </w:p>
    <w:p w:rsidR="009927F6" w:rsidRDefault="000160CE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160CE">
        <w:rPr>
          <w:sz w:val="28"/>
          <w:szCs w:val="28"/>
        </w:rPr>
        <w:t>Weston, north-west on minor road to cross A3052 at (</w:t>
      </w:r>
      <w:r w:rsidR="009927F6">
        <w:rPr>
          <w:sz w:val="28"/>
          <w:szCs w:val="28"/>
        </w:rPr>
        <w:t>SY 160 896), Paccombe Hill</w:t>
      </w:r>
    </w:p>
    <w:p w:rsidR="009927F6" w:rsidRDefault="009927F6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W</w:t>
      </w:r>
      <w:r w:rsidR="000160CE" w:rsidRPr="000160CE">
        <w:rPr>
          <w:sz w:val="28"/>
          <w:szCs w:val="28"/>
        </w:rPr>
        <w:t>est to Knowle House and Boswell to join A3052 at (</w:t>
      </w:r>
      <w:r>
        <w:rPr>
          <w:sz w:val="28"/>
          <w:szCs w:val="28"/>
        </w:rPr>
        <w:t>SY 138 899)</w:t>
      </w:r>
    </w:p>
    <w:p w:rsidR="001D6485" w:rsidRDefault="009927F6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</w:t>
      </w:r>
      <w:r w:rsidR="000160CE" w:rsidRPr="000160CE">
        <w:rPr>
          <w:sz w:val="28"/>
          <w:szCs w:val="28"/>
        </w:rPr>
        <w:t>cross River Sid on A3052 then north and north-west on lane through Sidford to cross A375 at (</w:t>
      </w:r>
      <w:r w:rsidR="001D6485">
        <w:rPr>
          <w:sz w:val="28"/>
          <w:szCs w:val="28"/>
        </w:rPr>
        <w:t>SY 134 902)</w:t>
      </w:r>
    </w:p>
    <w:p w:rsidR="001D6485" w:rsidRDefault="000160CE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160CE">
        <w:rPr>
          <w:sz w:val="28"/>
          <w:szCs w:val="28"/>
        </w:rPr>
        <w:t>Lane then path north-west pas</w:t>
      </w:r>
      <w:r w:rsidR="001D6485">
        <w:rPr>
          <w:sz w:val="28"/>
          <w:szCs w:val="28"/>
        </w:rPr>
        <w:t>t Brook Farm to Burscombe Farm</w:t>
      </w:r>
    </w:p>
    <w:p w:rsidR="001D6485" w:rsidRDefault="000160CE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160CE">
        <w:rPr>
          <w:sz w:val="28"/>
          <w:szCs w:val="28"/>
        </w:rPr>
        <w:t xml:space="preserve">Minor </w:t>
      </w:r>
      <w:r w:rsidR="001D6485">
        <w:rPr>
          <w:sz w:val="28"/>
          <w:szCs w:val="28"/>
        </w:rPr>
        <w:t>r</w:t>
      </w:r>
      <w:r w:rsidRPr="000160CE">
        <w:rPr>
          <w:sz w:val="28"/>
          <w:szCs w:val="28"/>
        </w:rPr>
        <w:t>oad then path south-west to join 2nd minor road at (</w:t>
      </w:r>
      <w:r w:rsidR="001D6485">
        <w:rPr>
          <w:sz w:val="28"/>
          <w:szCs w:val="28"/>
        </w:rPr>
        <w:t>SY 117 907)</w:t>
      </w:r>
    </w:p>
    <w:p w:rsidR="001D6485" w:rsidRDefault="001D6485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0160CE" w:rsidRPr="000160CE">
        <w:rPr>
          <w:sz w:val="28"/>
          <w:szCs w:val="28"/>
        </w:rPr>
        <w:t>orth-west up lane then path</w:t>
      </w:r>
      <w:r>
        <w:rPr>
          <w:sz w:val="28"/>
          <w:szCs w:val="28"/>
        </w:rPr>
        <w:t xml:space="preserve"> west to summit of Beacon Hill</w:t>
      </w:r>
    </w:p>
    <w:p w:rsidR="00F57F34" w:rsidRDefault="001D6485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Descend</w:t>
      </w:r>
      <w:r w:rsidR="000160CE" w:rsidRPr="000160CE">
        <w:rPr>
          <w:sz w:val="28"/>
          <w:szCs w:val="28"/>
        </w:rPr>
        <w:t xml:space="preserve"> south-westwards into Harpford Wood, then path west to descend be</w:t>
      </w:r>
      <w:r w:rsidR="00F57F34">
        <w:rPr>
          <w:sz w:val="28"/>
          <w:szCs w:val="28"/>
        </w:rPr>
        <w:t>side stream to Harpford Church</w:t>
      </w:r>
    </w:p>
    <w:p w:rsidR="00F57F34" w:rsidRDefault="000160CE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160CE">
        <w:rPr>
          <w:sz w:val="28"/>
          <w:szCs w:val="28"/>
        </w:rPr>
        <w:t>F</w:t>
      </w:r>
      <w:r w:rsidR="00F57F34">
        <w:rPr>
          <w:sz w:val="28"/>
          <w:szCs w:val="28"/>
        </w:rPr>
        <w:t xml:space="preserve">ootbridge </w:t>
      </w:r>
      <w:r w:rsidRPr="000160CE">
        <w:rPr>
          <w:sz w:val="28"/>
          <w:szCs w:val="28"/>
        </w:rPr>
        <w:t>across River Otter, path south beside Riv</w:t>
      </w:r>
      <w:r w:rsidR="00F57F34">
        <w:rPr>
          <w:sz w:val="28"/>
          <w:szCs w:val="28"/>
        </w:rPr>
        <w:t>er Otter into Newton Poppleford</w:t>
      </w:r>
    </w:p>
    <w:p w:rsidR="00F57F34" w:rsidRDefault="00F57F34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S</w:t>
      </w:r>
      <w:r w:rsidR="000160CE" w:rsidRPr="000160CE">
        <w:rPr>
          <w:sz w:val="28"/>
          <w:szCs w:val="28"/>
        </w:rPr>
        <w:t>outhwards on path down right (west</w:t>
      </w:r>
      <w:r>
        <w:rPr>
          <w:sz w:val="28"/>
          <w:szCs w:val="28"/>
        </w:rPr>
        <w:t>)</w:t>
      </w:r>
      <w:r w:rsidR="000160CE" w:rsidRPr="000160CE">
        <w:rPr>
          <w:sz w:val="28"/>
          <w:szCs w:val="28"/>
        </w:rPr>
        <w:t xml:space="preserve"> bank of River Otter past Otterton to eventually join minor road at (</w:t>
      </w:r>
      <w:r w:rsidR="002F0C57">
        <w:rPr>
          <w:sz w:val="28"/>
          <w:szCs w:val="28"/>
        </w:rPr>
        <w:t>SY 0</w:t>
      </w:r>
      <w:r>
        <w:rPr>
          <w:sz w:val="28"/>
          <w:szCs w:val="28"/>
        </w:rPr>
        <w:t>74 830)</w:t>
      </w:r>
    </w:p>
    <w:p w:rsidR="00314121" w:rsidRDefault="000160CE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160CE">
        <w:rPr>
          <w:sz w:val="28"/>
          <w:szCs w:val="28"/>
        </w:rPr>
        <w:t xml:space="preserve">Minor Road east across River Otter then path south down left (east) bank of River </w:t>
      </w:r>
      <w:r w:rsidR="00314121">
        <w:rPr>
          <w:sz w:val="28"/>
          <w:szCs w:val="28"/>
        </w:rPr>
        <w:t>Otter to mouth of River Otter</w:t>
      </w:r>
    </w:p>
    <w:p w:rsidR="00314121" w:rsidRDefault="00314121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0160CE" w:rsidRPr="000160CE">
        <w:rPr>
          <w:sz w:val="28"/>
          <w:szCs w:val="28"/>
        </w:rPr>
        <w:t>orth-north-east along Coast P</w:t>
      </w:r>
      <w:r>
        <w:rPr>
          <w:sz w:val="28"/>
          <w:szCs w:val="28"/>
        </w:rPr>
        <w:t>ath via Ladram Bay to Sidmouth</w:t>
      </w:r>
    </w:p>
    <w:p w:rsidR="00314121" w:rsidRDefault="000160CE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0160CE">
        <w:rPr>
          <w:sz w:val="28"/>
          <w:szCs w:val="28"/>
        </w:rPr>
        <w:t>Coast Path eastwards from Sidmouth all the way to Branscombe Mouth and on around Be</w:t>
      </w:r>
      <w:r w:rsidR="00314121">
        <w:rPr>
          <w:sz w:val="28"/>
          <w:szCs w:val="28"/>
        </w:rPr>
        <w:t>er Head to reach Beer Village</w:t>
      </w:r>
    </w:p>
    <w:p w:rsidR="0091399A" w:rsidRPr="00B96E25" w:rsidRDefault="00314121" w:rsidP="000160C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</w:t>
      </w:r>
      <w:r w:rsidR="000160CE" w:rsidRPr="000160CE">
        <w:rPr>
          <w:sz w:val="28"/>
          <w:szCs w:val="28"/>
        </w:rPr>
        <w:t xml:space="preserve">orth-west up roads to </w:t>
      </w:r>
      <w:r>
        <w:rPr>
          <w:sz w:val="28"/>
          <w:szCs w:val="28"/>
        </w:rPr>
        <w:t xml:space="preserve">finish at </w:t>
      </w:r>
      <w:r w:rsidR="000160CE" w:rsidRPr="000160CE">
        <w:rPr>
          <w:sz w:val="28"/>
          <w:szCs w:val="28"/>
        </w:rPr>
        <w:t>Beer Youth Hostel at (</w:t>
      </w:r>
      <w:r>
        <w:rPr>
          <w:sz w:val="28"/>
          <w:szCs w:val="28"/>
        </w:rPr>
        <w:t xml:space="preserve">SY </w:t>
      </w:r>
      <w:r w:rsidR="000160CE" w:rsidRPr="000160CE">
        <w:rPr>
          <w:sz w:val="28"/>
          <w:szCs w:val="28"/>
        </w:rPr>
        <w:t>223 896).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706CFF">
        <w:rPr>
          <w:rFonts w:eastAsia="Times New Roman"/>
          <w:b w:val="0"/>
        </w:rPr>
        <w:t xml:space="preserve">Nick Kaye, </w:t>
      </w:r>
      <w:r w:rsidR="00DC2AE3" w:rsidRPr="00DC2AE3">
        <w:rPr>
          <w:rFonts w:eastAsia="Times New Roman"/>
          <w:b w:val="0"/>
        </w:rPr>
        <w:t>Mike Dixon, Molly Dixon, Gerry Jackson, Jill Wilkins, Mac Wilkins, Dave Williams, Mike James, Hannah Brown, Charles Rule, Dan Hadfield</w:t>
      </w:r>
      <w:r w:rsidR="00DC2AE3">
        <w:rPr>
          <w:rFonts w:eastAsia="Times New Roman"/>
          <w:b w:val="0"/>
        </w:rPr>
        <w:t xml:space="preserve">, Tim Gronow, </w:t>
      </w:r>
      <w:r w:rsidR="00706CFF">
        <w:rPr>
          <w:rFonts w:eastAsia="Times New Roman"/>
          <w:b w:val="0"/>
        </w:rPr>
        <w:t xml:space="preserve">John Short, Brian Williams, Doug </w:t>
      </w:r>
      <w:proofErr w:type="spellStart"/>
      <w:r w:rsidR="00E50384">
        <w:rPr>
          <w:rFonts w:eastAsia="Times New Roman"/>
          <w:b w:val="0"/>
        </w:rPr>
        <w:t>Aspin</w:t>
      </w:r>
      <w:r w:rsidR="00706CFF">
        <w:rPr>
          <w:rFonts w:eastAsia="Times New Roman"/>
          <w:b w:val="0"/>
        </w:rPr>
        <w:t>all</w:t>
      </w:r>
      <w:proofErr w:type="spellEnd"/>
      <w:r w:rsidR="00706CFF">
        <w:rPr>
          <w:rFonts w:eastAsia="Times New Roman"/>
          <w:b w:val="0"/>
        </w:rPr>
        <w:t xml:space="preserve">, </w:t>
      </w:r>
      <w:r w:rsidR="00E50384">
        <w:rPr>
          <w:rFonts w:eastAsia="Times New Roman"/>
          <w:b w:val="0"/>
        </w:rPr>
        <w:t>Chris Coy</w:t>
      </w:r>
      <w:r w:rsidR="003A1B2A">
        <w:rPr>
          <w:rFonts w:eastAsia="Times New Roman"/>
          <w:b w:val="0"/>
        </w:rPr>
        <w:t>, Gwyn Matthews, Bob Smith</w:t>
      </w:r>
      <w:r w:rsidR="00D2699F">
        <w:rPr>
          <w:rFonts w:eastAsia="Times New Roman"/>
          <w:b w:val="0"/>
        </w:rPr>
        <w:t xml:space="preserve">, Carol </w:t>
      </w:r>
      <w:proofErr w:type="spellStart"/>
      <w:r w:rsidR="00D2699F">
        <w:rPr>
          <w:rFonts w:eastAsia="Times New Roman"/>
          <w:b w:val="0"/>
        </w:rPr>
        <w:t>Elcock</w:t>
      </w:r>
      <w:proofErr w:type="spellEnd"/>
      <w:r w:rsidR="00D2699F">
        <w:rPr>
          <w:rFonts w:eastAsia="Times New Roman"/>
          <w:b w:val="0"/>
        </w:rPr>
        <w:t>, Mike Buckley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B33BA3"/>
    <w:rsid w:val="00013512"/>
    <w:rsid w:val="000160CE"/>
    <w:rsid w:val="0008166F"/>
    <w:rsid w:val="000D1346"/>
    <w:rsid w:val="000D497A"/>
    <w:rsid w:val="00107197"/>
    <w:rsid w:val="001763E8"/>
    <w:rsid w:val="00191034"/>
    <w:rsid w:val="001D6485"/>
    <w:rsid w:val="001F0C94"/>
    <w:rsid w:val="00270489"/>
    <w:rsid w:val="00290B8A"/>
    <w:rsid w:val="002C2BD8"/>
    <w:rsid w:val="002C50BE"/>
    <w:rsid w:val="002F0C57"/>
    <w:rsid w:val="00303858"/>
    <w:rsid w:val="00314121"/>
    <w:rsid w:val="003554D4"/>
    <w:rsid w:val="0035700C"/>
    <w:rsid w:val="003A1B2A"/>
    <w:rsid w:val="00662FF0"/>
    <w:rsid w:val="00706CFF"/>
    <w:rsid w:val="00712ABC"/>
    <w:rsid w:val="0091399A"/>
    <w:rsid w:val="00937BF9"/>
    <w:rsid w:val="00957F3B"/>
    <w:rsid w:val="009927F6"/>
    <w:rsid w:val="00B33BA3"/>
    <w:rsid w:val="00B52809"/>
    <w:rsid w:val="00B722E7"/>
    <w:rsid w:val="00B96E25"/>
    <w:rsid w:val="00BD1766"/>
    <w:rsid w:val="00C25707"/>
    <w:rsid w:val="00C37147"/>
    <w:rsid w:val="00C80C67"/>
    <w:rsid w:val="00CB3DD5"/>
    <w:rsid w:val="00CD3D2F"/>
    <w:rsid w:val="00D2699F"/>
    <w:rsid w:val="00D42071"/>
    <w:rsid w:val="00DC2AE3"/>
    <w:rsid w:val="00DE6E48"/>
    <w:rsid w:val="00E0139E"/>
    <w:rsid w:val="00E50384"/>
    <w:rsid w:val="00E57DFA"/>
    <w:rsid w:val="00E81375"/>
    <w:rsid w:val="00EC6D06"/>
    <w:rsid w:val="00F5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9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3</cp:revision>
  <dcterms:created xsi:type="dcterms:W3CDTF">2023-08-28T20:11:00Z</dcterms:created>
  <dcterms:modified xsi:type="dcterms:W3CDTF">2023-08-28T20:19:00Z</dcterms:modified>
</cp:coreProperties>
</file>