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6F" w:rsidRPr="00712ABC" w:rsidRDefault="00F9557F" w:rsidP="00B722E7">
      <w:pPr>
        <w:pStyle w:val="Heading1"/>
      </w:pPr>
      <w:r>
        <w:t>The Usk Hundred</w:t>
      </w:r>
    </w:p>
    <w:p w:rsidR="00C37147" w:rsidRPr="00B96E25" w:rsidRDefault="00C37147" w:rsidP="00B96E25">
      <w:pPr>
        <w:pStyle w:val="Heading2"/>
        <w:tabs>
          <w:tab w:val="left" w:pos="993"/>
        </w:tabs>
        <w:rPr>
          <w:rFonts w:eastAsia="Times New Roman"/>
          <w:b w:val="0"/>
        </w:rPr>
      </w:pPr>
      <w:r>
        <w:rPr>
          <w:rFonts w:eastAsia="Times New Roman"/>
        </w:rPr>
        <w:t>Date:</w:t>
      </w:r>
      <w:r w:rsidR="00B96E25">
        <w:rPr>
          <w:rFonts w:eastAsia="Times New Roman"/>
          <w:b w:val="0"/>
        </w:rPr>
        <w:t xml:space="preserve"> </w:t>
      </w:r>
      <w:r w:rsidR="00B96E25">
        <w:rPr>
          <w:rFonts w:eastAsia="Times New Roman"/>
          <w:b w:val="0"/>
        </w:rPr>
        <w:tab/>
      </w:r>
      <w:r w:rsidR="00F9557F">
        <w:rPr>
          <w:rFonts w:eastAsia="Times New Roman"/>
          <w:b w:val="0"/>
        </w:rPr>
        <w:t>14th May 1988</w:t>
      </w:r>
    </w:p>
    <w:p w:rsidR="00C37147" w:rsidRPr="00B96E25" w:rsidRDefault="00C37147" w:rsidP="00B96E25">
      <w:pPr>
        <w:pStyle w:val="Heading2"/>
        <w:tabs>
          <w:tab w:val="left" w:pos="2552"/>
        </w:tabs>
        <w:rPr>
          <w:rFonts w:eastAsia="Times New Roman"/>
          <w:b w:val="0"/>
        </w:rPr>
      </w:pPr>
      <w:r>
        <w:rPr>
          <w:rFonts w:eastAsia="Times New Roman"/>
        </w:rPr>
        <w:t>Distance/Ascent:</w:t>
      </w:r>
      <w:r w:rsidR="00B96E25">
        <w:rPr>
          <w:rFonts w:eastAsia="Times New Roman"/>
          <w:b w:val="0"/>
        </w:rPr>
        <w:tab/>
      </w:r>
      <w:r w:rsidR="00F9557F">
        <w:rPr>
          <w:rFonts w:eastAsia="Times New Roman"/>
          <w:b w:val="0"/>
        </w:rPr>
        <w:t>25.1 miles, 3740 feet</w:t>
      </w:r>
    </w:p>
    <w:p w:rsidR="0091399A" w:rsidRPr="00B96E25" w:rsidRDefault="0091399A" w:rsidP="00B96E25">
      <w:pPr>
        <w:pStyle w:val="Heading2"/>
        <w:tabs>
          <w:tab w:val="left" w:pos="1418"/>
        </w:tabs>
        <w:rPr>
          <w:b w:val="0"/>
        </w:rPr>
      </w:pPr>
      <w:r>
        <w:t>Leader:</w:t>
      </w:r>
      <w:r w:rsidR="00B96E25">
        <w:rPr>
          <w:b w:val="0"/>
        </w:rPr>
        <w:tab/>
      </w:r>
      <w:r w:rsidR="003F6703">
        <w:rPr>
          <w:b w:val="0"/>
        </w:rPr>
        <w:t>Gerry Jackson</w:t>
      </w:r>
    </w:p>
    <w:p w:rsidR="00712ABC" w:rsidRDefault="00712ABC" w:rsidP="00B722E7">
      <w:pPr>
        <w:pStyle w:val="Heading2"/>
        <w:rPr>
          <w:rFonts w:eastAsia="Times New Roman"/>
        </w:rPr>
      </w:pPr>
      <w:r w:rsidRPr="00712ABC">
        <w:rPr>
          <w:rFonts w:eastAsia="Times New Roman"/>
        </w:rPr>
        <w:t>Route Description</w:t>
      </w:r>
      <w:r w:rsidR="00C37147">
        <w:rPr>
          <w:rFonts w:eastAsia="Times New Roman"/>
        </w:rPr>
        <w:t>:</w:t>
      </w:r>
    </w:p>
    <w:p w:rsidR="00290B8A" w:rsidRDefault="008A2917" w:rsidP="003F6703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Start at Llandegfedd </w:t>
      </w:r>
      <w:r w:rsidR="0056126F">
        <w:rPr>
          <w:sz w:val="28"/>
          <w:szCs w:val="28"/>
        </w:rPr>
        <w:t>Reservoir car park at (</w:t>
      </w:r>
      <w:r w:rsidR="00F71011">
        <w:rPr>
          <w:sz w:val="28"/>
          <w:szCs w:val="28"/>
        </w:rPr>
        <w:t>ST 328 985).</w:t>
      </w:r>
    </w:p>
    <w:p w:rsidR="00F71011" w:rsidRDefault="00F71011" w:rsidP="003F6703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West across dam wall then south on path down through woods</w:t>
      </w:r>
      <w:r w:rsidR="009A5567">
        <w:rPr>
          <w:sz w:val="28"/>
          <w:szCs w:val="28"/>
        </w:rPr>
        <w:t xml:space="preserve"> to road at Brook House.</w:t>
      </w:r>
    </w:p>
    <w:p w:rsidR="009A5567" w:rsidRDefault="009A5567" w:rsidP="003F6703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east across Sor Brook then path down valley beside Sor Brook</w:t>
      </w:r>
      <w:r w:rsidR="00794BF7">
        <w:rPr>
          <w:sz w:val="28"/>
          <w:szCs w:val="28"/>
        </w:rPr>
        <w:t xml:space="preserve"> to cross road at Pont Waun-y-pwll</w:t>
      </w:r>
      <w:r w:rsidR="00FA6A6F">
        <w:rPr>
          <w:sz w:val="28"/>
          <w:szCs w:val="28"/>
        </w:rPr>
        <w:t xml:space="preserve"> at (ST 339 984).</w:t>
      </w:r>
    </w:p>
    <w:p w:rsidR="00FA6A6F" w:rsidRDefault="003415B6" w:rsidP="003F6703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to road at (ST 343 950)</w:t>
      </w:r>
      <w:r w:rsidR="00D81417">
        <w:rPr>
          <w:sz w:val="28"/>
          <w:szCs w:val="28"/>
        </w:rPr>
        <w:t xml:space="preserve"> then road for short way to (ST 345 948)</w:t>
      </w:r>
      <w:r w:rsidR="00BA253E">
        <w:rPr>
          <w:sz w:val="28"/>
          <w:szCs w:val="28"/>
        </w:rPr>
        <w:t xml:space="preserve"> and track junction.</w:t>
      </w:r>
    </w:p>
    <w:p w:rsidR="00BA253E" w:rsidRDefault="00BA253E" w:rsidP="003F6703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Track then path south-south-west</w:t>
      </w:r>
      <w:r w:rsidR="000366B5">
        <w:rPr>
          <w:sz w:val="28"/>
          <w:szCs w:val="28"/>
        </w:rPr>
        <w:t xml:space="preserve"> to Pen-y-banc then south-west to road at (ST </w:t>
      </w:r>
      <w:r w:rsidR="003B0125">
        <w:rPr>
          <w:sz w:val="28"/>
          <w:szCs w:val="28"/>
        </w:rPr>
        <w:t>336 938).</w:t>
      </w:r>
    </w:p>
    <w:p w:rsidR="003C4EA6" w:rsidRDefault="003C4EA6" w:rsidP="003F6703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south to Gatlas</w:t>
      </w:r>
      <w:r w:rsidR="005060B4">
        <w:rPr>
          <w:sz w:val="28"/>
          <w:szCs w:val="28"/>
        </w:rPr>
        <w:t xml:space="preserve"> (ST 342 926),</w:t>
      </w:r>
      <w:r w:rsidR="000305B7">
        <w:rPr>
          <w:sz w:val="28"/>
          <w:szCs w:val="28"/>
        </w:rPr>
        <w:t xml:space="preserve"> path</w:t>
      </w:r>
      <w:r>
        <w:rPr>
          <w:sz w:val="28"/>
          <w:szCs w:val="28"/>
        </w:rPr>
        <w:t xml:space="preserve"> </w:t>
      </w:r>
      <w:r w:rsidR="000305B7">
        <w:rPr>
          <w:sz w:val="28"/>
          <w:szCs w:val="28"/>
        </w:rPr>
        <w:t xml:space="preserve">south </w:t>
      </w:r>
      <w:r w:rsidR="00E70F14">
        <w:rPr>
          <w:sz w:val="28"/>
          <w:szCs w:val="28"/>
        </w:rPr>
        <w:t>to road at Pont Sadwrn</w:t>
      </w:r>
      <w:r w:rsidR="005060B4">
        <w:rPr>
          <w:sz w:val="28"/>
          <w:szCs w:val="28"/>
        </w:rPr>
        <w:t xml:space="preserve"> at</w:t>
      </w:r>
      <w:r w:rsidR="00E70F14">
        <w:rPr>
          <w:sz w:val="28"/>
          <w:szCs w:val="28"/>
        </w:rPr>
        <w:t xml:space="preserve"> (ST 342 911)</w:t>
      </w:r>
      <w:r w:rsidR="005060B4">
        <w:rPr>
          <w:sz w:val="28"/>
          <w:szCs w:val="28"/>
        </w:rPr>
        <w:t>.</w:t>
      </w:r>
    </w:p>
    <w:p w:rsidR="005060B4" w:rsidRDefault="008D346C" w:rsidP="003F6703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south-west then south-east throug</w:t>
      </w:r>
      <w:r w:rsidR="00A82921">
        <w:rPr>
          <w:sz w:val="28"/>
          <w:szCs w:val="28"/>
        </w:rPr>
        <w:t>h Caerleon and across River Usk.</w:t>
      </w:r>
    </w:p>
    <w:p w:rsidR="00A82921" w:rsidRDefault="00A82921" w:rsidP="003F6703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Minor road eastwards through ‘The Village’ to path junction at </w:t>
      </w:r>
      <w:r w:rsidR="00335AEB">
        <w:rPr>
          <w:sz w:val="28"/>
          <w:szCs w:val="28"/>
        </w:rPr>
        <w:t>(ST 347 902).</w:t>
      </w:r>
    </w:p>
    <w:p w:rsidR="002961C9" w:rsidRDefault="002961C9" w:rsidP="003F6703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north-east up to Chepstow Hill and road at (ST 356 906)</w:t>
      </w:r>
      <w:r w:rsidR="00DA168C">
        <w:rPr>
          <w:sz w:val="28"/>
          <w:szCs w:val="28"/>
        </w:rPr>
        <w:t>.</w:t>
      </w:r>
    </w:p>
    <w:p w:rsidR="00DA168C" w:rsidRDefault="00DA168C" w:rsidP="003F6703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Road eastwards across A449 to path junction at (ST </w:t>
      </w:r>
      <w:r w:rsidR="00295C2B">
        <w:rPr>
          <w:sz w:val="28"/>
          <w:szCs w:val="28"/>
        </w:rPr>
        <w:t>376 908).</w:t>
      </w:r>
    </w:p>
    <w:p w:rsidR="00295C2B" w:rsidRDefault="0051515E" w:rsidP="003F6703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south-east to road junction in Langstone</w:t>
      </w:r>
      <w:r w:rsidR="00B44426">
        <w:rPr>
          <w:sz w:val="28"/>
          <w:szCs w:val="28"/>
        </w:rPr>
        <w:t xml:space="preserve"> then road and track to Ford Farm</w:t>
      </w:r>
      <w:r w:rsidR="00107289">
        <w:rPr>
          <w:sz w:val="28"/>
          <w:szCs w:val="28"/>
        </w:rPr>
        <w:t xml:space="preserve"> (ST 385 901).</w:t>
      </w:r>
    </w:p>
    <w:p w:rsidR="00107289" w:rsidRDefault="00107289" w:rsidP="003F6703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Path eastwards </w:t>
      </w:r>
      <w:r w:rsidR="00D26743">
        <w:rPr>
          <w:sz w:val="28"/>
          <w:szCs w:val="28"/>
        </w:rPr>
        <w:t>to Llandevaud Farm</w:t>
      </w:r>
      <w:r w:rsidR="00C252A4">
        <w:rPr>
          <w:sz w:val="28"/>
          <w:szCs w:val="28"/>
        </w:rPr>
        <w:t xml:space="preserve"> then road eastwards </w:t>
      </w:r>
      <w:r w:rsidR="004D7921">
        <w:rPr>
          <w:sz w:val="28"/>
          <w:szCs w:val="28"/>
        </w:rPr>
        <w:t xml:space="preserve">to path </w:t>
      </w:r>
      <w:r w:rsidR="00731388">
        <w:rPr>
          <w:sz w:val="28"/>
          <w:szCs w:val="28"/>
        </w:rPr>
        <w:t>junction at</w:t>
      </w:r>
      <w:r w:rsidR="004D7921">
        <w:rPr>
          <w:sz w:val="28"/>
          <w:szCs w:val="28"/>
        </w:rPr>
        <w:t xml:space="preserve"> Tyberllan</w:t>
      </w:r>
      <w:r w:rsidR="00611E20">
        <w:rPr>
          <w:sz w:val="28"/>
          <w:szCs w:val="28"/>
        </w:rPr>
        <w:t xml:space="preserve"> (ST 407 906).</w:t>
      </w:r>
    </w:p>
    <w:p w:rsidR="00716918" w:rsidRDefault="00716918" w:rsidP="003F6703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Path north then north-east </w:t>
      </w:r>
      <w:r w:rsidR="00024AB8">
        <w:rPr>
          <w:sz w:val="28"/>
          <w:szCs w:val="28"/>
        </w:rPr>
        <w:t>to A48 at (ST 409 913)</w:t>
      </w:r>
      <w:r w:rsidR="002901D8">
        <w:rPr>
          <w:sz w:val="28"/>
          <w:szCs w:val="28"/>
        </w:rPr>
        <w:t>.</w:t>
      </w:r>
    </w:p>
    <w:p w:rsidR="002901D8" w:rsidRDefault="002901D8" w:rsidP="003F6703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north through Parc-Seymour</w:t>
      </w:r>
      <w:r w:rsidR="005B03EC">
        <w:rPr>
          <w:sz w:val="28"/>
          <w:szCs w:val="28"/>
        </w:rPr>
        <w:t xml:space="preserve"> to Wentwood gate at (ST 409 927).</w:t>
      </w:r>
    </w:p>
    <w:p w:rsidR="009D4C4A" w:rsidRDefault="009D4C4A" w:rsidP="003F6703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Track </w:t>
      </w:r>
      <w:r w:rsidR="00B43BD7">
        <w:rPr>
          <w:sz w:val="28"/>
          <w:szCs w:val="28"/>
        </w:rPr>
        <w:t xml:space="preserve">north-west </w:t>
      </w:r>
      <w:r>
        <w:rPr>
          <w:sz w:val="28"/>
          <w:szCs w:val="28"/>
        </w:rPr>
        <w:t xml:space="preserve">through forestry </w:t>
      </w:r>
      <w:r w:rsidR="00B43BD7">
        <w:rPr>
          <w:sz w:val="28"/>
          <w:szCs w:val="28"/>
        </w:rPr>
        <w:t xml:space="preserve">to Curley Oak then north-east to main ridge track at (ST </w:t>
      </w:r>
      <w:r w:rsidR="00D9504C">
        <w:rPr>
          <w:sz w:val="28"/>
          <w:szCs w:val="28"/>
        </w:rPr>
        <w:t>406 94</w:t>
      </w:r>
      <w:r w:rsidR="0041461D">
        <w:rPr>
          <w:sz w:val="28"/>
          <w:szCs w:val="28"/>
        </w:rPr>
        <w:t>2)</w:t>
      </w:r>
      <w:r w:rsidR="00D9504C">
        <w:rPr>
          <w:sz w:val="28"/>
          <w:szCs w:val="28"/>
        </w:rPr>
        <w:t>.</w:t>
      </w:r>
    </w:p>
    <w:p w:rsidR="00D242C0" w:rsidRDefault="0025554E" w:rsidP="00C95414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Track east for short way to junction at (ST </w:t>
      </w:r>
      <w:r w:rsidR="00F74182">
        <w:rPr>
          <w:sz w:val="28"/>
          <w:szCs w:val="28"/>
        </w:rPr>
        <w:t>409 943)</w:t>
      </w:r>
      <w:r w:rsidR="00D242C0">
        <w:rPr>
          <w:sz w:val="28"/>
          <w:szCs w:val="28"/>
        </w:rPr>
        <w:t>.</w:t>
      </w:r>
    </w:p>
    <w:p w:rsidR="00C95414" w:rsidRPr="00C95414" w:rsidRDefault="00F74182" w:rsidP="00C95414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Track north to</w:t>
      </w:r>
      <w:r w:rsidR="001B2F55">
        <w:rPr>
          <w:sz w:val="28"/>
          <w:szCs w:val="28"/>
        </w:rPr>
        <w:t xml:space="preserve"> (ST 409 944) then west to descend </w:t>
      </w:r>
      <w:r w:rsidR="0073242B">
        <w:rPr>
          <w:sz w:val="28"/>
          <w:szCs w:val="28"/>
        </w:rPr>
        <w:t>to main forestry track</w:t>
      </w:r>
      <w:r w:rsidR="00C95414">
        <w:rPr>
          <w:sz w:val="28"/>
          <w:szCs w:val="28"/>
        </w:rPr>
        <w:t xml:space="preserve"> at (ST 399 943).</w:t>
      </w:r>
    </w:p>
    <w:p w:rsidR="001B2F55" w:rsidRDefault="00C95414" w:rsidP="003F6703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Track south-west to Usk Valley Walk</w:t>
      </w:r>
      <w:r w:rsidR="00B73EDE">
        <w:rPr>
          <w:sz w:val="28"/>
          <w:szCs w:val="28"/>
        </w:rPr>
        <w:t xml:space="preserve"> junction at (ST 396 940).</w:t>
      </w:r>
    </w:p>
    <w:p w:rsidR="00DE0427" w:rsidRDefault="00B73EDE" w:rsidP="003F6703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Usk Valley Walk north to Bertholey House then west and north to pass </w:t>
      </w:r>
      <w:r w:rsidR="0074420A">
        <w:rPr>
          <w:sz w:val="28"/>
          <w:szCs w:val="28"/>
        </w:rPr>
        <w:t>under A449 at (ST 391 149)</w:t>
      </w:r>
      <w:r w:rsidR="00DE0427">
        <w:rPr>
          <w:sz w:val="28"/>
          <w:szCs w:val="28"/>
        </w:rPr>
        <w:t xml:space="preserve"> to cross minor road.</w:t>
      </w:r>
    </w:p>
    <w:p w:rsidR="00B73EDE" w:rsidRDefault="00933C6A" w:rsidP="003F6703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Path to New Bridge across River Usk </w:t>
      </w:r>
      <w:r w:rsidR="006C6840">
        <w:rPr>
          <w:sz w:val="28"/>
          <w:szCs w:val="28"/>
        </w:rPr>
        <w:t xml:space="preserve">and Newbridge </w:t>
      </w:r>
      <w:r w:rsidR="00073125">
        <w:rPr>
          <w:sz w:val="28"/>
          <w:szCs w:val="28"/>
        </w:rPr>
        <w:t>on Usk itself</w:t>
      </w:r>
      <w:r w:rsidR="00DE0427">
        <w:rPr>
          <w:sz w:val="28"/>
          <w:szCs w:val="28"/>
        </w:rPr>
        <w:t>.</w:t>
      </w:r>
    </w:p>
    <w:p w:rsidR="00DE0427" w:rsidRDefault="009600B1" w:rsidP="003F6703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Path north-west to Wern then west </w:t>
      </w:r>
      <w:r w:rsidR="006C6840">
        <w:rPr>
          <w:sz w:val="28"/>
          <w:szCs w:val="28"/>
        </w:rPr>
        <w:t xml:space="preserve">to road and </w:t>
      </w:r>
      <w:r w:rsidR="005E10A5">
        <w:rPr>
          <w:sz w:val="28"/>
          <w:szCs w:val="28"/>
        </w:rPr>
        <w:t>road junction at (ST 370 954).</w:t>
      </w:r>
    </w:p>
    <w:p w:rsidR="002A64C5" w:rsidRDefault="002A64C5" w:rsidP="003F6703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west-south-west for short way then path north to cross minor road at Ton.</w:t>
      </w:r>
    </w:p>
    <w:p w:rsidR="005245EA" w:rsidRDefault="005245EA" w:rsidP="003F6703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northwards across next road to path junction at (ST 371 974).</w:t>
      </w:r>
    </w:p>
    <w:p w:rsidR="00E5230A" w:rsidRDefault="00E5230A" w:rsidP="003F6703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Westwards past Llangibby Castle </w:t>
      </w:r>
      <w:r w:rsidR="00741E30">
        <w:rPr>
          <w:sz w:val="28"/>
          <w:szCs w:val="28"/>
        </w:rPr>
        <w:t>Farm and</w:t>
      </w:r>
      <w:r>
        <w:rPr>
          <w:sz w:val="28"/>
          <w:szCs w:val="28"/>
        </w:rPr>
        <w:t xml:space="preserve"> Castle then through </w:t>
      </w:r>
      <w:r w:rsidR="00292196">
        <w:rPr>
          <w:sz w:val="28"/>
          <w:szCs w:val="28"/>
        </w:rPr>
        <w:t>Llangibby Park to minor road at (ST 352 977).</w:t>
      </w:r>
    </w:p>
    <w:p w:rsidR="00292196" w:rsidRDefault="003D60D5" w:rsidP="003F6703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Road north-west for short way then path north-east to path junction at (ST </w:t>
      </w:r>
      <w:r w:rsidR="00741E30">
        <w:rPr>
          <w:sz w:val="28"/>
          <w:szCs w:val="28"/>
        </w:rPr>
        <w:t>358 984).</w:t>
      </w:r>
    </w:p>
    <w:p w:rsidR="00741E30" w:rsidRDefault="00741E30" w:rsidP="003F6703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Path north-west </w:t>
      </w:r>
      <w:r w:rsidR="005B7C3F">
        <w:rPr>
          <w:sz w:val="28"/>
          <w:szCs w:val="28"/>
        </w:rPr>
        <w:t xml:space="preserve">to Ty’n-y-caeau and road at </w:t>
      </w:r>
      <w:r w:rsidR="00B22AA3">
        <w:rPr>
          <w:sz w:val="28"/>
          <w:szCs w:val="28"/>
        </w:rPr>
        <w:t>(ST 352 988).</w:t>
      </w:r>
    </w:p>
    <w:p w:rsidR="00B22AA3" w:rsidRDefault="00B22AA3" w:rsidP="003F6703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Road south-west for short way </w:t>
      </w:r>
      <w:r w:rsidR="00506C7C">
        <w:rPr>
          <w:sz w:val="28"/>
          <w:szCs w:val="28"/>
        </w:rPr>
        <w:t>then path past Citcoed Wood</w:t>
      </w:r>
      <w:r w:rsidR="0098363A">
        <w:rPr>
          <w:sz w:val="28"/>
          <w:szCs w:val="28"/>
        </w:rPr>
        <w:t xml:space="preserve"> to road at (ST 339 983).</w:t>
      </w:r>
    </w:p>
    <w:p w:rsidR="0098363A" w:rsidRDefault="00455FD0" w:rsidP="003F6703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sout</w:t>
      </w:r>
      <w:r w:rsidR="00190C6E">
        <w:rPr>
          <w:sz w:val="28"/>
          <w:szCs w:val="28"/>
        </w:rPr>
        <w:t>h-east to bend at (ST 342 981).</w:t>
      </w:r>
    </w:p>
    <w:p w:rsidR="00190C6E" w:rsidRDefault="00190C6E" w:rsidP="003F6703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westwards then north to Coed-y-paen</w:t>
      </w:r>
      <w:r w:rsidR="00666B3E">
        <w:rPr>
          <w:sz w:val="28"/>
          <w:szCs w:val="28"/>
        </w:rPr>
        <w:t>.</w:t>
      </w:r>
    </w:p>
    <w:p w:rsidR="00666B3E" w:rsidRPr="003F6703" w:rsidRDefault="00666B3E" w:rsidP="003F6703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west from (ST 334 984)</w:t>
      </w:r>
      <w:r w:rsidR="00D242C0">
        <w:rPr>
          <w:sz w:val="28"/>
          <w:szCs w:val="28"/>
        </w:rPr>
        <w:t xml:space="preserve"> to finish at Llandegfedd Reservoir car park</w:t>
      </w:r>
    </w:p>
    <w:p w:rsidR="00C37147" w:rsidRPr="00DE6E48" w:rsidRDefault="00C37147" w:rsidP="00D9504C">
      <w:pPr>
        <w:pStyle w:val="Heading2"/>
        <w:keepNext w:val="0"/>
        <w:keepLines w:val="0"/>
        <w:widowControl w:val="0"/>
        <w:tabs>
          <w:tab w:val="left" w:pos="1418"/>
        </w:tabs>
        <w:rPr>
          <w:rFonts w:eastAsia="Times New Roman"/>
          <w:b w:val="0"/>
        </w:rPr>
      </w:pPr>
      <w:r w:rsidRPr="00712ABC">
        <w:rPr>
          <w:rFonts w:eastAsia="Times New Roman"/>
        </w:rPr>
        <w:t>Weather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4B3034">
        <w:rPr>
          <w:rFonts w:eastAsia="Times New Roman"/>
          <w:b w:val="0"/>
        </w:rPr>
        <w:t xml:space="preserve">Beautifully warm and sunny day, warm light breeze. Dry underfoot. Bluebells above </w:t>
      </w:r>
      <w:r w:rsidR="00FC72AF">
        <w:rPr>
          <w:rFonts w:eastAsia="Times New Roman"/>
          <w:b w:val="0"/>
        </w:rPr>
        <w:t>Bertholey House were a sight.</w:t>
      </w:r>
    </w:p>
    <w:p w:rsidR="00937BF9" w:rsidRPr="001F0C94" w:rsidRDefault="00712ABC" w:rsidP="00D9504C">
      <w:pPr>
        <w:pStyle w:val="Heading2"/>
        <w:keepNext w:val="0"/>
        <w:keepLines w:val="0"/>
        <w:widowControl w:val="0"/>
        <w:tabs>
          <w:tab w:val="left" w:pos="1843"/>
        </w:tabs>
      </w:pPr>
      <w:r w:rsidRPr="00712ABC">
        <w:rPr>
          <w:rFonts w:eastAsia="Times New Roman"/>
        </w:rPr>
        <w:t>Participants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1D135C">
        <w:rPr>
          <w:rFonts w:eastAsia="Times New Roman"/>
          <w:b w:val="0"/>
        </w:rPr>
        <w:t>Gerry Jackson</w:t>
      </w:r>
      <w:r w:rsidR="001D135C" w:rsidRPr="001D135C">
        <w:rPr>
          <w:rFonts w:eastAsia="Times New Roman"/>
          <w:b w:val="0"/>
        </w:rPr>
        <w:t xml:space="preserve">, </w:t>
      </w:r>
      <w:r w:rsidR="001D135C" w:rsidRPr="001D135C">
        <w:rPr>
          <w:b w:val="0"/>
        </w:rPr>
        <w:t>Nick Kaye, Alun Jones, Dan Hadfield, Don Henley, Doug Matthews</w:t>
      </w:r>
      <w:r w:rsidR="001D135C">
        <w:rPr>
          <w:b w:val="0"/>
        </w:rPr>
        <w:t>.</w:t>
      </w:r>
    </w:p>
    <w:sectPr w:rsidR="00937BF9" w:rsidRPr="001F0C94" w:rsidSect="00CD3D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1999"/>
    <w:multiLevelType w:val="multilevel"/>
    <w:tmpl w:val="86A4EC70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1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F9557F"/>
    <w:rsid w:val="00024AB8"/>
    <w:rsid w:val="000305B7"/>
    <w:rsid w:val="000366B5"/>
    <w:rsid w:val="00073125"/>
    <w:rsid w:val="0008166F"/>
    <w:rsid w:val="00086E8E"/>
    <w:rsid w:val="000D1346"/>
    <w:rsid w:val="000D497A"/>
    <w:rsid w:val="00107197"/>
    <w:rsid w:val="00107289"/>
    <w:rsid w:val="001763E8"/>
    <w:rsid w:val="00190C6E"/>
    <w:rsid w:val="00191034"/>
    <w:rsid w:val="001B2F55"/>
    <w:rsid w:val="001D135C"/>
    <w:rsid w:val="001F0C94"/>
    <w:rsid w:val="0025554E"/>
    <w:rsid w:val="00270489"/>
    <w:rsid w:val="002901D8"/>
    <w:rsid w:val="00290B8A"/>
    <w:rsid w:val="00292196"/>
    <w:rsid w:val="00295C2B"/>
    <w:rsid w:val="002961C9"/>
    <w:rsid w:val="002A64C5"/>
    <w:rsid w:val="002C2BD8"/>
    <w:rsid w:val="002C50BE"/>
    <w:rsid w:val="00335AEB"/>
    <w:rsid w:val="003415B6"/>
    <w:rsid w:val="003554D4"/>
    <w:rsid w:val="003B0125"/>
    <w:rsid w:val="003C4EA6"/>
    <w:rsid w:val="003D60D5"/>
    <w:rsid w:val="003F6703"/>
    <w:rsid w:val="0041461D"/>
    <w:rsid w:val="00455FD0"/>
    <w:rsid w:val="004B3034"/>
    <w:rsid w:val="004D7921"/>
    <w:rsid w:val="005060B4"/>
    <w:rsid w:val="00506C7C"/>
    <w:rsid w:val="0051515E"/>
    <w:rsid w:val="005245EA"/>
    <w:rsid w:val="00530DE4"/>
    <w:rsid w:val="0056126F"/>
    <w:rsid w:val="005B03EC"/>
    <w:rsid w:val="005B7C3F"/>
    <w:rsid w:val="005E10A5"/>
    <w:rsid w:val="00611E20"/>
    <w:rsid w:val="00666B3E"/>
    <w:rsid w:val="006C6840"/>
    <w:rsid w:val="00712ABC"/>
    <w:rsid w:val="00716918"/>
    <w:rsid w:val="00731388"/>
    <w:rsid w:val="0073242B"/>
    <w:rsid w:val="00741E30"/>
    <w:rsid w:val="0074420A"/>
    <w:rsid w:val="00794BF7"/>
    <w:rsid w:val="008A2917"/>
    <w:rsid w:val="008D346C"/>
    <w:rsid w:val="0091399A"/>
    <w:rsid w:val="00933C6A"/>
    <w:rsid w:val="00937BF9"/>
    <w:rsid w:val="009600B1"/>
    <w:rsid w:val="0098363A"/>
    <w:rsid w:val="009A5567"/>
    <w:rsid w:val="009D4C4A"/>
    <w:rsid w:val="00A82921"/>
    <w:rsid w:val="00B22AA3"/>
    <w:rsid w:val="00B43BD7"/>
    <w:rsid w:val="00B44426"/>
    <w:rsid w:val="00B52809"/>
    <w:rsid w:val="00B722E7"/>
    <w:rsid w:val="00B73EDE"/>
    <w:rsid w:val="00B96E25"/>
    <w:rsid w:val="00BA253E"/>
    <w:rsid w:val="00BB0200"/>
    <w:rsid w:val="00BD1766"/>
    <w:rsid w:val="00C252A4"/>
    <w:rsid w:val="00C25707"/>
    <w:rsid w:val="00C37147"/>
    <w:rsid w:val="00C80C67"/>
    <w:rsid w:val="00C95414"/>
    <w:rsid w:val="00CB3DD5"/>
    <w:rsid w:val="00CD3D2F"/>
    <w:rsid w:val="00D242C0"/>
    <w:rsid w:val="00D26743"/>
    <w:rsid w:val="00D42071"/>
    <w:rsid w:val="00D81417"/>
    <w:rsid w:val="00D9504C"/>
    <w:rsid w:val="00DA168C"/>
    <w:rsid w:val="00DE0427"/>
    <w:rsid w:val="00DE6E48"/>
    <w:rsid w:val="00E0139E"/>
    <w:rsid w:val="00E5230A"/>
    <w:rsid w:val="00E70F14"/>
    <w:rsid w:val="00E81375"/>
    <w:rsid w:val="00EC6D06"/>
    <w:rsid w:val="00F71011"/>
    <w:rsid w:val="00F74182"/>
    <w:rsid w:val="00F9557F"/>
    <w:rsid w:val="00FA6A6F"/>
    <w:rsid w:val="00FC7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139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port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report-template1.dotx</Template>
  <TotalTime>200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</dc:creator>
  <cp:lastModifiedBy>Gerry</cp:lastModifiedBy>
  <cp:revision>6</cp:revision>
  <dcterms:created xsi:type="dcterms:W3CDTF">2023-08-15T13:25:00Z</dcterms:created>
  <dcterms:modified xsi:type="dcterms:W3CDTF">2023-08-15T16:45:00Z</dcterms:modified>
</cp:coreProperties>
</file>