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606BF5" w:rsidP="00B722E7">
      <w:pPr>
        <w:pStyle w:val="Heading1"/>
      </w:pPr>
      <w:r>
        <w:t>Rhondda Ridge</w:t>
      </w:r>
      <w:r w:rsidR="00F17F1A" w:rsidRPr="00F17F1A">
        <w:t xml:space="preserve"> </w:t>
      </w:r>
      <w:r w:rsidR="007F3A79" w:rsidRPr="00F17F1A">
        <w:t>but</w:t>
      </w:r>
      <w:r w:rsidR="00F17F1A" w:rsidRPr="00F17F1A">
        <w:t xml:space="preserve"> Walk </w:t>
      </w:r>
      <w:r w:rsidR="007F3A79" w:rsidRPr="00F17F1A">
        <w:t>the</w:t>
      </w:r>
      <w:r w:rsidR="00F17F1A" w:rsidRPr="00F17F1A">
        <w:t xml:space="preserve"> Taf</w:t>
      </w:r>
    </w:p>
    <w:p w:rsidR="00C37147" w:rsidRPr="00B96E25" w:rsidRDefault="00C37147" w:rsidP="00301AF8">
      <w:pPr>
        <w:pStyle w:val="Heading2"/>
        <w:tabs>
          <w:tab w:val="left" w:pos="993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F17F1A">
        <w:rPr>
          <w:rFonts w:eastAsia="Times New Roman"/>
          <w:b w:val="0"/>
        </w:rPr>
        <w:t>19th March 1988</w:t>
      </w:r>
    </w:p>
    <w:p w:rsidR="00C37147" w:rsidRPr="00B96E25" w:rsidRDefault="00C37147" w:rsidP="00301AF8">
      <w:pPr>
        <w:pStyle w:val="Heading2"/>
        <w:tabs>
          <w:tab w:val="left" w:pos="2552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F17F1A">
        <w:rPr>
          <w:rFonts w:eastAsia="Times New Roman"/>
          <w:b w:val="0"/>
        </w:rPr>
        <w:t>23.4 miles, 3975 feet</w:t>
      </w:r>
    </w:p>
    <w:p w:rsidR="0091399A" w:rsidRPr="00B96E25" w:rsidRDefault="0091399A" w:rsidP="00301AF8">
      <w:pPr>
        <w:pStyle w:val="Heading2"/>
        <w:tabs>
          <w:tab w:val="left" w:pos="1418"/>
        </w:tabs>
        <w:spacing w:before="120"/>
        <w:rPr>
          <w:b w:val="0"/>
        </w:rPr>
      </w:pPr>
      <w:r>
        <w:t>Leader:</w:t>
      </w:r>
      <w:r w:rsidR="00B96E25">
        <w:rPr>
          <w:b w:val="0"/>
        </w:rPr>
        <w:tab/>
      </w:r>
      <w:r w:rsidR="00F17F1A">
        <w:rPr>
          <w:b w:val="0"/>
        </w:rPr>
        <w:t>Nick Kaye</w:t>
      </w:r>
    </w:p>
    <w:p w:rsidR="00712ABC" w:rsidRDefault="00712ABC" w:rsidP="00301AF8">
      <w:pPr>
        <w:pStyle w:val="Heading2"/>
        <w:spacing w:before="120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Pr="00DC1588" w:rsidRDefault="00DC1588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Ton Pentre Railway Station (</w:t>
      </w:r>
      <w:r w:rsidRPr="00185671">
        <w:rPr>
          <w:sz w:val="28"/>
          <w:szCs w:val="28"/>
        </w:rPr>
        <w:t>SS 973 953).</w:t>
      </w:r>
    </w:p>
    <w:p w:rsidR="002415DA" w:rsidRPr="00760527" w:rsidRDefault="00185671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760527">
        <w:rPr>
          <w:sz w:val="28"/>
          <w:szCs w:val="28"/>
        </w:rPr>
        <w:t xml:space="preserve">Through streets westwards to track up hillside </w:t>
      </w:r>
      <w:r w:rsidR="00D970C0" w:rsidRPr="00760527">
        <w:rPr>
          <w:sz w:val="28"/>
          <w:szCs w:val="28"/>
        </w:rPr>
        <w:t>at (SS 968 954)</w:t>
      </w:r>
      <w:r w:rsidR="002415DA" w:rsidRPr="00760527">
        <w:rPr>
          <w:sz w:val="28"/>
          <w:szCs w:val="28"/>
        </w:rPr>
        <w:t>.</w:t>
      </w:r>
      <w:r w:rsidR="00760527" w:rsidRPr="00760527">
        <w:rPr>
          <w:sz w:val="28"/>
          <w:szCs w:val="28"/>
        </w:rPr>
        <w:t xml:space="preserve"> </w:t>
      </w:r>
      <w:r w:rsidR="002415DA" w:rsidRPr="00760527">
        <w:rPr>
          <w:sz w:val="28"/>
          <w:szCs w:val="28"/>
        </w:rPr>
        <w:t>Path west up Mynydd Maendy</w:t>
      </w:r>
      <w:r w:rsidR="006D0F44" w:rsidRPr="00760527">
        <w:rPr>
          <w:sz w:val="28"/>
          <w:szCs w:val="28"/>
        </w:rPr>
        <w:t>,</w:t>
      </w:r>
      <w:r w:rsidR="002415DA" w:rsidRPr="00760527">
        <w:rPr>
          <w:sz w:val="28"/>
          <w:szCs w:val="28"/>
        </w:rPr>
        <w:t xml:space="preserve"> </w:t>
      </w:r>
      <w:r w:rsidR="00CE2D7A" w:rsidRPr="00760527">
        <w:rPr>
          <w:sz w:val="28"/>
          <w:szCs w:val="28"/>
        </w:rPr>
        <w:t>then a</w:t>
      </w:r>
      <w:r w:rsidR="002415DA" w:rsidRPr="00760527">
        <w:rPr>
          <w:sz w:val="28"/>
          <w:szCs w:val="28"/>
        </w:rPr>
        <w:t>round forestry perimeter fence</w:t>
      </w:r>
      <w:r w:rsidR="006D0F44" w:rsidRPr="00760527">
        <w:rPr>
          <w:sz w:val="28"/>
          <w:szCs w:val="28"/>
        </w:rPr>
        <w:t xml:space="preserve"> to main ridge at (SS 943 943)</w:t>
      </w:r>
      <w:r w:rsidR="00CE2D7A" w:rsidRPr="00760527">
        <w:rPr>
          <w:sz w:val="28"/>
          <w:szCs w:val="28"/>
        </w:rPr>
        <w:t>.</w:t>
      </w:r>
    </w:p>
    <w:p w:rsidR="00CE2D7A" w:rsidRDefault="00CE2D7A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Southwards along ridge beside forestry, over Mynydd William Meyrick</w:t>
      </w:r>
      <w:r w:rsidR="00CF5585">
        <w:rPr>
          <w:sz w:val="28"/>
          <w:szCs w:val="28"/>
        </w:rPr>
        <w:t xml:space="preserve"> then over Mynydd Pwllyrhebog to Mynydd Pen-y-graig (failed to find summit trig point in mist).</w:t>
      </w:r>
    </w:p>
    <w:p w:rsidR="00CF5585" w:rsidRDefault="00CF5585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Descend north-east via (SS 993 914)</w:t>
      </w:r>
      <w:r w:rsidR="00990D73">
        <w:rPr>
          <w:sz w:val="28"/>
          <w:szCs w:val="28"/>
        </w:rPr>
        <w:t xml:space="preserve"> to course of old railway </w:t>
      </w:r>
      <w:r w:rsidR="000820F7">
        <w:rPr>
          <w:color w:val="FF0000"/>
          <w:sz w:val="28"/>
          <w:szCs w:val="28"/>
        </w:rPr>
        <w:t xml:space="preserve">(now </w:t>
      </w:r>
      <w:r w:rsidR="00983CEA">
        <w:rPr>
          <w:color w:val="FF0000"/>
          <w:sz w:val="28"/>
          <w:szCs w:val="28"/>
        </w:rPr>
        <w:t xml:space="preserve">A4119) </w:t>
      </w:r>
      <w:r w:rsidR="00990D73">
        <w:rPr>
          <w:sz w:val="28"/>
          <w:szCs w:val="28"/>
        </w:rPr>
        <w:t>at (SS 996 917).</w:t>
      </w:r>
    </w:p>
    <w:p w:rsidR="000820F7" w:rsidRDefault="000820F7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railway</w:t>
      </w:r>
      <w:r w:rsidR="009C5C2C">
        <w:rPr>
          <w:sz w:val="28"/>
          <w:szCs w:val="28"/>
        </w:rPr>
        <w:t xml:space="preserve"> </w:t>
      </w:r>
      <w:r w:rsidR="009C5C2C">
        <w:rPr>
          <w:color w:val="FF0000"/>
          <w:sz w:val="28"/>
          <w:szCs w:val="28"/>
        </w:rPr>
        <w:t>(now A4119)</w:t>
      </w:r>
      <w:r>
        <w:rPr>
          <w:sz w:val="28"/>
          <w:szCs w:val="28"/>
        </w:rPr>
        <w:t xml:space="preserve"> to </w:t>
      </w:r>
      <w:r w:rsidR="00B6750E">
        <w:rPr>
          <w:sz w:val="28"/>
          <w:szCs w:val="28"/>
        </w:rPr>
        <w:t>(</w:t>
      </w:r>
      <w:r w:rsidR="006E3A9A">
        <w:rPr>
          <w:sz w:val="28"/>
          <w:szCs w:val="28"/>
        </w:rPr>
        <w:t>ST 002</w:t>
      </w:r>
      <w:r w:rsidR="009C5C2C">
        <w:rPr>
          <w:sz w:val="28"/>
          <w:szCs w:val="28"/>
        </w:rPr>
        <w:t xml:space="preserve"> 907)</w:t>
      </w:r>
      <w:r w:rsidR="007C3D38">
        <w:rPr>
          <w:sz w:val="28"/>
          <w:szCs w:val="28"/>
        </w:rPr>
        <w:t>.</w:t>
      </w:r>
      <w:r w:rsidR="00AD23C3">
        <w:rPr>
          <w:sz w:val="28"/>
          <w:szCs w:val="28"/>
        </w:rPr>
        <w:t xml:space="preserve"> </w:t>
      </w:r>
    </w:p>
    <w:p w:rsidR="007C3D38" w:rsidRDefault="007C3D38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Roads north to open hillside at (ST </w:t>
      </w:r>
      <w:r w:rsidR="00C40639">
        <w:rPr>
          <w:sz w:val="28"/>
          <w:szCs w:val="28"/>
        </w:rPr>
        <w:t>002 911).</w:t>
      </w:r>
    </w:p>
    <w:p w:rsidR="00C40639" w:rsidRDefault="00C40639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 over Mynydd Dinas</w:t>
      </w:r>
      <w:r w:rsidR="00E376F4">
        <w:rPr>
          <w:sz w:val="28"/>
          <w:szCs w:val="28"/>
        </w:rPr>
        <w:t xml:space="preserve"> and down into Trebanog</w:t>
      </w:r>
      <w:r w:rsidR="00A826F3">
        <w:rPr>
          <w:sz w:val="28"/>
          <w:szCs w:val="28"/>
        </w:rPr>
        <w:t xml:space="preserve"> and road at (ST 016 902)</w:t>
      </w:r>
      <w:r w:rsidR="00352B79">
        <w:rPr>
          <w:sz w:val="28"/>
          <w:szCs w:val="28"/>
        </w:rPr>
        <w:t>.</w:t>
      </w:r>
    </w:p>
    <w:p w:rsidR="00A96AC7" w:rsidRDefault="00352B79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 for short way to (ST </w:t>
      </w:r>
      <w:r w:rsidR="00A96AC7">
        <w:rPr>
          <w:sz w:val="28"/>
          <w:szCs w:val="28"/>
        </w:rPr>
        <w:t>017 903).</w:t>
      </w:r>
    </w:p>
    <w:p w:rsidR="00352B79" w:rsidRDefault="0025169B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east </w:t>
      </w:r>
      <w:r w:rsidR="00A96AC7">
        <w:rPr>
          <w:sz w:val="28"/>
          <w:szCs w:val="28"/>
        </w:rPr>
        <w:t>to open hillside then east and south to summit of Mynydd y Glyn.</w:t>
      </w:r>
    </w:p>
    <w:p w:rsidR="00A96AC7" w:rsidRDefault="00B4694E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to join path past Cefn-coed to road at (ST </w:t>
      </w:r>
      <w:r w:rsidR="009454A8">
        <w:rPr>
          <w:sz w:val="28"/>
          <w:szCs w:val="28"/>
        </w:rPr>
        <w:t>044 883).</w:t>
      </w:r>
    </w:p>
    <w:p w:rsidR="008612DF" w:rsidRDefault="008612DF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south-east to road junction at (ST 048 880), road north to (ST </w:t>
      </w:r>
      <w:r w:rsidR="00825C3E">
        <w:rPr>
          <w:sz w:val="28"/>
          <w:szCs w:val="28"/>
        </w:rPr>
        <w:t>049 883) then east to Pen-y-coedcae</w:t>
      </w:r>
      <w:r w:rsidR="00F95AAB">
        <w:rPr>
          <w:sz w:val="28"/>
          <w:szCs w:val="28"/>
        </w:rPr>
        <w:t xml:space="preserve"> and path junction at </w:t>
      </w:r>
      <w:r w:rsidR="00F062A9">
        <w:rPr>
          <w:sz w:val="28"/>
          <w:szCs w:val="28"/>
        </w:rPr>
        <w:t>(ST 061 877)</w:t>
      </w:r>
      <w:r w:rsidR="00F95AAB">
        <w:rPr>
          <w:sz w:val="28"/>
          <w:szCs w:val="28"/>
        </w:rPr>
        <w:t>.</w:t>
      </w:r>
    </w:p>
    <w:p w:rsidR="00297F8D" w:rsidRDefault="00297F8D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south-east Ty’</w:t>
      </w:r>
      <w:r w:rsidR="00EB32D0">
        <w:rPr>
          <w:sz w:val="28"/>
          <w:szCs w:val="28"/>
        </w:rPr>
        <w:t xml:space="preserve"> r</w:t>
      </w:r>
      <w:r>
        <w:rPr>
          <w:sz w:val="28"/>
          <w:szCs w:val="28"/>
        </w:rPr>
        <w:t>arlwydd</w:t>
      </w:r>
      <w:r w:rsidR="00EB32D0">
        <w:rPr>
          <w:sz w:val="28"/>
          <w:szCs w:val="28"/>
        </w:rPr>
        <w:t xml:space="preserve"> then east to road at Rhyd-y-l</w:t>
      </w:r>
      <w:r w:rsidR="00E2005C">
        <w:rPr>
          <w:sz w:val="28"/>
          <w:szCs w:val="28"/>
        </w:rPr>
        <w:t>l</w:t>
      </w:r>
      <w:r w:rsidR="00EB32D0">
        <w:rPr>
          <w:sz w:val="28"/>
          <w:szCs w:val="28"/>
        </w:rPr>
        <w:t>ech</w:t>
      </w:r>
      <w:r w:rsidR="00E2005C">
        <w:rPr>
          <w:sz w:val="28"/>
          <w:szCs w:val="28"/>
        </w:rPr>
        <w:t xml:space="preserve"> at (ST 071 873).</w:t>
      </w:r>
    </w:p>
    <w:p w:rsidR="00E2005C" w:rsidRDefault="00B6750E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and south-east to road junction at (ST 077 863)</w:t>
      </w:r>
      <w:r w:rsidR="00F94030">
        <w:rPr>
          <w:sz w:val="28"/>
          <w:szCs w:val="28"/>
        </w:rPr>
        <w:t>.</w:t>
      </w:r>
    </w:p>
    <w:p w:rsidR="00F94030" w:rsidRDefault="005C7A70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south-west to path junction at (ST 072 859)</w:t>
      </w:r>
      <w:r w:rsidR="00ED1297">
        <w:rPr>
          <w:sz w:val="28"/>
          <w:szCs w:val="28"/>
        </w:rPr>
        <w:t>.</w:t>
      </w:r>
    </w:p>
    <w:p w:rsidR="00ED1297" w:rsidRDefault="00ED1297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south-east then south to road at edge </w:t>
      </w:r>
      <w:r w:rsidR="0047621E">
        <w:rPr>
          <w:sz w:val="28"/>
          <w:szCs w:val="28"/>
        </w:rPr>
        <w:t xml:space="preserve">of </w:t>
      </w:r>
      <w:r>
        <w:rPr>
          <w:sz w:val="28"/>
          <w:szCs w:val="28"/>
        </w:rPr>
        <w:t xml:space="preserve">Llantwit </w:t>
      </w:r>
      <w:r w:rsidR="00825D23">
        <w:rPr>
          <w:sz w:val="28"/>
          <w:szCs w:val="28"/>
        </w:rPr>
        <w:t>Fard</w:t>
      </w:r>
      <w:r w:rsidR="00337ACC">
        <w:rPr>
          <w:sz w:val="28"/>
          <w:szCs w:val="28"/>
        </w:rPr>
        <w:t>re</w:t>
      </w:r>
      <w:r w:rsidR="00825D23">
        <w:rPr>
          <w:sz w:val="28"/>
          <w:szCs w:val="28"/>
        </w:rPr>
        <w:t xml:space="preserve"> at </w:t>
      </w:r>
      <w:r w:rsidR="00337ACC">
        <w:rPr>
          <w:sz w:val="28"/>
          <w:szCs w:val="28"/>
        </w:rPr>
        <w:t>(ST 077 853)</w:t>
      </w:r>
      <w:r w:rsidR="00C339B7">
        <w:rPr>
          <w:sz w:val="28"/>
          <w:szCs w:val="28"/>
        </w:rPr>
        <w:t>.</w:t>
      </w:r>
    </w:p>
    <w:p w:rsidR="00C339B7" w:rsidRDefault="00C339B7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north-east for short way to (ST 079 854)</w:t>
      </w:r>
      <w:r w:rsidR="00384D55">
        <w:rPr>
          <w:sz w:val="28"/>
          <w:szCs w:val="28"/>
        </w:rPr>
        <w:t>.</w:t>
      </w:r>
    </w:p>
    <w:p w:rsidR="00384D55" w:rsidRDefault="00384D55" w:rsidP="00F17F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south-east to Efail Isaf</w:t>
      </w:r>
      <w:r w:rsidR="005D04B0">
        <w:rPr>
          <w:sz w:val="28"/>
          <w:szCs w:val="28"/>
        </w:rPr>
        <w:t xml:space="preserve"> and road at (ST 08</w:t>
      </w:r>
      <w:r w:rsidR="00F85BBE">
        <w:rPr>
          <w:sz w:val="28"/>
          <w:szCs w:val="28"/>
        </w:rPr>
        <w:t>6 845)</w:t>
      </w:r>
      <w:r w:rsidR="005D04B0">
        <w:rPr>
          <w:sz w:val="28"/>
          <w:szCs w:val="28"/>
        </w:rPr>
        <w:t>.</w:t>
      </w:r>
    </w:p>
    <w:p w:rsidR="00675F7C" w:rsidRDefault="004A0005" w:rsidP="00FE16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C5222D">
        <w:rPr>
          <w:sz w:val="28"/>
          <w:szCs w:val="28"/>
        </w:rPr>
        <w:t>Roads east to track junction at (ST 094 846)</w:t>
      </w:r>
      <w:r w:rsidR="00FE16D2" w:rsidRPr="00C5222D">
        <w:rPr>
          <w:sz w:val="28"/>
          <w:szCs w:val="28"/>
        </w:rPr>
        <w:t>.</w:t>
      </w:r>
      <w:r w:rsidR="00C5222D" w:rsidRPr="00C5222D">
        <w:rPr>
          <w:sz w:val="28"/>
          <w:szCs w:val="28"/>
        </w:rPr>
        <w:t xml:space="preserve"> </w:t>
      </w:r>
      <w:r w:rsidR="00FE16D2" w:rsidRPr="00C5222D">
        <w:rPr>
          <w:sz w:val="28"/>
          <w:szCs w:val="28"/>
        </w:rPr>
        <w:t>T</w:t>
      </w:r>
      <w:r w:rsidR="00675F7C" w:rsidRPr="00C5222D">
        <w:rPr>
          <w:sz w:val="28"/>
          <w:szCs w:val="28"/>
        </w:rPr>
        <w:t>rack south then path east to Garth Fawr</w:t>
      </w:r>
      <w:r w:rsidR="00FE16D2" w:rsidRPr="00C5222D">
        <w:rPr>
          <w:sz w:val="28"/>
          <w:szCs w:val="28"/>
        </w:rPr>
        <w:t xml:space="preserve">, track then path </w:t>
      </w:r>
      <w:r w:rsidR="00C5222D" w:rsidRPr="00C5222D">
        <w:rPr>
          <w:sz w:val="28"/>
          <w:szCs w:val="28"/>
        </w:rPr>
        <w:t xml:space="preserve">southwards </w:t>
      </w:r>
      <w:r w:rsidR="00FE16D2" w:rsidRPr="00C5222D">
        <w:rPr>
          <w:sz w:val="28"/>
          <w:szCs w:val="28"/>
        </w:rPr>
        <w:t>to summit of Garth Hill.</w:t>
      </w:r>
    </w:p>
    <w:p w:rsidR="00C5222D" w:rsidRDefault="00C5222D" w:rsidP="00FE16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south-west to road at </w:t>
      </w:r>
      <w:r w:rsidR="008F3B74">
        <w:rPr>
          <w:sz w:val="28"/>
          <w:szCs w:val="28"/>
        </w:rPr>
        <w:t xml:space="preserve">(ST 100 830), road south to path junction at (ST </w:t>
      </w:r>
      <w:r w:rsidR="00BD32F7">
        <w:rPr>
          <w:sz w:val="28"/>
          <w:szCs w:val="28"/>
        </w:rPr>
        <w:t>099 824).</w:t>
      </w:r>
    </w:p>
    <w:p w:rsidR="00461DBC" w:rsidRPr="00461DBC" w:rsidRDefault="00BD32F7" w:rsidP="00461DB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east to cross road at (ST </w:t>
      </w:r>
      <w:r w:rsidR="002934CA">
        <w:rPr>
          <w:sz w:val="28"/>
          <w:szCs w:val="28"/>
        </w:rPr>
        <w:t>105 824</w:t>
      </w:r>
      <w:r w:rsidR="00E8028D">
        <w:rPr>
          <w:sz w:val="28"/>
          <w:szCs w:val="28"/>
        </w:rPr>
        <w:t>) then</w:t>
      </w:r>
      <w:r w:rsidR="008D7C71">
        <w:rPr>
          <w:sz w:val="28"/>
          <w:szCs w:val="28"/>
        </w:rPr>
        <w:t xml:space="preserve"> south and east to (ST 111 823) then south to Cefn Colstyn</w:t>
      </w:r>
      <w:r w:rsidR="00461DBC">
        <w:rPr>
          <w:sz w:val="28"/>
          <w:szCs w:val="28"/>
        </w:rPr>
        <w:t>.</w:t>
      </w:r>
    </w:p>
    <w:p w:rsidR="002934CA" w:rsidRDefault="00461DBC" w:rsidP="00FE16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south-west to track junction at (ST 110 816)</w:t>
      </w:r>
      <w:r w:rsidR="006622C7">
        <w:rPr>
          <w:sz w:val="28"/>
          <w:szCs w:val="28"/>
        </w:rPr>
        <w:t xml:space="preserve">. Track south and south-east </w:t>
      </w:r>
      <w:r w:rsidR="008E4F71">
        <w:rPr>
          <w:sz w:val="28"/>
          <w:szCs w:val="28"/>
        </w:rPr>
        <w:t xml:space="preserve">over M4 then road across golf course to path junction </w:t>
      </w:r>
      <w:r w:rsidR="004B5721">
        <w:rPr>
          <w:sz w:val="28"/>
          <w:szCs w:val="28"/>
        </w:rPr>
        <w:t>at (ST 125 800).</w:t>
      </w:r>
    </w:p>
    <w:p w:rsidR="004B5721" w:rsidRPr="00C5222D" w:rsidRDefault="004B5721" w:rsidP="00FE16D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north-east across and down golf course and through Radyr to Radyr Station.</w:t>
      </w:r>
    </w:p>
    <w:p w:rsidR="00C37147" w:rsidRPr="00DE6E48" w:rsidRDefault="00C37147" w:rsidP="00301AF8">
      <w:pPr>
        <w:pStyle w:val="Heading2"/>
        <w:keepNext w:val="0"/>
        <w:keepLines w:val="0"/>
        <w:widowControl w:val="0"/>
        <w:tabs>
          <w:tab w:val="left" w:pos="1418"/>
        </w:tabs>
        <w:spacing w:before="120"/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7F3A79">
        <w:rPr>
          <w:rFonts w:eastAsia="Times New Roman"/>
          <w:b w:val="0"/>
        </w:rPr>
        <w:t>A foul day</w:t>
      </w:r>
      <w:r w:rsidR="002A5683">
        <w:rPr>
          <w:rFonts w:eastAsia="Times New Roman"/>
          <w:b w:val="0"/>
        </w:rPr>
        <w:t>, windy on top with low cloud all day. I</w:t>
      </w:r>
      <w:r w:rsidR="008E6873">
        <w:rPr>
          <w:rFonts w:eastAsia="Times New Roman"/>
          <w:b w:val="0"/>
        </w:rPr>
        <w:t>t never stopped raining until the end of the day. A day to forget.</w:t>
      </w:r>
    </w:p>
    <w:p w:rsidR="00937BF9" w:rsidRPr="00185671" w:rsidRDefault="00712ABC" w:rsidP="00301AF8">
      <w:pPr>
        <w:pStyle w:val="Heading2"/>
        <w:keepNext w:val="0"/>
        <w:keepLines w:val="0"/>
        <w:widowControl w:val="0"/>
        <w:tabs>
          <w:tab w:val="left" w:pos="1843"/>
        </w:tabs>
        <w:spacing w:before="120"/>
        <w:rPr>
          <w:rFonts w:eastAsia="Times New Roman"/>
          <w:b w:val="0"/>
        </w:rPr>
      </w:pPr>
      <w:r w:rsidRPr="00712ABC">
        <w:rPr>
          <w:rFonts w:eastAsia="Times New Roman"/>
        </w:rPr>
        <w:lastRenderedPageBreak/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25F3C" w:rsidRPr="00525F3C">
        <w:rPr>
          <w:rFonts w:eastAsia="Times New Roman"/>
          <w:b w:val="0"/>
        </w:rPr>
        <w:t xml:space="preserve">Nick Kaye, </w:t>
      </w:r>
      <w:r w:rsidR="008E6873">
        <w:rPr>
          <w:rFonts w:eastAsia="Times New Roman"/>
          <w:b w:val="0"/>
        </w:rPr>
        <w:t xml:space="preserve">Gerry Jackson, </w:t>
      </w:r>
      <w:r w:rsidR="00525F3C" w:rsidRPr="00525F3C">
        <w:rPr>
          <w:b w:val="0"/>
        </w:rPr>
        <w:t>Chris Coy, Dan Hadfield, Don Henley, Doug Matthews, Alun Jones, Tim Gronow.</w:t>
      </w:r>
    </w:p>
    <w:sectPr w:rsidR="00937BF9" w:rsidRPr="00185671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F17F1A"/>
    <w:rsid w:val="0008166F"/>
    <w:rsid w:val="000820F7"/>
    <w:rsid w:val="000D1346"/>
    <w:rsid w:val="000D4426"/>
    <w:rsid w:val="000D497A"/>
    <w:rsid w:val="00107197"/>
    <w:rsid w:val="001763E8"/>
    <w:rsid w:val="00185671"/>
    <w:rsid w:val="00191034"/>
    <w:rsid w:val="001F0C94"/>
    <w:rsid w:val="001F3B17"/>
    <w:rsid w:val="002415DA"/>
    <w:rsid w:val="0025169B"/>
    <w:rsid w:val="00270489"/>
    <w:rsid w:val="00290B8A"/>
    <w:rsid w:val="002934CA"/>
    <w:rsid w:val="00297F8D"/>
    <w:rsid w:val="002A5683"/>
    <w:rsid w:val="002C2BD8"/>
    <w:rsid w:val="002C50BE"/>
    <w:rsid w:val="002D36CD"/>
    <w:rsid w:val="00301AF8"/>
    <w:rsid w:val="00337ACC"/>
    <w:rsid w:val="00352B79"/>
    <w:rsid w:val="003554D4"/>
    <w:rsid w:val="00384D55"/>
    <w:rsid w:val="00461DBC"/>
    <w:rsid w:val="0047621E"/>
    <w:rsid w:val="004A0005"/>
    <w:rsid w:val="004B5721"/>
    <w:rsid w:val="00525F3C"/>
    <w:rsid w:val="005C7A70"/>
    <w:rsid w:val="005D04B0"/>
    <w:rsid w:val="00606BF5"/>
    <w:rsid w:val="006622C7"/>
    <w:rsid w:val="00675F7C"/>
    <w:rsid w:val="006D0F44"/>
    <w:rsid w:val="006E3A9A"/>
    <w:rsid w:val="00712ABC"/>
    <w:rsid w:val="00726143"/>
    <w:rsid w:val="00760527"/>
    <w:rsid w:val="007C3D38"/>
    <w:rsid w:val="007F3A79"/>
    <w:rsid w:val="00825C3E"/>
    <w:rsid w:val="00825D23"/>
    <w:rsid w:val="008612DF"/>
    <w:rsid w:val="008D7C71"/>
    <w:rsid w:val="008E4F71"/>
    <w:rsid w:val="008E6873"/>
    <w:rsid w:val="008F3B74"/>
    <w:rsid w:val="0091399A"/>
    <w:rsid w:val="00937BF9"/>
    <w:rsid w:val="009454A8"/>
    <w:rsid w:val="00983CEA"/>
    <w:rsid w:val="00990D73"/>
    <w:rsid w:val="009926D0"/>
    <w:rsid w:val="009C5C2C"/>
    <w:rsid w:val="00A826F3"/>
    <w:rsid w:val="00A96AC7"/>
    <w:rsid w:val="00AD23C3"/>
    <w:rsid w:val="00B20EF5"/>
    <w:rsid w:val="00B4694E"/>
    <w:rsid w:val="00B52809"/>
    <w:rsid w:val="00B6750E"/>
    <w:rsid w:val="00B722E7"/>
    <w:rsid w:val="00B96E25"/>
    <w:rsid w:val="00BD1766"/>
    <w:rsid w:val="00BD32F7"/>
    <w:rsid w:val="00C25707"/>
    <w:rsid w:val="00C339B7"/>
    <w:rsid w:val="00C37147"/>
    <w:rsid w:val="00C40639"/>
    <w:rsid w:val="00C5222D"/>
    <w:rsid w:val="00C80C67"/>
    <w:rsid w:val="00CB3DD5"/>
    <w:rsid w:val="00CD3D2F"/>
    <w:rsid w:val="00CE2D7A"/>
    <w:rsid w:val="00CF5585"/>
    <w:rsid w:val="00D42071"/>
    <w:rsid w:val="00D970C0"/>
    <w:rsid w:val="00DC1588"/>
    <w:rsid w:val="00DE6E48"/>
    <w:rsid w:val="00E0139E"/>
    <w:rsid w:val="00E2005C"/>
    <w:rsid w:val="00E376F4"/>
    <w:rsid w:val="00E8028D"/>
    <w:rsid w:val="00E81375"/>
    <w:rsid w:val="00EB32D0"/>
    <w:rsid w:val="00EC6D06"/>
    <w:rsid w:val="00ED1297"/>
    <w:rsid w:val="00F062A9"/>
    <w:rsid w:val="00F17F1A"/>
    <w:rsid w:val="00F85BBE"/>
    <w:rsid w:val="00F94030"/>
    <w:rsid w:val="00F95AAB"/>
    <w:rsid w:val="00FE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194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2023-08-15T07:45:00Z</dcterms:created>
  <dcterms:modified xsi:type="dcterms:W3CDTF">2023-08-15T10:59:00Z</dcterms:modified>
</cp:coreProperties>
</file>