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B704B" w:rsidP="00B722E7">
      <w:pPr>
        <w:pStyle w:val="Heading1"/>
      </w:pPr>
      <w:r>
        <w:t>Caerphilly Summits Challenge – Route Survey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 w:rsidRPr="001B704B">
        <w:rPr>
          <w:rFonts w:eastAsia="Times New Roman"/>
          <w:b w:val="0"/>
        </w:rPr>
        <w:tab/>
      </w:r>
      <w:r w:rsidR="001B704B" w:rsidRPr="001B704B">
        <w:rPr>
          <w:b w:val="0"/>
        </w:rPr>
        <w:t>9th January 1988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833969">
        <w:rPr>
          <w:rFonts w:eastAsia="Times New Roman"/>
          <w:b w:val="0"/>
        </w:rPr>
        <w:t>3</w:t>
      </w:r>
      <w:r w:rsidR="001B704B">
        <w:rPr>
          <w:rFonts w:eastAsia="Times New Roman"/>
          <w:b w:val="0"/>
        </w:rPr>
        <w:t>1.3 miles, 5466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1B704B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Pr="0001789B" w:rsidRDefault="000178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Caerphilly Leisure </w:t>
      </w:r>
      <w:r w:rsidRPr="000E6C08">
        <w:rPr>
          <w:sz w:val="28"/>
          <w:szCs w:val="28"/>
        </w:rPr>
        <w:t>Centre (ST 159 878).</w:t>
      </w:r>
    </w:p>
    <w:p w:rsidR="0001789B" w:rsidRDefault="00CF45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across Virginia Park and road through Lansbury Park.</w:t>
      </w:r>
    </w:p>
    <w:p w:rsidR="00CF459B" w:rsidRDefault="00CF459B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Footpath south across fields via (ST </w:t>
      </w:r>
      <w:r w:rsidR="000E6C08">
        <w:rPr>
          <w:sz w:val="28"/>
          <w:szCs w:val="28"/>
        </w:rPr>
        <w:t>173 866)</w:t>
      </w:r>
      <w:r w:rsidR="00232088">
        <w:rPr>
          <w:sz w:val="28"/>
          <w:szCs w:val="28"/>
        </w:rPr>
        <w:t xml:space="preserve"> to Van Road</w:t>
      </w:r>
      <w:r w:rsidR="00741288">
        <w:rPr>
          <w:sz w:val="28"/>
          <w:szCs w:val="28"/>
        </w:rPr>
        <w:t xml:space="preserve"> (ST 171 864)</w:t>
      </w:r>
      <w:r w:rsidR="00232088">
        <w:rPr>
          <w:sz w:val="28"/>
          <w:szCs w:val="28"/>
        </w:rPr>
        <w:t>.</w:t>
      </w:r>
    </w:p>
    <w:p w:rsidR="00E25F23" w:rsidRDefault="00E25F23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</w:t>
      </w:r>
      <w:r w:rsidR="00741288">
        <w:rPr>
          <w:sz w:val="28"/>
          <w:szCs w:val="28"/>
        </w:rPr>
        <w:t>rest track and path up through T</w:t>
      </w:r>
      <w:r>
        <w:rPr>
          <w:sz w:val="28"/>
          <w:szCs w:val="28"/>
        </w:rPr>
        <w:t>he Warren</w:t>
      </w:r>
      <w:r w:rsidR="00A14D50">
        <w:rPr>
          <w:sz w:val="28"/>
          <w:szCs w:val="28"/>
        </w:rPr>
        <w:t xml:space="preserve"> to summit of Caerphilly Common.</w:t>
      </w:r>
    </w:p>
    <w:p w:rsidR="00A14D50" w:rsidRDefault="00F82F5D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Waun-w</w:t>
      </w:r>
      <w:r w:rsidR="00A14D50">
        <w:rPr>
          <w:sz w:val="28"/>
          <w:szCs w:val="28"/>
        </w:rPr>
        <w:t>ael</w:t>
      </w:r>
      <w:r w:rsidR="00F90F49">
        <w:rPr>
          <w:sz w:val="28"/>
          <w:szCs w:val="28"/>
        </w:rPr>
        <w:t xml:space="preserve">ed, </w:t>
      </w:r>
      <w:r>
        <w:rPr>
          <w:sz w:val="28"/>
          <w:szCs w:val="28"/>
        </w:rPr>
        <w:t>Craig yr Allt and</w:t>
      </w:r>
      <w:r w:rsidR="00F90F49">
        <w:rPr>
          <w:sz w:val="28"/>
          <w:szCs w:val="28"/>
        </w:rPr>
        <w:t xml:space="preserve"> Nantgarw roundabout via </w:t>
      </w:r>
      <w:r w:rsidR="00EB7D93">
        <w:rPr>
          <w:sz w:val="28"/>
          <w:szCs w:val="28"/>
        </w:rPr>
        <w:t>zig-</w:t>
      </w:r>
      <w:r w:rsidR="00F90F49">
        <w:rPr>
          <w:sz w:val="28"/>
          <w:szCs w:val="28"/>
        </w:rPr>
        <w:t xml:space="preserve">zag path at west end of </w:t>
      </w:r>
      <w:r>
        <w:rPr>
          <w:sz w:val="28"/>
          <w:szCs w:val="28"/>
        </w:rPr>
        <w:t>Craig yr Allt</w:t>
      </w:r>
      <w:r w:rsidR="00667F09">
        <w:rPr>
          <w:sz w:val="28"/>
          <w:szCs w:val="28"/>
        </w:rPr>
        <w:t>.</w:t>
      </w:r>
    </w:p>
    <w:p w:rsidR="00741288" w:rsidRDefault="00667F09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Footbridge over A470, road through Nantgarw to path junction at (ST 125 863).</w:t>
      </w:r>
    </w:p>
    <w:p w:rsidR="00EB7D93" w:rsidRDefault="00EB7D93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to Gr</w:t>
      </w:r>
      <w:r w:rsidR="00485982">
        <w:rPr>
          <w:sz w:val="28"/>
          <w:szCs w:val="28"/>
        </w:rPr>
        <w:t>oesw</w:t>
      </w:r>
      <w:r>
        <w:rPr>
          <w:sz w:val="28"/>
          <w:szCs w:val="28"/>
        </w:rPr>
        <w:t>en</w:t>
      </w:r>
      <w:r w:rsidR="00485982">
        <w:rPr>
          <w:sz w:val="28"/>
          <w:szCs w:val="28"/>
        </w:rPr>
        <w:t xml:space="preserve"> then Rhymney Valley Ridgeway </w:t>
      </w:r>
      <w:r w:rsidR="00943CCD">
        <w:rPr>
          <w:sz w:val="28"/>
          <w:szCs w:val="28"/>
        </w:rPr>
        <w:t>path via Ty-llwyd to summit of Mynydd Meio</w:t>
      </w:r>
      <w:r w:rsidR="00231D39">
        <w:rPr>
          <w:sz w:val="28"/>
          <w:szCs w:val="28"/>
        </w:rPr>
        <w:t>.</w:t>
      </w:r>
    </w:p>
    <w:p w:rsidR="00231D39" w:rsidRDefault="00231D39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 down to Eglwysilan Road</w:t>
      </w:r>
      <w:r w:rsidR="00631EB2">
        <w:rPr>
          <w:sz w:val="28"/>
          <w:szCs w:val="28"/>
        </w:rPr>
        <w:t>,</w:t>
      </w:r>
      <w:r>
        <w:rPr>
          <w:sz w:val="28"/>
          <w:szCs w:val="28"/>
        </w:rPr>
        <w:t xml:space="preserve"> road </w:t>
      </w:r>
      <w:r w:rsidR="00B71A0D">
        <w:rPr>
          <w:sz w:val="28"/>
          <w:szCs w:val="28"/>
        </w:rPr>
        <w:t xml:space="preserve">through Eglwysilan to road </w:t>
      </w:r>
      <w:r>
        <w:rPr>
          <w:sz w:val="28"/>
          <w:szCs w:val="28"/>
        </w:rPr>
        <w:t xml:space="preserve">bend at (ST </w:t>
      </w:r>
      <w:r w:rsidR="00B71A0D">
        <w:rPr>
          <w:sz w:val="28"/>
          <w:szCs w:val="28"/>
        </w:rPr>
        <w:t>099 901).</w:t>
      </w:r>
    </w:p>
    <w:p w:rsidR="0036574D" w:rsidRDefault="00092761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North-west to summit of Cefn Eglwysilan.</w:t>
      </w:r>
    </w:p>
    <w:p w:rsidR="00B71A0D" w:rsidRDefault="00092761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</w:t>
      </w:r>
      <w:r w:rsidR="0036574D">
        <w:rPr>
          <w:sz w:val="28"/>
          <w:szCs w:val="28"/>
        </w:rPr>
        <w:t>east across Twyn Hywel to road at (ST 110 922).</w:t>
      </w:r>
    </w:p>
    <w:p w:rsidR="001D6AD1" w:rsidRDefault="001D6AD1" w:rsidP="001B704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Summit of Mynydd Eglwysilan, north </w:t>
      </w:r>
      <w:r w:rsidR="000B4230">
        <w:rPr>
          <w:sz w:val="28"/>
          <w:szCs w:val="28"/>
        </w:rPr>
        <w:t>to track junction at (ST 127 939)</w:t>
      </w:r>
      <w:r w:rsidR="00087424">
        <w:rPr>
          <w:sz w:val="28"/>
          <w:szCs w:val="28"/>
        </w:rPr>
        <w:t>.</w:t>
      </w:r>
    </w:p>
    <w:p w:rsidR="00087424" w:rsidRDefault="00087424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past Castell-llwyd to lane at </w:t>
      </w:r>
      <w:r w:rsidR="00380858">
        <w:rPr>
          <w:sz w:val="28"/>
          <w:szCs w:val="28"/>
        </w:rPr>
        <w:t>(ST 137 938), s</w:t>
      </w:r>
      <w:r w:rsidR="005848AF" w:rsidRPr="00380858">
        <w:rPr>
          <w:sz w:val="28"/>
          <w:szCs w:val="28"/>
        </w:rPr>
        <w:t xml:space="preserve">outh then east </w:t>
      </w:r>
      <w:r w:rsidR="00D24EE8" w:rsidRPr="00380858">
        <w:rPr>
          <w:sz w:val="28"/>
          <w:szCs w:val="28"/>
        </w:rPr>
        <w:t>down lane across A469 and Afon Rhymni</w:t>
      </w:r>
      <w:r w:rsidR="00FE2B03" w:rsidRPr="00380858">
        <w:rPr>
          <w:sz w:val="28"/>
          <w:szCs w:val="28"/>
        </w:rPr>
        <w:t xml:space="preserve"> to track Junction at </w:t>
      </w:r>
      <w:r w:rsidR="0062059E" w:rsidRPr="00380858">
        <w:rPr>
          <w:sz w:val="28"/>
          <w:szCs w:val="28"/>
        </w:rPr>
        <w:t>(ST 149 933).</w:t>
      </w:r>
    </w:p>
    <w:p w:rsidR="00380858" w:rsidRDefault="00380858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north-east to road, road south-east </w:t>
      </w:r>
      <w:r w:rsidR="000C677F">
        <w:rPr>
          <w:sz w:val="28"/>
          <w:szCs w:val="28"/>
        </w:rPr>
        <w:t>to track junction at (ST 154 934)</w:t>
      </w:r>
      <w:r w:rsidR="007C26DF">
        <w:rPr>
          <w:sz w:val="28"/>
          <w:szCs w:val="28"/>
        </w:rPr>
        <w:t>.</w:t>
      </w:r>
    </w:p>
    <w:p w:rsidR="00317585" w:rsidRDefault="00317585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past Gwernau-ganol to path junction at (ST </w:t>
      </w:r>
      <w:r w:rsidR="00114BA5">
        <w:rPr>
          <w:sz w:val="28"/>
          <w:szCs w:val="28"/>
        </w:rPr>
        <w:t>160 935).</w:t>
      </w:r>
    </w:p>
    <w:p w:rsidR="00114BA5" w:rsidRDefault="00114BA5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north </w:t>
      </w:r>
      <w:r w:rsidR="00052FB5">
        <w:rPr>
          <w:sz w:val="28"/>
          <w:szCs w:val="28"/>
        </w:rPr>
        <w:t xml:space="preserve">to (ST 162 940) </w:t>
      </w:r>
      <w:r w:rsidR="00F8463D">
        <w:rPr>
          <w:sz w:val="28"/>
          <w:szCs w:val="28"/>
        </w:rPr>
        <w:t>then east to lane at (ST 169 939)</w:t>
      </w:r>
      <w:r w:rsidR="0029740B">
        <w:rPr>
          <w:sz w:val="28"/>
          <w:szCs w:val="28"/>
        </w:rPr>
        <w:t>.</w:t>
      </w:r>
    </w:p>
    <w:p w:rsidR="00A62CD8" w:rsidRDefault="0029740B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southwards over Mynydd y Grug</w:t>
      </w:r>
      <w:r w:rsidR="00EC3CF6">
        <w:rPr>
          <w:sz w:val="28"/>
          <w:szCs w:val="28"/>
        </w:rPr>
        <w:t xml:space="preserve"> then eastwards along ridge to summit of Mynydd Machen.</w:t>
      </w:r>
    </w:p>
    <w:p w:rsidR="0029740B" w:rsidRDefault="009350CA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 to (ST 227 898) then west-south-west </w:t>
      </w:r>
      <w:r w:rsidR="00B15224">
        <w:rPr>
          <w:sz w:val="28"/>
          <w:szCs w:val="28"/>
        </w:rPr>
        <w:t>via Bovil-uchaf to Machen.</w:t>
      </w:r>
    </w:p>
    <w:p w:rsidR="00AD5EB1" w:rsidRDefault="009A6EEB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D5EB1">
        <w:rPr>
          <w:sz w:val="28"/>
          <w:szCs w:val="28"/>
        </w:rPr>
        <w:t xml:space="preserve">Across </w:t>
      </w:r>
      <w:r w:rsidR="00872190" w:rsidRPr="00AD5EB1">
        <w:rPr>
          <w:sz w:val="28"/>
          <w:szCs w:val="28"/>
        </w:rPr>
        <w:t>A468 then</w:t>
      </w:r>
      <w:r w:rsidRPr="00AD5EB1">
        <w:rPr>
          <w:sz w:val="28"/>
          <w:szCs w:val="28"/>
        </w:rPr>
        <w:t xml:space="preserve"> south up through forestry to lane at </w:t>
      </w:r>
      <w:r w:rsidR="00872190" w:rsidRPr="00AD5EB1">
        <w:rPr>
          <w:sz w:val="28"/>
          <w:szCs w:val="28"/>
        </w:rPr>
        <w:t>(ST 2</w:t>
      </w:r>
      <w:r w:rsidR="00E90443" w:rsidRPr="00AD5EB1">
        <w:rPr>
          <w:sz w:val="28"/>
          <w:szCs w:val="28"/>
        </w:rPr>
        <w:t>07 871)</w:t>
      </w:r>
      <w:r w:rsidR="00872190" w:rsidRPr="00AD5EB1">
        <w:rPr>
          <w:sz w:val="28"/>
          <w:szCs w:val="28"/>
        </w:rPr>
        <w:t>.</w:t>
      </w:r>
    </w:p>
    <w:p w:rsidR="009A6EEB" w:rsidRDefault="00872190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D5EB1">
        <w:rPr>
          <w:sz w:val="28"/>
          <w:szCs w:val="28"/>
        </w:rPr>
        <w:t>Lane to Maenllwyd Inn.</w:t>
      </w:r>
      <w:r w:rsidR="00AD5EB1">
        <w:rPr>
          <w:sz w:val="28"/>
          <w:szCs w:val="28"/>
        </w:rPr>
        <w:t xml:space="preserve"> Rhymney </w:t>
      </w:r>
      <w:r w:rsidR="004C78E9">
        <w:rPr>
          <w:sz w:val="28"/>
          <w:szCs w:val="28"/>
        </w:rPr>
        <w:t>Valley Ridgeway footpath to Cefn-onn</w:t>
      </w:r>
      <w:r w:rsidR="00782A57">
        <w:rPr>
          <w:sz w:val="28"/>
          <w:szCs w:val="28"/>
        </w:rPr>
        <w:t xml:space="preserve"> Farm.</w:t>
      </w:r>
    </w:p>
    <w:p w:rsidR="00782A57" w:rsidRDefault="00782A57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north to Rudry Common, </w:t>
      </w:r>
      <w:r w:rsidR="00FF5500">
        <w:rPr>
          <w:sz w:val="28"/>
          <w:szCs w:val="28"/>
        </w:rPr>
        <w:t xml:space="preserve">Mynydd </w:t>
      </w:r>
      <w:r>
        <w:rPr>
          <w:sz w:val="28"/>
          <w:szCs w:val="28"/>
        </w:rPr>
        <w:t>Rudry</w:t>
      </w:r>
      <w:r w:rsidR="00FF5500">
        <w:rPr>
          <w:sz w:val="28"/>
          <w:szCs w:val="28"/>
        </w:rPr>
        <w:t xml:space="preserve">, north to path </w:t>
      </w:r>
      <w:r w:rsidR="008462ED">
        <w:rPr>
          <w:sz w:val="28"/>
          <w:szCs w:val="28"/>
        </w:rPr>
        <w:t>junction at</w:t>
      </w:r>
      <w:r w:rsidR="00FF5500">
        <w:rPr>
          <w:sz w:val="28"/>
          <w:szCs w:val="28"/>
        </w:rPr>
        <w:t xml:space="preserve"> (ST 181 874).</w:t>
      </w:r>
    </w:p>
    <w:p w:rsidR="00035335" w:rsidRDefault="00035335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west to road at (ST 169 876).</w:t>
      </w:r>
    </w:p>
    <w:p w:rsidR="00035335" w:rsidRPr="00AD5EB1" w:rsidRDefault="00035335" w:rsidP="0038085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Return through </w:t>
      </w:r>
      <w:r w:rsidR="008462ED">
        <w:rPr>
          <w:sz w:val="28"/>
          <w:szCs w:val="28"/>
        </w:rPr>
        <w:t>Lansbury Park and across Virginia Park to Caerphilly Leisure Centre.</w:t>
      </w:r>
    </w:p>
    <w:p w:rsidR="00C37147" w:rsidRPr="00DE6E48" w:rsidRDefault="00C37147" w:rsidP="0029740B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CD6B04">
        <w:rPr>
          <w:rFonts w:eastAsia="Times New Roman"/>
          <w:b w:val="0"/>
        </w:rPr>
        <w:t xml:space="preserve">Overcast, mild to start turning cooler and breezy. Steady rain </w:t>
      </w:r>
      <w:r w:rsidR="00397973">
        <w:rPr>
          <w:rFonts w:eastAsia="Times New Roman"/>
          <w:b w:val="0"/>
        </w:rPr>
        <w:t>from mid-morning onwards. A very wet day.</w:t>
      </w:r>
    </w:p>
    <w:p w:rsidR="00712ABC" w:rsidRPr="00DE6E48" w:rsidRDefault="00712ABC" w:rsidP="0029740B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B704B">
        <w:rPr>
          <w:rFonts w:eastAsia="Times New Roman"/>
          <w:b w:val="0"/>
        </w:rPr>
        <w:t>Nick Kaye</w:t>
      </w:r>
      <w:r w:rsidR="001B704B" w:rsidRPr="00CD6B04">
        <w:rPr>
          <w:rFonts w:eastAsia="Times New Roman"/>
          <w:b w:val="0"/>
        </w:rPr>
        <w:t xml:space="preserve">, </w:t>
      </w:r>
      <w:r w:rsidR="001B704B" w:rsidRPr="00CD6B04">
        <w:rPr>
          <w:b w:val="0"/>
        </w:rPr>
        <w:t>Andrew Clabon, Peter Lewis, Chris Coy</w:t>
      </w:r>
    </w:p>
    <w:p w:rsidR="00937BF9" w:rsidRPr="001F0C94" w:rsidRDefault="00937BF9" w:rsidP="0029740B">
      <w:pPr>
        <w:widowControl w:val="0"/>
      </w:pP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B704B"/>
    <w:rsid w:val="0001789B"/>
    <w:rsid w:val="00025CFE"/>
    <w:rsid w:val="00035335"/>
    <w:rsid w:val="00052FB5"/>
    <w:rsid w:val="0008166F"/>
    <w:rsid w:val="00087424"/>
    <w:rsid w:val="00092761"/>
    <w:rsid w:val="000B4230"/>
    <w:rsid w:val="000C677F"/>
    <w:rsid w:val="000D1346"/>
    <w:rsid w:val="000D497A"/>
    <w:rsid w:val="000E6C08"/>
    <w:rsid w:val="00107197"/>
    <w:rsid w:val="00114BA5"/>
    <w:rsid w:val="001763E8"/>
    <w:rsid w:val="00191034"/>
    <w:rsid w:val="001B704B"/>
    <w:rsid w:val="001D6AD1"/>
    <w:rsid w:val="001F0C94"/>
    <w:rsid w:val="00231D39"/>
    <w:rsid w:val="00232088"/>
    <w:rsid w:val="0023789D"/>
    <w:rsid w:val="00270489"/>
    <w:rsid w:val="00290B8A"/>
    <w:rsid w:val="0029740B"/>
    <w:rsid w:val="002C2BD8"/>
    <w:rsid w:val="002C50BE"/>
    <w:rsid w:val="00317585"/>
    <w:rsid w:val="003554D4"/>
    <w:rsid w:val="0036574D"/>
    <w:rsid w:val="00380858"/>
    <w:rsid w:val="00397973"/>
    <w:rsid w:val="00420A3A"/>
    <w:rsid w:val="00485982"/>
    <w:rsid w:val="004C78E9"/>
    <w:rsid w:val="004E1502"/>
    <w:rsid w:val="005848AF"/>
    <w:rsid w:val="0062059E"/>
    <w:rsid w:val="00631EB2"/>
    <w:rsid w:val="00667F09"/>
    <w:rsid w:val="00712ABC"/>
    <w:rsid w:val="00722085"/>
    <w:rsid w:val="00741288"/>
    <w:rsid w:val="00782A57"/>
    <w:rsid w:val="007C26DF"/>
    <w:rsid w:val="00833969"/>
    <w:rsid w:val="008462ED"/>
    <w:rsid w:val="00872190"/>
    <w:rsid w:val="0091399A"/>
    <w:rsid w:val="009350CA"/>
    <w:rsid w:val="00937BF9"/>
    <w:rsid w:val="00943CCD"/>
    <w:rsid w:val="009A6EEB"/>
    <w:rsid w:val="00A14D50"/>
    <w:rsid w:val="00A62CD8"/>
    <w:rsid w:val="00AD5EB1"/>
    <w:rsid w:val="00B15224"/>
    <w:rsid w:val="00B52809"/>
    <w:rsid w:val="00B71A0D"/>
    <w:rsid w:val="00B722E7"/>
    <w:rsid w:val="00B96E25"/>
    <w:rsid w:val="00BD1766"/>
    <w:rsid w:val="00C25707"/>
    <w:rsid w:val="00C37147"/>
    <w:rsid w:val="00C80C67"/>
    <w:rsid w:val="00CB3DD5"/>
    <w:rsid w:val="00CD3D2F"/>
    <w:rsid w:val="00CD6B04"/>
    <w:rsid w:val="00CF459B"/>
    <w:rsid w:val="00D24EE8"/>
    <w:rsid w:val="00D42071"/>
    <w:rsid w:val="00D94F32"/>
    <w:rsid w:val="00DE6E48"/>
    <w:rsid w:val="00E0139E"/>
    <w:rsid w:val="00E25F23"/>
    <w:rsid w:val="00E81375"/>
    <w:rsid w:val="00E90443"/>
    <w:rsid w:val="00EB7D93"/>
    <w:rsid w:val="00EC3CF6"/>
    <w:rsid w:val="00EC6D06"/>
    <w:rsid w:val="00F82F5D"/>
    <w:rsid w:val="00F8463D"/>
    <w:rsid w:val="00F90F49"/>
    <w:rsid w:val="00FE2B03"/>
    <w:rsid w:val="00FF5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638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8</cp:revision>
  <dcterms:created xsi:type="dcterms:W3CDTF">2023-08-09T09:43:00Z</dcterms:created>
  <dcterms:modified xsi:type="dcterms:W3CDTF">2023-08-15T20:19:00Z</dcterms:modified>
</cp:coreProperties>
</file>