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0631FD" w:rsidP="00B722E7">
      <w:pPr>
        <w:pStyle w:val="Heading1"/>
      </w:pPr>
      <w:r>
        <w:t>Radnor Ramble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0631FD">
        <w:rPr>
          <w:rFonts w:eastAsia="Times New Roman"/>
          <w:b w:val="0"/>
        </w:rPr>
        <w:t>25th July 1987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0631FD">
        <w:rPr>
          <w:rFonts w:eastAsia="Times New Roman"/>
          <w:b w:val="0"/>
        </w:rPr>
        <w:t>33.3 miles, 5944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0631FD">
        <w:rPr>
          <w:b w:val="0"/>
        </w:rPr>
        <w:t>Chris Coy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4D3C9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Started at Aberedw (near Builth Wells) at (SO 083 472)</w:t>
      </w:r>
    </w:p>
    <w:p w:rsidR="004D3C95" w:rsidRDefault="00AA107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and path south-east up onto Llandeilo Hill, north-eastwards along Llandeilo Hill.</w:t>
      </w:r>
    </w:p>
    <w:p w:rsidR="00C81EBA" w:rsidRDefault="00C81EB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Past Cradle Rocks, over </w:t>
      </w:r>
      <w:r w:rsidR="00AA6E4B">
        <w:rPr>
          <w:sz w:val="28"/>
          <w:szCs w:val="28"/>
        </w:rPr>
        <w:t>Llanbedr Hill to summit of Red Hill.</w:t>
      </w:r>
    </w:p>
    <w:p w:rsidR="00FE70C8" w:rsidRDefault="00745E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past Mawn Pools and over Glascwm Hill</w:t>
      </w:r>
      <w:r w:rsidR="007A14C4">
        <w:rPr>
          <w:sz w:val="28"/>
          <w:szCs w:val="28"/>
        </w:rPr>
        <w:t xml:space="preserve"> descending to the road at Glascwm church at (SO 155 531).</w:t>
      </w:r>
    </w:p>
    <w:p w:rsidR="00AA6E4B" w:rsidRDefault="007813C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east through Glascwm and up to col of Rhiw Fwnws.</w:t>
      </w:r>
    </w:p>
    <w:p w:rsidR="00F06FEF" w:rsidRDefault="00315D2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along west side of Little Hill and</w:t>
      </w:r>
      <w:r w:rsidR="00865FFA">
        <w:rPr>
          <w:sz w:val="28"/>
          <w:szCs w:val="28"/>
        </w:rPr>
        <w:t xml:space="preserve"> up to summit of Gwaunceste Hill.</w:t>
      </w:r>
    </w:p>
    <w:p w:rsidR="003830BD" w:rsidRDefault="00865FF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830BD">
        <w:rPr>
          <w:sz w:val="28"/>
          <w:szCs w:val="28"/>
        </w:rPr>
        <w:t xml:space="preserve">Then north-east </w:t>
      </w:r>
      <w:r w:rsidR="00EE5F85" w:rsidRPr="003830BD">
        <w:rPr>
          <w:sz w:val="28"/>
          <w:szCs w:val="28"/>
        </w:rPr>
        <w:t>downhill to track at (SO 165 563).</w:t>
      </w:r>
    </w:p>
    <w:p w:rsidR="00EE5F85" w:rsidRDefault="00EE5F8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830BD">
        <w:rPr>
          <w:sz w:val="28"/>
          <w:szCs w:val="28"/>
        </w:rPr>
        <w:t xml:space="preserve">East along track then north-north-east </w:t>
      </w:r>
      <w:r w:rsidR="003F5837" w:rsidRPr="003830BD">
        <w:rPr>
          <w:sz w:val="28"/>
          <w:szCs w:val="28"/>
        </w:rPr>
        <w:t>past Black Yatt and over Pentre Tump</w:t>
      </w:r>
      <w:r w:rsidR="00BE600C" w:rsidRPr="003830BD">
        <w:rPr>
          <w:sz w:val="28"/>
          <w:szCs w:val="28"/>
        </w:rPr>
        <w:t xml:space="preserve"> and Castle Hill to cross track at (SO 208 593)</w:t>
      </w:r>
      <w:r w:rsidR="003830BD" w:rsidRPr="003830BD">
        <w:rPr>
          <w:sz w:val="28"/>
          <w:szCs w:val="28"/>
        </w:rPr>
        <w:t>.</w:t>
      </w:r>
    </w:p>
    <w:p w:rsidR="00AB4933" w:rsidRDefault="001633D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past </w:t>
      </w:r>
      <w:r w:rsidR="00FB4096">
        <w:rPr>
          <w:sz w:val="28"/>
          <w:szCs w:val="28"/>
        </w:rPr>
        <w:t xml:space="preserve">Stockenny </w:t>
      </w:r>
      <w:r w:rsidR="00AB17B5">
        <w:rPr>
          <w:sz w:val="28"/>
          <w:szCs w:val="28"/>
        </w:rPr>
        <w:t xml:space="preserve">Farm </w:t>
      </w:r>
      <w:r w:rsidR="00FB4096">
        <w:rPr>
          <w:sz w:val="28"/>
          <w:szCs w:val="28"/>
        </w:rPr>
        <w:t>and</w:t>
      </w:r>
      <w:r>
        <w:rPr>
          <w:sz w:val="28"/>
          <w:szCs w:val="28"/>
        </w:rPr>
        <w:t xml:space="preserve"> round the south and east side </w:t>
      </w:r>
      <w:r w:rsidR="00FB4096">
        <w:rPr>
          <w:sz w:val="28"/>
          <w:szCs w:val="28"/>
        </w:rPr>
        <w:t>of T</w:t>
      </w:r>
      <w:r>
        <w:rPr>
          <w:sz w:val="28"/>
          <w:szCs w:val="28"/>
        </w:rPr>
        <w:t>he Smatcher to join A44 at (SO 216 605).</w:t>
      </w:r>
    </w:p>
    <w:p w:rsidR="003830BD" w:rsidRDefault="00FB409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Into New Radnor </w:t>
      </w:r>
      <w:r w:rsidR="00584B86">
        <w:rPr>
          <w:sz w:val="28"/>
          <w:szCs w:val="28"/>
        </w:rPr>
        <w:t xml:space="preserve">to pub for lunch. Return to A44 and track </w:t>
      </w:r>
      <w:r w:rsidR="00AB4933">
        <w:rPr>
          <w:sz w:val="28"/>
          <w:szCs w:val="28"/>
        </w:rPr>
        <w:t xml:space="preserve">junction </w:t>
      </w:r>
      <w:r w:rsidR="00584B86">
        <w:rPr>
          <w:sz w:val="28"/>
          <w:szCs w:val="28"/>
        </w:rPr>
        <w:t xml:space="preserve">at </w:t>
      </w:r>
      <w:r w:rsidR="00980939">
        <w:rPr>
          <w:sz w:val="28"/>
          <w:szCs w:val="28"/>
        </w:rPr>
        <w:t>(SO</w:t>
      </w:r>
      <w:r w:rsidR="00AB4933">
        <w:rPr>
          <w:sz w:val="28"/>
          <w:szCs w:val="28"/>
        </w:rPr>
        <w:t> </w:t>
      </w:r>
      <w:r w:rsidR="00980939">
        <w:rPr>
          <w:sz w:val="28"/>
          <w:szCs w:val="28"/>
        </w:rPr>
        <w:t>216 605).</w:t>
      </w:r>
    </w:p>
    <w:p w:rsidR="00980939" w:rsidRDefault="0098093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</w:t>
      </w:r>
      <w:r w:rsidR="00171494">
        <w:rPr>
          <w:sz w:val="28"/>
          <w:szCs w:val="28"/>
        </w:rPr>
        <w:t xml:space="preserve"> then path west along right bank of Summergil Brook </w:t>
      </w:r>
      <w:r w:rsidR="002167B9">
        <w:rPr>
          <w:sz w:val="28"/>
          <w:szCs w:val="28"/>
        </w:rPr>
        <w:t>then climbing up to ridge and cross tracks by Pentre Tump at (SO 188 576)</w:t>
      </w:r>
      <w:r w:rsidR="00DE3495">
        <w:rPr>
          <w:sz w:val="28"/>
          <w:szCs w:val="28"/>
        </w:rPr>
        <w:t>.</w:t>
      </w:r>
    </w:p>
    <w:p w:rsidR="00DE3495" w:rsidRDefault="00DE349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Westwards over Bryn-y-maen</w:t>
      </w:r>
      <w:r w:rsidR="004B551E">
        <w:rPr>
          <w:sz w:val="28"/>
          <w:szCs w:val="28"/>
        </w:rPr>
        <w:t>, and</w:t>
      </w:r>
      <w:r w:rsidR="00057D95">
        <w:rPr>
          <w:sz w:val="28"/>
          <w:szCs w:val="28"/>
        </w:rPr>
        <w:t xml:space="preserve"> </w:t>
      </w:r>
      <w:r w:rsidR="004B551E">
        <w:rPr>
          <w:sz w:val="28"/>
          <w:szCs w:val="28"/>
        </w:rPr>
        <w:t>a</w:t>
      </w:r>
      <w:r w:rsidR="00E8290B">
        <w:rPr>
          <w:sz w:val="28"/>
          <w:szCs w:val="28"/>
        </w:rPr>
        <w:t xml:space="preserve">cross south side of Cefn-dre-wern to A481 </w:t>
      </w:r>
      <w:r w:rsidR="004B551E">
        <w:rPr>
          <w:sz w:val="28"/>
          <w:szCs w:val="28"/>
        </w:rPr>
        <w:t xml:space="preserve">at </w:t>
      </w:r>
      <w:r w:rsidR="00057D95">
        <w:rPr>
          <w:sz w:val="28"/>
          <w:szCs w:val="28"/>
        </w:rPr>
        <w:t>(SO</w:t>
      </w:r>
      <w:r w:rsidR="00CA0A1C">
        <w:rPr>
          <w:sz w:val="28"/>
          <w:szCs w:val="28"/>
        </w:rPr>
        <w:t> </w:t>
      </w:r>
      <w:r w:rsidR="00057D95">
        <w:rPr>
          <w:sz w:val="28"/>
          <w:szCs w:val="28"/>
        </w:rPr>
        <w:t>132</w:t>
      </w:r>
      <w:r w:rsidR="004B551E">
        <w:rPr>
          <w:sz w:val="28"/>
          <w:szCs w:val="28"/>
        </w:rPr>
        <w:t> </w:t>
      </w:r>
      <w:r w:rsidR="00057D95">
        <w:rPr>
          <w:sz w:val="28"/>
          <w:szCs w:val="28"/>
        </w:rPr>
        <w:t>561).</w:t>
      </w:r>
    </w:p>
    <w:p w:rsidR="00057D95" w:rsidRDefault="00F5524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South-west on A481 for short way then along track rejoining A481 at (SO </w:t>
      </w:r>
      <w:r w:rsidR="007E5647">
        <w:rPr>
          <w:sz w:val="28"/>
          <w:szCs w:val="28"/>
        </w:rPr>
        <w:t>118 548).</w:t>
      </w:r>
    </w:p>
    <w:p w:rsidR="007E5647" w:rsidRDefault="007E564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A481 south</w:t>
      </w:r>
      <w:r w:rsidR="009B72EE">
        <w:rPr>
          <w:sz w:val="28"/>
          <w:szCs w:val="28"/>
        </w:rPr>
        <w:t>-</w:t>
      </w:r>
      <w:r>
        <w:rPr>
          <w:sz w:val="28"/>
          <w:szCs w:val="28"/>
        </w:rPr>
        <w:t xml:space="preserve">west </w:t>
      </w:r>
      <w:r w:rsidR="00C734A6">
        <w:rPr>
          <w:sz w:val="28"/>
          <w:szCs w:val="28"/>
        </w:rPr>
        <w:t>past Hundred House to path junction by site of Colwyn Castle</w:t>
      </w:r>
      <w:r w:rsidR="007771E2">
        <w:rPr>
          <w:sz w:val="28"/>
          <w:szCs w:val="28"/>
        </w:rPr>
        <w:t xml:space="preserve"> at (SO 108 538).</w:t>
      </w:r>
    </w:p>
    <w:p w:rsidR="005112D5" w:rsidRDefault="005112D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South-westwards uphill through woods and over Aberedw Hill.</w:t>
      </w:r>
    </w:p>
    <w:p w:rsidR="005112D5" w:rsidRDefault="005112D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Down south </w:t>
      </w:r>
      <w:r w:rsidR="0045189E">
        <w:rPr>
          <w:sz w:val="28"/>
          <w:szCs w:val="28"/>
        </w:rPr>
        <w:t>ridge of</w:t>
      </w:r>
      <w:r>
        <w:rPr>
          <w:sz w:val="28"/>
          <w:szCs w:val="28"/>
        </w:rPr>
        <w:t xml:space="preserve"> </w:t>
      </w:r>
      <w:r w:rsidR="001142AC">
        <w:rPr>
          <w:sz w:val="28"/>
          <w:szCs w:val="28"/>
        </w:rPr>
        <w:t>Aberedw Hill following track past Court Farm.</w:t>
      </w:r>
    </w:p>
    <w:p w:rsidR="0045189E" w:rsidRDefault="0045189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south-west beside River Edw to bridge and minor road at (SO </w:t>
      </w:r>
      <w:r w:rsidR="00947B79">
        <w:rPr>
          <w:sz w:val="28"/>
          <w:szCs w:val="28"/>
        </w:rPr>
        <w:t>084 471).</w:t>
      </w:r>
    </w:p>
    <w:p w:rsidR="00AB4933" w:rsidRPr="003830BD" w:rsidRDefault="00AB493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north-west to cars.</w:t>
      </w:r>
    </w:p>
    <w:p w:rsidR="00C37147" w:rsidRPr="00DE6E48" w:rsidRDefault="00C37147" w:rsidP="003830BD">
      <w:pPr>
        <w:pStyle w:val="Heading2"/>
        <w:keepNext w:val="0"/>
        <w:keepLines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3269A2">
        <w:rPr>
          <w:rFonts w:eastAsia="Times New Roman"/>
          <w:b w:val="0"/>
        </w:rPr>
        <w:t>Very sunny all day with a good, but warm/mild, breeze. Good views. Warm/hot all day</w:t>
      </w:r>
      <w:r w:rsidR="00A832A4">
        <w:rPr>
          <w:rFonts w:eastAsia="Times New Roman"/>
          <w:b w:val="0"/>
        </w:rPr>
        <w:t>. Originally intended including the Radnorshire 2000</w:t>
      </w:r>
      <w:r w:rsidR="00A137BE">
        <w:rPr>
          <w:rFonts w:eastAsia="Times New Roman"/>
          <w:b w:val="0"/>
        </w:rPr>
        <w:t>’</w:t>
      </w:r>
      <w:r w:rsidR="00A832A4">
        <w:rPr>
          <w:rFonts w:eastAsia="Times New Roman"/>
          <w:b w:val="0"/>
        </w:rPr>
        <w:t xml:space="preserve">ers but post 100 lassitude and </w:t>
      </w:r>
      <w:r w:rsidR="00427973">
        <w:rPr>
          <w:rFonts w:eastAsia="Times New Roman"/>
          <w:b w:val="0"/>
        </w:rPr>
        <w:t>Alun and Marcus feeling the pace/distance ensured we turned back at New Radnor.</w:t>
      </w:r>
    </w:p>
    <w:p w:rsidR="00E71661" w:rsidRPr="00E71661" w:rsidRDefault="00712ABC" w:rsidP="003830BD">
      <w:pPr>
        <w:pStyle w:val="Heading2"/>
        <w:keepNext w:val="0"/>
        <w:keepLines w:val="0"/>
        <w:rPr>
          <w:rFonts w:ascii="Times New Roman" w:eastAsia="Times New Roman" w:hAnsi="Times New Roman" w:cs="Times New Roman"/>
          <w:b w:val="0"/>
          <w:szCs w:val="24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6E6170">
        <w:rPr>
          <w:rFonts w:eastAsia="Times New Roman"/>
          <w:b w:val="0"/>
        </w:rPr>
        <w:tab/>
      </w:r>
      <w:r w:rsidR="00E71661" w:rsidRPr="006E6170">
        <w:rPr>
          <w:rFonts w:eastAsia="Times New Roman"/>
          <w:b w:val="0"/>
        </w:rPr>
        <w:t>Chris Coy</w:t>
      </w:r>
      <w:r w:rsidR="006E6170">
        <w:rPr>
          <w:rFonts w:eastAsia="Times New Roman"/>
          <w:b w:val="0"/>
        </w:rPr>
        <w:t>,</w:t>
      </w:r>
      <w:r w:rsidR="00E71661" w:rsidRPr="00E71661">
        <w:rPr>
          <w:rFonts w:ascii="Times New Roman" w:eastAsia="Times New Roman" w:hAnsi="Times New Roman" w:cs="Times New Roman"/>
          <w:b w:val="0"/>
          <w:szCs w:val="24"/>
        </w:rPr>
        <w:t xml:space="preserve"> Nick Kaye, An</w:t>
      </w:r>
      <w:r w:rsidR="006E6170">
        <w:rPr>
          <w:rFonts w:ascii="Times New Roman" w:eastAsia="Times New Roman" w:hAnsi="Times New Roman" w:cs="Times New Roman"/>
          <w:b w:val="0"/>
          <w:szCs w:val="24"/>
        </w:rPr>
        <w:t>drew Clabon, Marcus Harling, Alu</w:t>
      </w:r>
      <w:r w:rsidR="00E71661" w:rsidRPr="00E71661">
        <w:rPr>
          <w:rFonts w:ascii="Times New Roman" w:eastAsia="Times New Roman" w:hAnsi="Times New Roman" w:cs="Times New Roman"/>
          <w:b w:val="0"/>
          <w:szCs w:val="24"/>
        </w:rPr>
        <w:t>n Jones.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0631FD"/>
    <w:rsid w:val="00057D95"/>
    <w:rsid w:val="000631FD"/>
    <w:rsid w:val="0006366E"/>
    <w:rsid w:val="0008166F"/>
    <w:rsid w:val="000D1346"/>
    <w:rsid w:val="000D497A"/>
    <w:rsid w:val="00107197"/>
    <w:rsid w:val="001142AC"/>
    <w:rsid w:val="001633DF"/>
    <w:rsid w:val="00171494"/>
    <w:rsid w:val="001763E8"/>
    <w:rsid w:val="00191034"/>
    <w:rsid w:val="001F0C94"/>
    <w:rsid w:val="002167B9"/>
    <w:rsid w:val="00270489"/>
    <w:rsid w:val="00290B8A"/>
    <w:rsid w:val="002C2BD8"/>
    <w:rsid w:val="002C50BE"/>
    <w:rsid w:val="00315D22"/>
    <w:rsid w:val="003269A2"/>
    <w:rsid w:val="003554D4"/>
    <w:rsid w:val="003830BD"/>
    <w:rsid w:val="003F5837"/>
    <w:rsid w:val="00427973"/>
    <w:rsid w:val="0045189E"/>
    <w:rsid w:val="004B551E"/>
    <w:rsid w:val="004D3C95"/>
    <w:rsid w:val="005112D5"/>
    <w:rsid w:val="00584B86"/>
    <w:rsid w:val="006E6170"/>
    <w:rsid w:val="00712ABC"/>
    <w:rsid w:val="00745EA4"/>
    <w:rsid w:val="007771E2"/>
    <w:rsid w:val="007813CB"/>
    <w:rsid w:val="007A14C4"/>
    <w:rsid w:val="007E5647"/>
    <w:rsid w:val="00865FFA"/>
    <w:rsid w:val="0091399A"/>
    <w:rsid w:val="00937BF9"/>
    <w:rsid w:val="00947B79"/>
    <w:rsid w:val="00980939"/>
    <w:rsid w:val="009B72EE"/>
    <w:rsid w:val="00A137BE"/>
    <w:rsid w:val="00A832A4"/>
    <w:rsid w:val="00AA107A"/>
    <w:rsid w:val="00AA6E4B"/>
    <w:rsid w:val="00AB17B5"/>
    <w:rsid w:val="00AB4933"/>
    <w:rsid w:val="00B52809"/>
    <w:rsid w:val="00B722E7"/>
    <w:rsid w:val="00B76329"/>
    <w:rsid w:val="00B96E25"/>
    <w:rsid w:val="00BD1766"/>
    <w:rsid w:val="00BE600C"/>
    <w:rsid w:val="00C25707"/>
    <w:rsid w:val="00C37147"/>
    <w:rsid w:val="00C734A6"/>
    <w:rsid w:val="00C80C67"/>
    <w:rsid w:val="00C81EBA"/>
    <w:rsid w:val="00CA0A1C"/>
    <w:rsid w:val="00CB3DD5"/>
    <w:rsid w:val="00CD3D2F"/>
    <w:rsid w:val="00D42071"/>
    <w:rsid w:val="00DE3495"/>
    <w:rsid w:val="00DE6E48"/>
    <w:rsid w:val="00E0139E"/>
    <w:rsid w:val="00E71661"/>
    <w:rsid w:val="00E81375"/>
    <w:rsid w:val="00E8290B"/>
    <w:rsid w:val="00EC6D06"/>
    <w:rsid w:val="00EE5F85"/>
    <w:rsid w:val="00F06FEF"/>
    <w:rsid w:val="00F55248"/>
    <w:rsid w:val="00FB4096"/>
    <w:rsid w:val="00FE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123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2023-08-04T10:57:00Z</dcterms:created>
  <dcterms:modified xsi:type="dcterms:W3CDTF">2023-08-04T13:00:00Z</dcterms:modified>
</cp:coreProperties>
</file>