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12015E" w:rsidP="00B722E7">
      <w:pPr>
        <w:pStyle w:val="Heading1"/>
      </w:pPr>
      <w:r>
        <w:t>Waterfall Wanderings and Whistle Wetting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12015E">
        <w:rPr>
          <w:rFonts w:eastAsia="Times New Roman"/>
          <w:b w:val="0"/>
        </w:rPr>
        <w:t>17th January 1987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12015E">
        <w:rPr>
          <w:rFonts w:eastAsia="Times New Roman"/>
          <w:b w:val="0"/>
        </w:rPr>
        <w:t>14.6 miles, 2470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12015E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8F627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car park at C</w:t>
      </w:r>
      <w:r w:rsidR="00365404">
        <w:rPr>
          <w:sz w:val="28"/>
          <w:szCs w:val="28"/>
        </w:rPr>
        <w:t>astell Ddinas, Pontneddf</w:t>
      </w:r>
      <w:r>
        <w:rPr>
          <w:sz w:val="28"/>
          <w:szCs w:val="28"/>
        </w:rPr>
        <w:t>echan at (</w:t>
      </w:r>
      <w:r w:rsidR="00365404">
        <w:rPr>
          <w:sz w:val="28"/>
          <w:szCs w:val="28"/>
        </w:rPr>
        <w:t xml:space="preserve">SN </w:t>
      </w:r>
      <w:r w:rsidR="00B84582">
        <w:rPr>
          <w:sz w:val="28"/>
          <w:szCs w:val="28"/>
        </w:rPr>
        <w:t>911 07</w:t>
      </w:r>
      <w:r>
        <w:rPr>
          <w:sz w:val="28"/>
          <w:szCs w:val="28"/>
        </w:rPr>
        <w:t>9)</w:t>
      </w:r>
      <w:r w:rsidR="00552DCD">
        <w:rPr>
          <w:sz w:val="28"/>
          <w:szCs w:val="28"/>
        </w:rPr>
        <w:t>.</w:t>
      </w:r>
    </w:p>
    <w:p w:rsidR="00290B8A" w:rsidRDefault="00552DC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westwards through Pontneddfechan to Afon Nedd.</w:t>
      </w:r>
    </w:p>
    <w:p w:rsidR="00552DCD" w:rsidRDefault="00552DC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</w:t>
      </w:r>
      <w:proofErr w:type="gramStart"/>
      <w:r w:rsidR="00902AAC">
        <w:rPr>
          <w:sz w:val="28"/>
          <w:szCs w:val="28"/>
        </w:rPr>
        <w:t xml:space="preserve">along </w:t>
      </w:r>
      <w:r>
        <w:rPr>
          <w:sz w:val="28"/>
          <w:szCs w:val="28"/>
        </w:rPr>
        <w:t xml:space="preserve"> right</w:t>
      </w:r>
      <w:proofErr w:type="gramEnd"/>
      <w:r>
        <w:rPr>
          <w:sz w:val="28"/>
          <w:szCs w:val="28"/>
        </w:rPr>
        <w:t xml:space="preserve"> bank </w:t>
      </w:r>
      <w:r w:rsidR="00050D70">
        <w:rPr>
          <w:sz w:val="28"/>
          <w:szCs w:val="28"/>
        </w:rPr>
        <w:t>to junction with Afon Pyrddin.</w:t>
      </w:r>
    </w:p>
    <w:p w:rsidR="00050D70" w:rsidRDefault="00E8378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Up Afon Pyrddin via Sg</w:t>
      </w:r>
      <w:r w:rsidR="00FD5789">
        <w:rPr>
          <w:sz w:val="28"/>
          <w:szCs w:val="28"/>
        </w:rPr>
        <w:t xml:space="preserve">wd </w:t>
      </w:r>
      <w:r>
        <w:rPr>
          <w:sz w:val="28"/>
          <w:szCs w:val="28"/>
        </w:rPr>
        <w:t>Gwladu</w:t>
      </w:r>
      <w:r w:rsidR="00FD5789">
        <w:rPr>
          <w:sz w:val="28"/>
          <w:szCs w:val="28"/>
        </w:rPr>
        <w:t>s</w:t>
      </w:r>
      <w:r w:rsidR="00542998">
        <w:rPr>
          <w:sz w:val="28"/>
          <w:szCs w:val="28"/>
        </w:rPr>
        <w:t xml:space="preserve"> almost to Sc</w:t>
      </w:r>
      <w:r>
        <w:rPr>
          <w:sz w:val="28"/>
          <w:szCs w:val="28"/>
        </w:rPr>
        <w:t>wd Einion Gam</w:t>
      </w:r>
      <w:r w:rsidR="00542998">
        <w:rPr>
          <w:sz w:val="28"/>
          <w:szCs w:val="28"/>
        </w:rPr>
        <w:t>.</w:t>
      </w:r>
    </w:p>
    <w:p w:rsidR="00542998" w:rsidRDefault="0054299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Northwards </w:t>
      </w:r>
      <w:r w:rsidR="005271EA">
        <w:rPr>
          <w:sz w:val="28"/>
          <w:szCs w:val="28"/>
        </w:rPr>
        <w:t>out of valley and thro</w:t>
      </w:r>
      <w:r w:rsidR="00870944">
        <w:rPr>
          <w:sz w:val="28"/>
          <w:szCs w:val="28"/>
        </w:rPr>
        <w:t xml:space="preserve">ugh forestry to track at about </w:t>
      </w:r>
      <w:r w:rsidR="0072484E">
        <w:rPr>
          <w:sz w:val="28"/>
          <w:szCs w:val="28"/>
        </w:rPr>
        <w:t>(</w:t>
      </w:r>
      <w:r w:rsidR="00870944">
        <w:rPr>
          <w:sz w:val="28"/>
          <w:szCs w:val="28"/>
        </w:rPr>
        <w:t xml:space="preserve">SN </w:t>
      </w:r>
      <w:r w:rsidR="0072484E">
        <w:rPr>
          <w:sz w:val="28"/>
          <w:szCs w:val="28"/>
        </w:rPr>
        <w:t>8</w:t>
      </w:r>
      <w:r w:rsidR="006A2AF8">
        <w:rPr>
          <w:sz w:val="28"/>
          <w:szCs w:val="28"/>
        </w:rPr>
        <w:t>90</w:t>
      </w:r>
      <w:r w:rsidR="0072484E">
        <w:rPr>
          <w:sz w:val="28"/>
          <w:szCs w:val="28"/>
        </w:rPr>
        <w:t xml:space="preserve"> </w:t>
      </w:r>
      <w:r w:rsidR="006A2AF8">
        <w:rPr>
          <w:sz w:val="28"/>
          <w:szCs w:val="28"/>
        </w:rPr>
        <w:t>09</w:t>
      </w:r>
      <w:r w:rsidR="0072484E">
        <w:rPr>
          <w:sz w:val="28"/>
          <w:szCs w:val="28"/>
        </w:rPr>
        <w:t>7)</w:t>
      </w:r>
      <w:r w:rsidR="006A2AF8">
        <w:rPr>
          <w:sz w:val="28"/>
          <w:szCs w:val="28"/>
        </w:rPr>
        <w:t>.</w:t>
      </w:r>
    </w:p>
    <w:p w:rsidR="006A2AF8" w:rsidRDefault="00043F6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north-east to junction at (SN 893 100), north-west for</w:t>
      </w:r>
      <w:r w:rsidR="001C6484">
        <w:rPr>
          <w:sz w:val="28"/>
          <w:szCs w:val="28"/>
        </w:rPr>
        <w:t xml:space="preserve"> short way on track to (SN 890 101</w:t>
      </w:r>
      <w:r w:rsidR="00FC060C">
        <w:rPr>
          <w:sz w:val="28"/>
          <w:szCs w:val="28"/>
        </w:rPr>
        <w:t>), n</w:t>
      </w:r>
      <w:r w:rsidR="001D5E0F">
        <w:rPr>
          <w:sz w:val="28"/>
          <w:szCs w:val="28"/>
        </w:rPr>
        <w:t>orth on track to track junction at (SN 889 107)</w:t>
      </w:r>
      <w:r w:rsidR="00FC060C">
        <w:rPr>
          <w:sz w:val="28"/>
          <w:szCs w:val="28"/>
        </w:rPr>
        <w:t>.</w:t>
      </w:r>
    </w:p>
    <w:p w:rsidR="00FC060C" w:rsidRDefault="00FC060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Westwards on track to about (SN </w:t>
      </w:r>
      <w:r w:rsidR="00BB1721">
        <w:rPr>
          <w:sz w:val="28"/>
          <w:szCs w:val="28"/>
        </w:rPr>
        <w:t xml:space="preserve">8822 106), </w:t>
      </w:r>
      <w:r w:rsidR="0009668C">
        <w:rPr>
          <w:sz w:val="28"/>
          <w:szCs w:val="28"/>
        </w:rPr>
        <w:t>Down and across Nant Hir at (SN 8833 108).</w:t>
      </w:r>
    </w:p>
    <w:p w:rsidR="0074076C" w:rsidRDefault="00E163B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North-east across open ground to forestry edge then west along forestry edge </w:t>
      </w:r>
      <w:r w:rsidR="006D3916">
        <w:rPr>
          <w:sz w:val="28"/>
          <w:szCs w:val="28"/>
        </w:rPr>
        <w:t>to corner at (SN 881 111).</w:t>
      </w:r>
    </w:p>
    <w:p w:rsidR="0009668C" w:rsidRDefault="00F262D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Forestry track east to track junction at (SN 883 111).</w:t>
      </w:r>
    </w:p>
    <w:p w:rsidR="006D3916" w:rsidRDefault="006D391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</w:t>
      </w:r>
      <w:r w:rsidR="00E50461">
        <w:rPr>
          <w:sz w:val="28"/>
          <w:szCs w:val="28"/>
        </w:rPr>
        <w:t>-</w:t>
      </w:r>
      <w:r>
        <w:rPr>
          <w:sz w:val="28"/>
          <w:szCs w:val="28"/>
        </w:rPr>
        <w:t xml:space="preserve">westwards along </w:t>
      </w:r>
      <w:r w:rsidR="00801652">
        <w:rPr>
          <w:sz w:val="28"/>
          <w:szCs w:val="28"/>
        </w:rPr>
        <w:t>track to junction with Sarn Helen Roman Road</w:t>
      </w:r>
      <w:r w:rsidR="00A84F9D">
        <w:rPr>
          <w:sz w:val="28"/>
          <w:szCs w:val="28"/>
        </w:rPr>
        <w:t xml:space="preserve"> at (SN 879 117)</w:t>
      </w:r>
      <w:r w:rsidR="00801652">
        <w:rPr>
          <w:sz w:val="28"/>
          <w:szCs w:val="28"/>
        </w:rPr>
        <w:t>.</w:t>
      </w:r>
    </w:p>
    <w:p w:rsidR="00801652" w:rsidRDefault="00D30DD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Sarn </w:t>
      </w:r>
      <w:r w:rsidR="00FF6E2E">
        <w:rPr>
          <w:sz w:val="28"/>
          <w:szCs w:val="28"/>
        </w:rPr>
        <w:t xml:space="preserve">Helen </w:t>
      </w:r>
      <w:r>
        <w:rPr>
          <w:sz w:val="28"/>
          <w:szCs w:val="28"/>
        </w:rPr>
        <w:t>east</w:t>
      </w:r>
      <w:r w:rsidR="00EF7C53">
        <w:rPr>
          <w:sz w:val="28"/>
          <w:szCs w:val="28"/>
        </w:rPr>
        <w:t xml:space="preserve">-north-east then north-north-east to track Junction at (SN 908 </w:t>
      </w:r>
      <w:r w:rsidR="00FF6E2E">
        <w:rPr>
          <w:sz w:val="28"/>
          <w:szCs w:val="28"/>
        </w:rPr>
        <w:t>139).</w:t>
      </w:r>
    </w:p>
    <w:p w:rsidR="0074076C" w:rsidRDefault="00592BB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east downhill and across Afon Nedd, path down </w:t>
      </w:r>
      <w:r w:rsidR="00703F28">
        <w:rPr>
          <w:sz w:val="28"/>
          <w:szCs w:val="28"/>
        </w:rPr>
        <w:t>river Pwll-y-Rhyd</w:t>
      </w:r>
      <w:r w:rsidR="00E77529">
        <w:rPr>
          <w:sz w:val="28"/>
          <w:szCs w:val="28"/>
        </w:rPr>
        <w:t xml:space="preserve"> then north-east out of </w:t>
      </w:r>
      <w:r w:rsidR="0074076C">
        <w:rPr>
          <w:sz w:val="28"/>
          <w:szCs w:val="28"/>
        </w:rPr>
        <w:t>valley to road at (SN 913 138).</w:t>
      </w:r>
    </w:p>
    <w:p w:rsidR="00C30156" w:rsidRPr="0074076C" w:rsidRDefault="00E77529" w:rsidP="0074076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to path junction at </w:t>
      </w:r>
      <w:r w:rsidR="002E5B65">
        <w:rPr>
          <w:sz w:val="28"/>
          <w:szCs w:val="28"/>
        </w:rPr>
        <w:t>(SN 913 141).</w:t>
      </w:r>
      <w:r w:rsidR="0074076C">
        <w:rPr>
          <w:sz w:val="28"/>
          <w:szCs w:val="28"/>
        </w:rPr>
        <w:t xml:space="preserve"> </w:t>
      </w:r>
      <w:r w:rsidR="0061371F" w:rsidRPr="0074076C">
        <w:rPr>
          <w:sz w:val="28"/>
          <w:szCs w:val="28"/>
        </w:rPr>
        <w:t>Path eastwards to Ystradfellte</w:t>
      </w:r>
      <w:r w:rsidR="00C30156" w:rsidRPr="0074076C">
        <w:rPr>
          <w:sz w:val="28"/>
          <w:szCs w:val="28"/>
        </w:rPr>
        <w:t xml:space="preserve"> (pub was shut).</w:t>
      </w:r>
    </w:p>
    <w:p w:rsidR="0061371F" w:rsidRDefault="00821F4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south-south-east</w:t>
      </w:r>
      <w:r w:rsidR="00203F4D">
        <w:rPr>
          <w:sz w:val="28"/>
          <w:szCs w:val="28"/>
        </w:rPr>
        <w:t xml:space="preserve"> across Pont Rhydr</w:t>
      </w:r>
      <w:r w:rsidR="00C30156">
        <w:rPr>
          <w:sz w:val="28"/>
          <w:szCs w:val="28"/>
        </w:rPr>
        <w:t>hiwllan</w:t>
      </w:r>
      <w:r w:rsidR="00203F4D">
        <w:rPr>
          <w:sz w:val="28"/>
          <w:szCs w:val="28"/>
        </w:rPr>
        <w:t xml:space="preserve"> to path junction at (SN </w:t>
      </w:r>
      <w:r w:rsidR="00B76D95">
        <w:rPr>
          <w:sz w:val="28"/>
          <w:szCs w:val="28"/>
        </w:rPr>
        <w:t>932 130).</w:t>
      </w:r>
    </w:p>
    <w:p w:rsidR="0044176F" w:rsidRDefault="00B74A2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south-west to Porth yr ogof</w:t>
      </w:r>
      <w:r w:rsidR="0044176F">
        <w:rPr>
          <w:sz w:val="28"/>
          <w:szCs w:val="28"/>
        </w:rPr>
        <w:t>.</w:t>
      </w:r>
    </w:p>
    <w:p w:rsidR="00B76D95" w:rsidRDefault="0044176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</w:t>
      </w:r>
      <w:r w:rsidR="00961402">
        <w:rPr>
          <w:sz w:val="28"/>
          <w:szCs w:val="28"/>
        </w:rPr>
        <w:t>oot</w:t>
      </w:r>
      <w:r w:rsidR="00B74A23">
        <w:rPr>
          <w:sz w:val="28"/>
          <w:szCs w:val="28"/>
        </w:rPr>
        <w:t xml:space="preserve">path </w:t>
      </w:r>
      <w:r w:rsidR="00961402">
        <w:rPr>
          <w:sz w:val="28"/>
          <w:szCs w:val="28"/>
        </w:rPr>
        <w:t>south down left bank of Afon Mellte to Sgwd yr Eira</w:t>
      </w:r>
      <w:r w:rsidR="00DF7C20">
        <w:rPr>
          <w:sz w:val="28"/>
          <w:szCs w:val="28"/>
        </w:rPr>
        <w:t xml:space="preserve"> and Afon Hepste</w:t>
      </w:r>
      <w:r w:rsidR="009A6C07">
        <w:rPr>
          <w:sz w:val="28"/>
          <w:szCs w:val="28"/>
        </w:rPr>
        <w:t>.</w:t>
      </w:r>
    </w:p>
    <w:p w:rsidR="009A6C07" w:rsidRPr="00B96E25" w:rsidRDefault="009A6C0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 past Gilhepste-cerig</w:t>
      </w:r>
      <w:r w:rsidR="00536302">
        <w:rPr>
          <w:sz w:val="28"/>
          <w:szCs w:val="28"/>
        </w:rPr>
        <w:t xml:space="preserve"> to silica mines (explored) and along Craig y Ddinas to finish at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D56735">
        <w:rPr>
          <w:rFonts w:eastAsia="Times New Roman"/>
          <w:b w:val="0"/>
        </w:rPr>
        <w:t xml:space="preserve">Cloudy bright with occasional weak sunny periods – cool – light breeze </w:t>
      </w:r>
      <w:r w:rsidR="007F21E7">
        <w:rPr>
          <w:rFonts w:eastAsia="Times New Roman"/>
          <w:b w:val="0"/>
        </w:rPr>
        <w:t>–</w:t>
      </w:r>
      <w:r w:rsidR="00D56735">
        <w:rPr>
          <w:rFonts w:eastAsia="Times New Roman"/>
          <w:b w:val="0"/>
        </w:rPr>
        <w:t xml:space="preserve"> </w:t>
      </w:r>
      <w:r w:rsidR="007F21E7">
        <w:rPr>
          <w:rFonts w:eastAsia="Times New Roman"/>
          <w:b w:val="0"/>
        </w:rPr>
        <w:t>deepish snow with some drifts waist deep.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BB6410">
        <w:rPr>
          <w:rFonts w:eastAsia="Times New Roman"/>
          <w:b w:val="0"/>
        </w:rPr>
        <w:t>Nick Kaye, Barry Powell, Rob &amp; Beccy Richardson, Tony Clark, Steve Plant, Alun Jones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2015E"/>
    <w:rsid w:val="00043F66"/>
    <w:rsid w:val="00050D70"/>
    <w:rsid w:val="0008166F"/>
    <w:rsid w:val="0009668C"/>
    <w:rsid w:val="000D1346"/>
    <w:rsid w:val="000D497A"/>
    <w:rsid w:val="00107197"/>
    <w:rsid w:val="0012015E"/>
    <w:rsid w:val="001763E8"/>
    <w:rsid w:val="00191034"/>
    <w:rsid w:val="001C6484"/>
    <w:rsid w:val="001D5E0F"/>
    <w:rsid w:val="001F0C94"/>
    <w:rsid w:val="00203F4D"/>
    <w:rsid w:val="00270489"/>
    <w:rsid w:val="00290B8A"/>
    <w:rsid w:val="002C2BD8"/>
    <w:rsid w:val="002C50BE"/>
    <w:rsid w:val="002E5B65"/>
    <w:rsid w:val="003554D4"/>
    <w:rsid w:val="00365404"/>
    <w:rsid w:val="0044176F"/>
    <w:rsid w:val="005271EA"/>
    <w:rsid w:val="00536302"/>
    <w:rsid w:val="00542998"/>
    <w:rsid w:val="00552DCD"/>
    <w:rsid w:val="00592BB5"/>
    <w:rsid w:val="0061371F"/>
    <w:rsid w:val="006A2AF8"/>
    <w:rsid w:val="006D3916"/>
    <w:rsid w:val="00703F28"/>
    <w:rsid w:val="00712ABC"/>
    <w:rsid w:val="0072484E"/>
    <w:rsid w:val="0074076C"/>
    <w:rsid w:val="007F21E7"/>
    <w:rsid w:val="00801652"/>
    <w:rsid w:val="00821F45"/>
    <w:rsid w:val="00870944"/>
    <w:rsid w:val="008F6279"/>
    <w:rsid w:val="00902AAC"/>
    <w:rsid w:val="0091399A"/>
    <w:rsid w:val="00937BF9"/>
    <w:rsid w:val="00961402"/>
    <w:rsid w:val="009A6C07"/>
    <w:rsid w:val="00A84F9D"/>
    <w:rsid w:val="00B52809"/>
    <w:rsid w:val="00B722E7"/>
    <w:rsid w:val="00B74A23"/>
    <w:rsid w:val="00B76D95"/>
    <w:rsid w:val="00B84582"/>
    <w:rsid w:val="00B96E25"/>
    <w:rsid w:val="00BB1721"/>
    <w:rsid w:val="00BB6410"/>
    <w:rsid w:val="00BD1766"/>
    <w:rsid w:val="00C25707"/>
    <w:rsid w:val="00C30156"/>
    <w:rsid w:val="00C37147"/>
    <w:rsid w:val="00C80C67"/>
    <w:rsid w:val="00CB3DD5"/>
    <w:rsid w:val="00CD3D2F"/>
    <w:rsid w:val="00D30DDD"/>
    <w:rsid w:val="00D42071"/>
    <w:rsid w:val="00D56735"/>
    <w:rsid w:val="00D85C92"/>
    <w:rsid w:val="00DE6E48"/>
    <w:rsid w:val="00DF7C20"/>
    <w:rsid w:val="00E0139E"/>
    <w:rsid w:val="00E163BF"/>
    <w:rsid w:val="00E50461"/>
    <w:rsid w:val="00E77529"/>
    <w:rsid w:val="00E81375"/>
    <w:rsid w:val="00E8378C"/>
    <w:rsid w:val="00EC6D06"/>
    <w:rsid w:val="00EF7C53"/>
    <w:rsid w:val="00F262D8"/>
    <w:rsid w:val="00F725E8"/>
    <w:rsid w:val="00FC060C"/>
    <w:rsid w:val="00FD5789"/>
    <w:rsid w:val="00FF6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95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6</cp:revision>
  <dcterms:created xsi:type="dcterms:W3CDTF">2023-07-17T08:39:00Z</dcterms:created>
  <dcterms:modified xsi:type="dcterms:W3CDTF">2023-07-17T10:14:00Z</dcterms:modified>
</cp:coreProperties>
</file>