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122B88" w:rsidP="00B722E7">
      <w:pPr>
        <w:pStyle w:val="Heading1"/>
      </w:pPr>
      <w:r>
        <w:t>Southern Aspects of Mynydd Epynt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122B88">
        <w:rPr>
          <w:rFonts w:eastAsia="Times New Roman"/>
          <w:b w:val="0"/>
        </w:rPr>
        <w:t>21</w:t>
      </w:r>
      <w:r w:rsidR="00122B88" w:rsidRPr="00122B88">
        <w:rPr>
          <w:rFonts w:eastAsia="Times New Roman"/>
          <w:b w:val="0"/>
        </w:rPr>
        <w:t>st</w:t>
      </w:r>
      <w:r w:rsidR="00122B88">
        <w:rPr>
          <w:rFonts w:eastAsia="Times New Roman"/>
          <w:b w:val="0"/>
        </w:rPr>
        <w:t xml:space="preserve"> September 1985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884EAF">
        <w:rPr>
          <w:rFonts w:eastAsia="Times New Roman"/>
          <w:b w:val="0"/>
        </w:rPr>
        <w:t>27.2 miles, 3975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884EAF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884EAF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the Mountain Centre car park (</w:t>
      </w:r>
      <w:r w:rsidR="00367D5C">
        <w:rPr>
          <w:sz w:val="28"/>
          <w:szCs w:val="28"/>
        </w:rPr>
        <w:t xml:space="preserve">SN 972 261).  Take lane and path below Mynydd Illtud and paths to summit </w:t>
      </w:r>
      <w:r w:rsidR="00616A44">
        <w:rPr>
          <w:sz w:val="28"/>
          <w:szCs w:val="28"/>
        </w:rPr>
        <w:t>of Y Gaer</w:t>
      </w:r>
      <w:r w:rsidR="00D060D3">
        <w:rPr>
          <w:sz w:val="28"/>
          <w:szCs w:val="28"/>
        </w:rPr>
        <w:t xml:space="preserve"> Hill Fort</w:t>
      </w:r>
      <w:r w:rsidR="00616A44">
        <w:rPr>
          <w:sz w:val="28"/>
          <w:szCs w:val="28"/>
        </w:rPr>
        <w:t>.</w:t>
      </w:r>
    </w:p>
    <w:p w:rsidR="00616A44" w:rsidRDefault="00616A44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and tracks </w:t>
      </w:r>
      <w:r w:rsidR="00396CA8">
        <w:rPr>
          <w:sz w:val="28"/>
          <w:szCs w:val="28"/>
        </w:rPr>
        <w:t xml:space="preserve">past Cefn-y-parc farm to A40 at (SN </w:t>
      </w:r>
      <w:r w:rsidR="00C21CB1">
        <w:rPr>
          <w:sz w:val="28"/>
          <w:szCs w:val="28"/>
        </w:rPr>
        <w:t>990 289).</w:t>
      </w:r>
    </w:p>
    <w:p w:rsidR="00C21CB1" w:rsidRDefault="00C21CB1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Across A40 and River Usk </w:t>
      </w:r>
      <w:r w:rsidR="000544DB">
        <w:rPr>
          <w:sz w:val="28"/>
          <w:szCs w:val="28"/>
        </w:rPr>
        <w:t xml:space="preserve">to old bridge </w:t>
      </w:r>
      <w:r w:rsidR="005823D6">
        <w:rPr>
          <w:sz w:val="28"/>
          <w:szCs w:val="28"/>
        </w:rPr>
        <w:t>across Nant Bran at (SN 986 294).</w:t>
      </w:r>
    </w:p>
    <w:p w:rsidR="005823D6" w:rsidRDefault="005823D6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 to road at </w:t>
      </w:r>
      <w:r w:rsidR="00C16513">
        <w:rPr>
          <w:sz w:val="28"/>
          <w:szCs w:val="28"/>
        </w:rPr>
        <w:t>(SN 995 298), road east to Pont</w:t>
      </w:r>
      <w:r w:rsidR="00E04F17">
        <w:rPr>
          <w:sz w:val="28"/>
          <w:szCs w:val="28"/>
        </w:rPr>
        <w:t>-ar-</w:t>
      </w:r>
      <w:r w:rsidR="00E63840">
        <w:rPr>
          <w:sz w:val="28"/>
          <w:szCs w:val="28"/>
        </w:rPr>
        <w:t>Y</w:t>
      </w:r>
      <w:r w:rsidR="00E04F17">
        <w:rPr>
          <w:sz w:val="28"/>
          <w:szCs w:val="28"/>
        </w:rPr>
        <w:t>scir</w:t>
      </w:r>
      <w:r w:rsidR="00E63840">
        <w:rPr>
          <w:sz w:val="28"/>
          <w:szCs w:val="28"/>
        </w:rPr>
        <w:t xml:space="preserve"> at (SO 004 303)</w:t>
      </w:r>
      <w:r w:rsidR="001540DF">
        <w:rPr>
          <w:sz w:val="28"/>
          <w:szCs w:val="28"/>
        </w:rPr>
        <w:t>.</w:t>
      </w:r>
    </w:p>
    <w:p w:rsidR="001540DF" w:rsidRDefault="001540DF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Bridle way to Battle. Road then track to Battle Hill</w:t>
      </w:r>
      <w:r w:rsidR="00CB13C6">
        <w:rPr>
          <w:sz w:val="28"/>
          <w:szCs w:val="28"/>
        </w:rPr>
        <w:t>, through forestry and onwards north up ridge</w:t>
      </w:r>
      <w:r w:rsidR="004E0ECD">
        <w:rPr>
          <w:sz w:val="28"/>
          <w:szCs w:val="28"/>
        </w:rPr>
        <w:t xml:space="preserve"> over Gaer Fach and Cefn Bach to road at (SN 999 396).</w:t>
      </w:r>
    </w:p>
    <w:p w:rsidR="00B30109" w:rsidRDefault="00B30109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northwards to pub at </w:t>
      </w:r>
      <w:r w:rsidR="00FD233B">
        <w:rPr>
          <w:sz w:val="28"/>
          <w:szCs w:val="28"/>
        </w:rPr>
        <w:t>Upper Chapel.</w:t>
      </w:r>
    </w:p>
    <w:p w:rsidR="00FD233B" w:rsidRDefault="00FD233B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Return along minor road to (SN 999 396)</w:t>
      </w:r>
      <w:r w:rsidR="00B77D96">
        <w:rPr>
          <w:sz w:val="28"/>
          <w:szCs w:val="28"/>
        </w:rPr>
        <w:t xml:space="preserve"> and on to Merthyr Cynog and Pont Rhyd</w:t>
      </w:r>
      <w:r w:rsidR="00D16019">
        <w:rPr>
          <w:sz w:val="28"/>
          <w:szCs w:val="28"/>
        </w:rPr>
        <w:t>-y-</w:t>
      </w:r>
      <w:r w:rsidR="00B77D96">
        <w:rPr>
          <w:sz w:val="28"/>
          <w:szCs w:val="28"/>
        </w:rPr>
        <w:t>berry</w:t>
      </w:r>
    </w:p>
    <w:p w:rsidR="00D16019" w:rsidRDefault="00F10006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Across Yscir Fechan and by bridle track to Llanfihangel </w:t>
      </w:r>
      <w:r w:rsidR="00253263">
        <w:rPr>
          <w:sz w:val="28"/>
          <w:szCs w:val="28"/>
        </w:rPr>
        <w:t>Nant Bran.</w:t>
      </w:r>
    </w:p>
    <w:p w:rsidR="00D55603" w:rsidRDefault="00253263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 then across footbridge at (</w:t>
      </w:r>
      <w:r w:rsidR="00D55603">
        <w:rPr>
          <w:sz w:val="28"/>
          <w:szCs w:val="28"/>
        </w:rPr>
        <w:t>SN 946 339).</w:t>
      </w:r>
    </w:p>
    <w:p w:rsidR="00253263" w:rsidRDefault="000C5A1D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Along track and lane on south side of Nant Bran </w:t>
      </w:r>
      <w:r w:rsidR="00280BDB">
        <w:rPr>
          <w:sz w:val="28"/>
          <w:szCs w:val="28"/>
        </w:rPr>
        <w:t>past Ffosygerwyn to Gilfach</w:t>
      </w:r>
      <w:r w:rsidR="00D55603">
        <w:rPr>
          <w:sz w:val="28"/>
          <w:szCs w:val="28"/>
        </w:rPr>
        <w:t xml:space="preserve">-uchaf. </w:t>
      </w:r>
    </w:p>
    <w:p w:rsidR="00D55603" w:rsidRDefault="00D55603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paths </w:t>
      </w:r>
      <w:r w:rsidR="00E35F0C">
        <w:rPr>
          <w:sz w:val="28"/>
          <w:szCs w:val="28"/>
        </w:rPr>
        <w:t>across hil</w:t>
      </w:r>
      <w:r w:rsidR="001B1551">
        <w:rPr>
          <w:sz w:val="28"/>
          <w:szCs w:val="28"/>
        </w:rPr>
        <w:t>lside to Trallong. Road across R</w:t>
      </w:r>
      <w:r w:rsidR="00E35F0C">
        <w:rPr>
          <w:sz w:val="28"/>
          <w:szCs w:val="28"/>
        </w:rPr>
        <w:t xml:space="preserve">iver </w:t>
      </w:r>
      <w:r w:rsidR="001B1551">
        <w:rPr>
          <w:sz w:val="28"/>
          <w:szCs w:val="28"/>
        </w:rPr>
        <w:t>Usk at Abercamlais</w:t>
      </w:r>
    </w:p>
    <w:p w:rsidR="00250816" w:rsidRDefault="001B1551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up Cwm Camlais </w:t>
      </w:r>
      <w:r w:rsidR="00F41971">
        <w:rPr>
          <w:sz w:val="28"/>
          <w:szCs w:val="28"/>
        </w:rPr>
        <w:t>to Cwm-Camlais-uchaf Farm</w:t>
      </w:r>
      <w:r w:rsidR="00250816">
        <w:rPr>
          <w:sz w:val="28"/>
          <w:szCs w:val="28"/>
        </w:rPr>
        <w:t>.</w:t>
      </w:r>
    </w:p>
    <w:p w:rsidR="001B1551" w:rsidRDefault="00250816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and path south over </w:t>
      </w:r>
      <w:r w:rsidR="00A73108">
        <w:rPr>
          <w:sz w:val="28"/>
          <w:szCs w:val="28"/>
        </w:rPr>
        <w:t>Cwm</w:t>
      </w:r>
      <w:r>
        <w:rPr>
          <w:sz w:val="28"/>
          <w:szCs w:val="28"/>
        </w:rPr>
        <w:t>-Cwmlais-Fach</w:t>
      </w:r>
      <w:r w:rsidR="00185A9E">
        <w:rPr>
          <w:sz w:val="28"/>
          <w:szCs w:val="28"/>
        </w:rPr>
        <w:t xml:space="preserve"> onto Mynydd Illtu</w:t>
      </w:r>
      <w:r w:rsidR="008B62FC">
        <w:rPr>
          <w:sz w:val="28"/>
          <w:szCs w:val="28"/>
        </w:rPr>
        <w:t>d.</w:t>
      </w:r>
    </w:p>
    <w:p w:rsidR="008B62FC" w:rsidRPr="00884EAF" w:rsidRDefault="008B62FC" w:rsidP="00884E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Return along road to Mountain Centre.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5F5CC3">
        <w:rPr>
          <w:rFonts w:eastAsia="Times New Roman"/>
          <w:b w:val="0"/>
        </w:rPr>
        <w:t>Dull all day with some light rain in afternoon. Heavy rain to finish for last 1.5 miles.</w:t>
      </w:r>
      <w:r w:rsidR="00185A9E">
        <w:rPr>
          <w:rFonts w:eastAsia="Times New Roman"/>
          <w:b w:val="0"/>
        </w:rPr>
        <w:t xml:space="preserve"> Cool, dull views</w:t>
      </w:r>
      <w:r w:rsidR="00560859">
        <w:rPr>
          <w:rFonts w:eastAsia="Times New Roman"/>
          <w:b w:val="0"/>
        </w:rPr>
        <w:t>. Not a very special walk, the bright spot being the pub at Upper Chapel.</w:t>
      </w:r>
    </w:p>
    <w:p w:rsidR="00560859" w:rsidRPr="00560859" w:rsidRDefault="00712ABC" w:rsidP="005629B1">
      <w:pPr>
        <w:spacing w:before="200" w:after="0"/>
        <w:rPr>
          <w:rFonts w:ascii="Times New Roman" w:eastAsia="Times New Roman" w:hAnsi="Times New Roman" w:cs="Times New Roman"/>
          <w:sz w:val="28"/>
          <w:szCs w:val="28"/>
        </w:rPr>
      </w:pPr>
      <w:r w:rsidRPr="005629B1">
        <w:rPr>
          <w:rFonts w:eastAsia="Times New Roman"/>
          <w:b/>
          <w:sz w:val="28"/>
          <w:szCs w:val="28"/>
        </w:rPr>
        <w:t>Participants</w:t>
      </w:r>
      <w:r w:rsidR="0091399A" w:rsidRPr="005629B1">
        <w:rPr>
          <w:rFonts w:eastAsia="Times New Roman"/>
          <w:b/>
          <w:sz w:val="28"/>
          <w:szCs w:val="28"/>
        </w:rPr>
        <w:t>:</w:t>
      </w:r>
      <w:r w:rsidR="005629B1">
        <w:rPr>
          <w:rFonts w:eastAsia="Times New Roman"/>
          <w:sz w:val="28"/>
          <w:szCs w:val="28"/>
        </w:rPr>
        <w:t xml:space="preserve">  </w:t>
      </w:r>
      <w:r w:rsidR="005629B1" w:rsidRPr="005629B1">
        <w:rPr>
          <w:rFonts w:ascii="Times New Roman" w:eastAsia="Times New Roman" w:hAnsi="Times New Roman" w:cs="Times New Roman"/>
          <w:sz w:val="28"/>
          <w:szCs w:val="28"/>
        </w:rPr>
        <w:t>Nick Kaye,</w:t>
      </w:r>
      <w:r w:rsidR="00560859" w:rsidRPr="00560859">
        <w:rPr>
          <w:rFonts w:ascii="Times New Roman" w:eastAsia="Times New Roman" w:hAnsi="Times New Roman" w:cs="Times New Roman"/>
          <w:sz w:val="28"/>
          <w:szCs w:val="28"/>
        </w:rPr>
        <w:t xml:space="preserve"> Andrew Clabon, Tony Clark, Ron Dix, Peter Lewis, Mark Tyron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122B88"/>
    <w:rsid w:val="000544DB"/>
    <w:rsid w:val="0008166F"/>
    <w:rsid w:val="000C5A1D"/>
    <w:rsid w:val="000D1346"/>
    <w:rsid w:val="000D497A"/>
    <w:rsid w:val="00107197"/>
    <w:rsid w:val="00122B88"/>
    <w:rsid w:val="001540DF"/>
    <w:rsid w:val="001763E8"/>
    <w:rsid w:val="00185A9E"/>
    <w:rsid w:val="00191034"/>
    <w:rsid w:val="001B1551"/>
    <w:rsid w:val="001F0C94"/>
    <w:rsid w:val="00250816"/>
    <w:rsid w:val="00253263"/>
    <w:rsid w:val="00270489"/>
    <w:rsid w:val="00280BDB"/>
    <w:rsid w:val="00290B8A"/>
    <w:rsid w:val="002C2586"/>
    <w:rsid w:val="002C2BD8"/>
    <w:rsid w:val="002C50BE"/>
    <w:rsid w:val="003554D4"/>
    <w:rsid w:val="00367D5C"/>
    <w:rsid w:val="00396CA8"/>
    <w:rsid w:val="004E0ECD"/>
    <w:rsid w:val="00560859"/>
    <w:rsid w:val="005629B1"/>
    <w:rsid w:val="005823D6"/>
    <w:rsid w:val="005B243F"/>
    <w:rsid w:val="005F5CC3"/>
    <w:rsid w:val="00616A44"/>
    <w:rsid w:val="00712ABC"/>
    <w:rsid w:val="00762177"/>
    <w:rsid w:val="0084195C"/>
    <w:rsid w:val="00884EAF"/>
    <w:rsid w:val="008B62FC"/>
    <w:rsid w:val="0091399A"/>
    <w:rsid w:val="00937BF9"/>
    <w:rsid w:val="00A73108"/>
    <w:rsid w:val="00AD3177"/>
    <w:rsid w:val="00B30109"/>
    <w:rsid w:val="00B52809"/>
    <w:rsid w:val="00B722E7"/>
    <w:rsid w:val="00B77D96"/>
    <w:rsid w:val="00B96E25"/>
    <w:rsid w:val="00BD1766"/>
    <w:rsid w:val="00C16513"/>
    <w:rsid w:val="00C21CB1"/>
    <w:rsid w:val="00C25707"/>
    <w:rsid w:val="00C37147"/>
    <w:rsid w:val="00C80C67"/>
    <w:rsid w:val="00CB13C6"/>
    <w:rsid w:val="00CB3DD5"/>
    <w:rsid w:val="00CD3D2F"/>
    <w:rsid w:val="00D060D3"/>
    <w:rsid w:val="00D16019"/>
    <w:rsid w:val="00D42071"/>
    <w:rsid w:val="00D55603"/>
    <w:rsid w:val="00DE6E48"/>
    <w:rsid w:val="00E0139E"/>
    <w:rsid w:val="00E04F17"/>
    <w:rsid w:val="00E35F0C"/>
    <w:rsid w:val="00E63840"/>
    <w:rsid w:val="00E81375"/>
    <w:rsid w:val="00EC6D06"/>
    <w:rsid w:val="00F10006"/>
    <w:rsid w:val="00F41971"/>
    <w:rsid w:val="00FC0099"/>
    <w:rsid w:val="00FD2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2</cp:revision>
  <dcterms:created xsi:type="dcterms:W3CDTF">2023-06-08T16:16:00Z</dcterms:created>
  <dcterms:modified xsi:type="dcterms:W3CDTF">2023-06-08T16:16:00Z</dcterms:modified>
</cp:coreProperties>
</file>