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F30CAE" w:rsidP="00B722E7">
      <w:pPr>
        <w:pStyle w:val="Heading1"/>
      </w:pPr>
      <w:r>
        <w:t>Hay’s Hills ‘n’</w:t>
      </w:r>
      <w:r w:rsidR="005E06B4">
        <w:t xml:space="preserve"> Herge</w:t>
      </w:r>
      <w:r>
        <w:t>st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CB150C">
        <w:rPr>
          <w:rFonts w:eastAsia="Times New Roman"/>
          <w:b w:val="0"/>
        </w:rPr>
        <w:t>8</w:t>
      </w:r>
      <w:r w:rsidR="00CB150C" w:rsidRPr="00CB150C">
        <w:rPr>
          <w:rFonts w:eastAsia="Times New Roman"/>
          <w:b w:val="0"/>
        </w:rPr>
        <w:t>th</w:t>
      </w:r>
      <w:r w:rsidR="00CB150C">
        <w:rPr>
          <w:rFonts w:eastAsia="Times New Roman"/>
          <w:b w:val="0"/>
        </w:rPr>
        <w:t xml:space="preserve"> June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CB150C">
        <w:rPr>
          <w:rFonts w:eastAsia="Times New Roman"/>
          <w:b w:val="0"/>
        </w:rPr>
        <w:t>29.5 miles, 4</w:t>
      </w:r>
      <w:r w:rsidR="00EE0459">
        <w:rPr>
          <w:rFonts w:eastAsia="Times New Roman"/>
          <w:b w:val="0"/>
        </w:rPr>
        <w:t>98</w:t>
      </w:r>
      <w:r w:rsidR="00CB150C">
        <w:rPr>
          <w:rFonts w:eastAsia="Times New Roman"/>
          <w:b w:val="0"/>
        </w:rPr>
        <w:t>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CB150C">
        <w:rPr>
          <w:b w:val="0"/>
        </w:rPr>
        <w:t>Andrew Clabon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Pr="00DE558D" w:rsidRDefault="0057421F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DE558D">
        <w:rPr>
          <w:sz w:val="28"/>
          <w:szCs w:val="28"/>
        </w:rPr>
        <w:t>Start at Hay-On-Wye car park (SO</w:t>
      </w:r>
      <w:r w:rsidR="00E67A98" w:rsidRPr="00DE558D">
        <w:rPr>
          <w:sz w:val="28"/>
          <w:szCs w:val="28"/>
        </w:rPr>
        <w:t xml:space="preserve"> </w:t>
      </w:r>
      <w:r w:rsidRPr="00DE558D">
        <w:rPr>
          <w:sz w:val="28"/>
          <w:szCs w:val="28"/>
        </w:rPr>
        <w:t>229</w:t>
      </w:r>
      <w:r w:rsidR="00E67A98" w:rsidRPr="00DE558D">
        <w:rPr>
          <w:sz w:val="28"/>
          <w:szCs w:val="28"/>
        </w:rPr>
        <w:t xml:space="preserve"> </w:t>
      </w:r>
      <w:r w:rsidRPr="00DE558D">
        <w:rPr>
          <w:sz w:val="28"/>
          <w:szCs w:val="28"/>
        </w:rPr>
        <w:t>422</w:t>
      </w:r>
      <w:r w:rsidR="00E67A98" w:rsidRPr="00DE558D">
        <w:rPr>
          <w:sz w:val="28"/>
          <w:szCs w:val="28"/>
        </w:rPr>
        <w:t xml:space="preserve">). Through Hay-On-Wye via </w:t>
      </w:r>
      <w:r w:rsidR="00BF7E19" w:rsidRPr="00DE558D">
        <w:rPr>
          <w:sz w:val="28"/>
          <w:szCs w:val="28"/>
        </w:rPr>
        <w:t>B4348, B4350 &amp; B4351.</w:t>
      </w:r>
    </w:p>
    <w:p w:rsidR="00BF7E19" w:rsidRPr="00DE558D" w:rsidRDefault="004A2146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R</w:t>
      </w:r>
      <w:r w:rsidR="00C371A0" w:rsidRPr="00DE558D">
        <w:rPr>
          <w:sz w:val="28"/>
          <w:szCs w:val="28"/>
        </w:rPr>
        <w:t xml:space="preserve">iver Wye, riverside path along route of Offa’s Dyke path from </w:t>
      </w:r>
      <w:r w:rsidR="004E399F" w:rsidRPr="00DE558D">
        <w:rPr>
          <w:sz w:val="28"/>
          <w:szCs w:val="28"/>
        </w:rPr>
        <w:t xml:space="preserve">(SO </w:t>
      </w:r>
      <w:r w:rsidR="00C371A0" w:rsidRPr="00DE558D">
        <w:rPr>
          <w:sz w:val="28"/>
          <w:szCs w:val="28"/>
        </w:rPr>
        <w:t>228 427</w:t>
      </w:r>
      <w:r w:rsidR="004E399F" w:rsidRPr="00DE558D">
        <w:rPr>
          <w:sz w:val="28"/>
          <w:szCs w:val="28"/>
        </w:rPr>
        <w:t>).</w:t>
      </w:r>
    </w:p>
    <w:p w:rsidR="004E399F" w:rsidRDefault="004E399F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DE558D">
        <w:rPr>
          <w:sz w:val="28"/>
          <w:szCs w:val="28"/>
        </w:rPr>
        <w:t xml:space="preserve">Through fields to join A438 at (SO </w:t>
      </w:r>
      <w:r w:rsidR="00B979F3" w:rsidRPr="00DE558D">
        <w:rPr>
          <w:sz w:val="28"/>
          <w:szCs w:val="28"/>
        </w:rPr>
        <w:t xml:space="preserve">231 456). North-east </w:t>
      </w:r>
      <w:r w:rsidR="00531EB3" w:rsidRPr="00DE558D">
        <w:rPr>
          <w:sz w:val="28"/>
          <w:szCs w:val="28"/>
        </w:rPr>
        <w:t>on A438 for short way to</w:t>
      </w:r>
      <w:r w:rsidR="00531EB3">
        <w:rPr>
          <w:sz w:val="28"/>
          <w:szCs w:val="28"/>
        </w:rPr>
        <w:t xml:space="preserve"> (SO 233 459). Up through Bettws Dingle to track at </w:t>
      </w:r>
      <w:r w:rsidR="006076C5">
        <w:rPr>
          <w:sz w:val="28"/>
          <w:szCs w:val="28"/>
        </w:rPr>
        <w:t>(SO 220 465)</w:t>
      </w:r>
      <w:r w:rsidR="00B65EC3">
        <w:rPr>
          <w:sz w:val="28"/>
          <w:szCs w:val="28"/>
        </w:rPr>
        <w:t>.</w:t>
      </w:r>
    </w:p>
    <w:p w:rsidR="00B65EC3" w:rsidRDefault="00B65EC3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on track to minor road</w:t>
      </w:r>
      <w:r w:rsidR="0050789E">
        <w:rPr>
          <w:sz w:val="28"/>
          <w:szCs w:val="28"/>
        </w:rPr>
        <w:t xml:space="preserve"> and north-east on road to (SO 227 475)</w:t>
      </w:r>
      <w:r w:rsidR="0039057B">
        <w:rPr>
          <w:sz w:val="28"/>
          <w:szCs w:val="28"/>
        </w:rPr>
        <w:t>.</w:t>
      </w:r>
    </w:p>
    <w:p w:rsidR="0039057B" w:rsidRDefault="0039057B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north to road at (SO 228 479)</w:t>
      </w:r>
      <w:r w:rsidR="007577EC">
        <w:rPr>
          <w:sz w:val="28"/>
          <w:szCs w:val="28"/>
        </w:rPr>
        <w:t xml:space="preserve"> and north on road to track junction at (SO 226 482).</w:t>
      </w:r>
    </w:p>
    <w:p w:rsidR="00871419" w:rsidRDefault="008E2095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along tracks</w:t>
      </w:r>
      <w:r w:rsidR="00871419">
        <w:rPr>
          <w:sz w:val="28"/>
          <w:szCs w:val="28"/>
        </w:rPr>
        <w:t xml:space="preserve"> to Newchurch. </w:t>
      </w:r>
    </w:p>
    <w:p w:rsidR="007577EC" w:rsidRDefault="005825DE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8E2095">
        <w:rPr>
          <w:sz w:val="28"/>
          <w:szCs w:val="28"/>
        </w:rPr>
        <w:t>orth-east</w:t>
      </w:r>
      <w:r>
        <w:rPr>
          <w:sz w:val="28"/>
          <w:szCs w:val="28"/>
        </w:rPr>
        <w:t xml:space="preserve"> over Disgwylfa Hill</w:t>
      </w:r>
      <w:r w:rsidR="00422D0E">
        <w:rPr>
          <w:sz w:val="28"/>
          <w:szCs w:val="28"/>
        </w:rPr>
        <w:t xml:space="preserve"> and then via Hill House to road at </w:t>
      </w:r>
      <w:r w:rsidR="00871419">
        <w:rPr>
          <w:sz w:val="28"/>
          <w:szCs w:val="28"/>
        </w:rPr>
        <w:t>Grove Farm</w:t>
      </w:r>
      <w:r w:rsidR="00422D0E">
        <w:rPr>
          <w:sz w:val="28"/>
          <w:szCs w:val="28"/>
        </w:rPr>
        <w:t>.</w:t>
      </w:r>
    </w:p>
    <w:p w:rsidR="00871419" w:rsidRDefault="00871419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on road for short way to </w:t>
      </w:r>
      <w:r w:rsidR="00786E64">
        <w:rPr>
          <w:sz w:val="28"/>
          <w:szCs w:val="28"/>
        </w:rPr>
        <w:t>(SO 233 527) then north to Stone House.</w:t>
      </w:r>
    </w:p>
    <w:p w:rsidR="00152F66" w:rsidRDefault="00E21EDD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across</w:t>
      </w:r>
      <w:r w:rsidR="00152F66">
        <w:rPr>
          <w:sz w:val="28"/>
          <w:szCs w:val="28"/>
        </w:rPr>
        <w:t xml:space="preserve"> Gladestry Brook to Llanyfelin.</w:t>
      </w:r>
    </w:p>
    <w:p w:rsidR="00122B31" w:rsidRDefault="00E21EDD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to U</w:t>
      </w:r>
      <w:r w:rsidR="005E06B4">
        <w:rPr>
          <w:sz w:val="28"/>
          <w:szCs w:val="28"/>
        </w:rPr>
        <w:t>pper Rabber then paths up to summit of Hergest Ridge</w:t>
      </w:r>
      <w:r w:rsidR="00152F66">
        <w:rPr>
          <w:sz w:val="28"/>
          <w:szCs w:val="28"/>
        </w:rPr>
        <w:t>.</w:t>
      </w:r>
    </w:p>
    <w:p w:rsidR="00152F66" w:rsidRDefault="00152F66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South-west along Hergest Ridge </w:t>
      </w:r>
      <w:r w:rsidR="002939DC">
        <w:rPr>
          <w:sz w:val="28"/>
          <w:szCs w:val="28"/>
        </w:rPr>
        <w:t>and down to Gladestry.</w:t>
      </w:r>
    </w:p>
    <w:p w:rsidR="002939DC" w:rsidRDefault="00DE1B77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</w:t>
      </w:r>
      <w:r w:rsidR="002939DC">
        <w:rPr>
          <w:sz w:val="28"/>
          <w:szCs w:val="28"/>
        </w:rPr>
        <w:t xml:space="preserve"> west then north</w:t>
      </w:r>
      <w:r>
        <w:rPr>
          <w:sz w:val="28"/>
          <w:szCs w:val="28"/>
        </w:rPr>
        <w:t>-</w:t>
      </w:r>
      <w:r w:rsidR="002939DC">
        <w:rPr>
          <w:sz w:val="28"/>
          <w:szCs w:val="28"/>
        </w:rPr>
        <w:t>w</w:t>
      </w:r>
      <w:r>
        <w:rPr>
          <w:sz w:val="28"/>
          <w:szCs w:val="28"/>
        </w:rPr>
        <w:t>est</w:t>
      </w:r>
      <w:r w:rsidR="002939DC">
        <w:rPr>
          <w:sz w:val="28"/>
          <w:szCs w:val="28"/>
        </w:rPr>
        <w:t xml:space="preserve"> </w:t>
      </w:r>
      <w:r w:rsidR="00A15604">
        <w:rPr>
          <w:sz w:val="28"/>
          <w:szCs w:val="28"/>
        </w:rPr>
        <w:t xml:space="preserve">passing </w:t>
      </w:r>
      <w:r w:rsidR="002939DC">
        <w:rPr>
          <w:sz w:val="28"/>
          <w:szCs w:val="28"/>
        </w:rPr>
        <w:t>to west of Gobe Banks</w:t>
      </w:r>
      <w:r w:rsidR="00A15604">
        <w:rPr>
          <w:sz w:val="28"/>
          <w:szCs w:val="28"/>
        </w:rPr>
        <w:t xml:space="preserve"> and turning west at track junction at </w:t>
      </w:r>
      <w:r w:rsidR="00A31BB6">
        <w:rPr>
          <w:sz w:val="28"/>
          <w:szCs w:val="28"/>
        </w:rPr>
        <w:t>(SO 215 559).</w:t>
      </w:r>
    </w:p>
    <w:p w:rsidR="00A31BB6" w:rsidRDefault="00A31BB6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Uphill westwards </w:t>
      </w:r>
      <w:r w:rsidR="008042AC">
        <w:rPr>
          <w:sz w:val="28"/>
          <w:szCs w:val="28"/>
        </w:rPr>
        <w:t>to shallow col just south of Caety Traylow</w:t>
      </w:r>
      <w:r w:rsidR="008F0558">
        <w:rPr>
          <w:sz w:val="28"/>
          <w:szCs w:val="28"/>
        </w:rPr>
        <w:t xml:space="preserve"> then along Llanfihangel Hill and down Cwm Griffin</w:t>
      </w:r>
      <w:r w:rsidR="0010651D">
        <w:rPr>
          <w:sz w:val="28"/>
          <w:szCs w:val="28"/>
        </w:rPr>
        <w:t xml:space="preserve"> past Upper Ffynnonau to Bwlch</w:t>
      </w:r>
      <w:r w:rsidR="00E66FE8">
        <w:rPr>
          <w:sz w:val="28"/>
          <w:szCs w:val="28"/>
        </w:rPr>
        <w:t>.</w:t>
      </w:r>
    </w:p>
    <w:p w:rsidR="00E66FE8" w:rsidRDefault="00736800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</w:t>
      </w:r>
      <w:r w:rsidR="003A0AA6">
        <w:rPr>
          <w:sz w:val="28"/>
          <w:szCs w:val="28"/>
        </w:rPr>
        <w:t>ross minor road and via bridle way on south side of Yr Allt</w:t>
      </w:r>
      <w:r w:rsidR="007C3BF9">
        <w:rPr>
          <w:sz w:val="28"/>
          <w:szCs w:val="28"/>
        </w:rPr>
        <w:t xml:space="preserve"> to minor road at </w:t>
      </w:r>
      <w:r>
        <w:rPr>
          <w:sz w:val="28"/>
          <w:szCs w:val="28"/>
        </w:rPr>
        <w:t>(SO 193 </w:t>
      </w:r>
      <w:r w:rsidR="0075075D">
        <w:rPr>
          <w:sz w:val="28"/>
          <w:szCs w:val="28"/>
        </w:rPr>
        <w:t>5</w:t>
      </w:r>
      <w:r w:rsidR="007C3BF9">
        <w:rPr>
          <w:sz w:val="28"/>
          <w:szCs w:val="28"/>
        </w:rPr>
        <w:t>12)</w:t>
      </w:r>
      <w:r>
        <w:rPr>
          <w:sz w:val="28"/>
          <w:szCs w:val="28"/>
        </w:rPr>
        <w:t>.</w:t>
      </w:r>
    </w:p>
    <w:p w:rsidR="00ED5045" w:rsidRDefault="00736800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46E8A">
        <w:rPr>
          <w:sz w:val="28"/>
          <w:szCs w:val="28"/>
        </w:rPr>
        <w:t xml:space="preserve">West on road for short way </w:t>
      </w:r>
      <w:r w:rsidR="00262835" w:rsidRPr="00846E8A">
        <w:rPr>
          <w:sz w:val="28"/>
          <w:szCs w:val="28"/>
        </w:rPr>
        <w:t>to Veaullt</w:t>
      </w:r>
      <w:r w:rsidR="0021015D" w:rsidRPr="00846E8A">
        <w:rPr>
          <w:sz w:val="28"/>
          <w:szCs w:val="28"/>
        </w:rPr>
        <w:t xml:space="preserve"> then southwards uphill, passing to west of Newchurch Hill</w:t>
      </w:r>
      <w:r w:rsidR="00A244E9" w:rsidRPr="00846E8A">
        <w:rPr>
          <w:sz w:val="28"/>
          <w:szCs w:val="28"/>
        </w:rPr>
        <w:t xml:space="preserve"> to Llanoley Farm.</w:t>
      </w:r>
      <w:r w:rsidR="00846E8A" w:rsidRPr="00846E8A">
        <w:rPr>
          <w:sz w:val="28"/>
          <w:szCs w:val="28"/>
        </w:rPr>
        <w:t xml:space="preserve"> </w:t>
      </w:r>
      <w:r w:rsidR="00ED5045" w:rsidRPr="00846E8A">
        <w:rPr>
          <w:sz w:val="28"/>
          <w:szCs w:val="28"/>
        </w:rPr>
        <w:t>Path south to B4594 at (SO 199 492)</w:t>
      </w:r>
      <w:r w:rsidR="00846E8A">
        <w:rPr>
          <w:sz w:val="28"/>
          <w:szCs w:val="28"/>
        </w:rPr>
        <w:t>.</w:t>
      </w:r>
    </w:p>
    <w:p w:rsidR="00846E8A" w:rsidRDefault="00846E8A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to junction with minor road </w:t>
      </w:r>
      <w:r w:rsidR="0032666F">
        <w:rPr>
          <w:sz w:val="28"/>
          <w:szCs w:val="28"/>
        </w:rPr>
        <w:t xml:space="preserve">at (SO 203 492). </w:t>
      </w:r>
    </w:p>
    <w:p w:rsidR="00F931BB" w:rsidRDefault="00F931BB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Southwards on minor road via Newgate to (SO 212 470)</w:t>
      </w:r>
      <w:r w:rsidR="001C7375">
        <w:rPr>
          <w:sz w:val="28"/>
          <w:szCs w:val="28"/>
        </w:rPr>
        <w:t>.</w:t>
      </w:r>
    </w:p>
    <w:p w:rsidR="001C7375" w:rsidRDefault="00DF6F0A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 up </w:t>
      </w:r>
      <w:r w:rsidR="00BF6C14">
        <w:rPr>
          <w:sz w:val="28"/>
          <w:szCs w:val="28"/>
        </w:rPr>
        <w:t>and round south side of Cefn-y-b</w:t>
      </w:r>
      <w:r>
        <w:rPr>
          <w:sz w:val="28"/>
          <w:szCs w:val="28"/>
        </w:rPr>
        <w:t>laen</w:t>
      </w:r>
      <w:r w:rsidR="00BF6C14">
        <w:rPr>
          <w:sz w:val="28"/>
          <w:szCs w:val="28"/>
        </w:rPr>
        <w:t xml:space="preserve"> to rejoin minor road at road junction at (SO </w:t>
      </w:r>
      <w:r w:rsidR="00360E4E">
        <w:rPr>
          <w:sz w:val="28"/>
          <w:szCs w:val="28"/>
        </w:rPr>
        <w:t>206 465).</w:t>
      </w:r>
      <w:r w:rsidR="00D63B30">
        <w:rPr>
          <w:sz w:val="28"/>
          <w:szCs w:val="28"/>
        </w:rPr>
        <w:t xml:space="preserve"> South on road to (SO 204 460) then south on track </w:t>
      </w:r>
      <w:r w:rsidR="006A6CAC">
        <w:rPr>
          <w:sz w:val="28"/>
          <w:szCs w:val="28"/>
        </w:rPr>
        <w:t>to track and road junction at (SO 203 453).</w:t>
      </w:r>
    </w:p>
    <w:p w:rsidR="00CE0BED" w:rsidRDefault="000C0942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south-east to Great Gwernfythen</w:t>
      </w:r>
      <w:r w:rsidR="00AF568A">
        <w:rPr>
          <w:sz w:val="28"/>
          <w:szCs w:val="28"/>
        </w:rPr>
        <w:t xml:space="preserve"> then path east to minor road at (SO 215 447)</w:t>
      </w:r>
      <w:r w:rsidR="005F2CC9">
        <w:rPr>
          <w:sz w:val="28"/>
          <w:szCs w:val="28"/>
        </w:rPr>
        <w:t>.</w:t>
      </w:r>
    </w:p>
    <w:p w:rsidR="00DE558D" w:rsidRDefault="005F2CC9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south-east past Castle </w:t>
      </w:r>
      <w:r w:rsidR="00B43AC3">
        <w:rPr>
          <w:sz w:val="28"/>
          <w:szCs w:val="28"/>
        </w:rPr>
        <w:t xml:space="preserve">Kinsey to </w:t>
      </w:r>
      <w:r w:rsidR="00404EFD">
        <w:rPr>
          <w:sz w:val="28"/>
          <w:szCs w:val="28"/>
        </w:rPr>
        <w:t>A438.</w:t>
      </w:r>
    </w:p>
    <w:p w:rsidR="005F2CC9" w:rsidRDefault="00404EFD" w:rsidP="00CB150C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A438 taking track past Gaer to join B4351</w:t>
      </w:r>
      <w:r w:rsidR="00BB28DB">
        <w:rPr>
          <w:sz w:val="28"/>
          <w:szCs w:val="28"/>
        </w:rPr>
        <w:t xml:space="preserve"> at (SO 224 430)</w:t>
      </w:r>
      <w:r w:rsidR="00DE558D">
        <w:rPr>
          <w:sz w:val="28"/>
          <w:szCs w:val="28"/>
        </w:rPr>
        <w:t>.</w:t>
      </w:r>
    </w:p>
    <w:p w:rsidR="00AA2519" w:rsidRPr="00AA2519" w:rsidRDefault="00DE558D" w:rsidP="00AA2519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Return through Hay-On-Wye to car park at </w:t>
      </w:r>
      <w:r w:rsidRPr="00DE558D">
        <w:rPr>
          <w:sz w:val="28"/>
          <w:szCs w:val="28"/>
        </w:rPr>
        <w:t>(SO 229 422).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lastRenderedPageBreak/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A2519">
        <w:rPr>
          <w:rFonts w:eastAsia="Times New Roman"/>
          <w:b w:val="0"/>
        </w:rPr>
        <w:t xml:space="preserve">Sunny for first half of walk, then clouding over to become lightly overcast and cooler. </w:t>
      </w:r>
      <w:r w:rsidR="00337D51">
        <w:rPr>
          <w:rFonts w:eastAsia="Times New Roman"/>
          <w:b w:val="0"/>
        </w:rPr>
        <w:t>Reasonable views, light breeze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61DF5">
        <w:rPr>
          <w:rFonts w:eastAsia="Times New Roman"/>
          <w:b w:val="0"/>
        </w:rPr>
        <w:t xml:space="preserve">Andrew Clabon, </w:t>
      </w:r>
      <w:r w:rsidR="00337D51" w:rsidRPr="00161DF5">
        <w:rPr>
          <w:b w:val="0"/>
        </w:rPr>
        <w:t>Nick &amp; Julia Kaye, Mike Evans, Tony Clark, Peter Lewis, Chris Coy, Keith Bennet</w:t>
      </w:r>
      <w:r w:rsidR="00161DF5">
        <w:rPr>
          <w:b w:val="0"/>
        </w:rPr>
        <w:t>t</w:t>
      </w:r>
      <w:r w:rsidR="00337D51" w:rsidRPr="00161DF5">
        <w:rPr>
          <w:b w:val="0"/>
        </w:rPr>
        <w:t>, Roger Blake.</w:t>
      </w:r>
    </w:p>
    <w:p w:rsidR="00937BF9" w:rsidRPr="001F0C94" w:rsidRDefault="00937BF9" w:rsidP="00B722E7"/>
    <w:sectPr w:rsidR="00937BF9" w:rsidRPr="001F0C94" w:rsidSect="00D2436E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30CAE"/>
    <w:rsid w:val="0008166F"/>
    <w:rsid w:val="000C0942"/>
    <w:rsid w:val="000D1346"/>
    <w:rsid w:val="000D497A"/>
    <w:rsid w:val="0010651D"/>
    <w:rsid w:val="00107197"/>
    <w:rsid w:val="00122B31"/>
    <w:rsid w:val="00152F66"/>
    <w:rsid w:val="00161DF5"/>
    <w:rsid w:val="001763E8"/>
    <w:rsid w:val="00191034"/>
    <w:rsid w:val="001C2E16"/>
    <w:rsid w:val="001C7375"/>
    <w:rsid w:val="001F0C94"/>
    <w:rsid w:val="0021015D"/>
    <w:rsid w:val="00262835"/>
    <w:rsid w:val="00270489"/>
    <w:rsid w:val="00290B8A"/>
    <w:rsid w:val="002939DC"/>
    <w:rsid w:val="002C2BD8"/>
    <w:rsid w:val="002C50BE"/>
    <w:rsid w:val="0032666F"/>
    <w:rsid w:val="00337D51"/>
    <w:rsid w:val="003554D4"/>
    <w:rsid w:val="00360E4E"/>
    <w:rsid w:val="0039057B"/>
    <w:rsid w:val="003A0AA6"/>
    <w:rsid w:val="00404EFD"/>
    <w:rsid w:val="00422D0E"/>
    <w:rsid w:val="004A2146"/>
    <w:rsid w:val="004E399F"/>
    <w:rsid w:val="0050789E"/>
    <w:rsid w:val="00531EB3"/>
    <w:rsid w:val="0057421F"/>
    <w:rsid w:val="005825DE"/>
    <w:rsid w:val="005E06B4"/>
    <w:rsid w:val="005F2CC9"/>
    <w:rsid w:val="006076C5"/>
    <w:rsid w:val="006A6CAC"/>
    <w:rsid w:val="00712ABC"/>
    <w:rsid w:val="00736800"/>
    <w:rsid w:val="0075075D"/>
    <w:rsid w:val="007577EC"/>
    <w:rsid w:val="00786E64"/>
    <w:rsid w:val="007C3BF9"/>
    <w:rsid w:val="008042AC"/>
    <w:rsid w:val="00846E8A"/>
    <w:rsid w:val="00871419"/>
    <w:rsid w:val="00895A60"/>
    <w:rsid w:val="008E2095"/>
    <w:rsid w:val="008F0558"/>
    <w:rsid w:val="0091399A"/>
    <w:rsid w:val="00937BF9"/>
    <w:rsid w:val="00A15604"/>
    <w:rsid w:val="00A244E9"/>
    <w:rsid w:val="00A31BB6"/>
    <w:rsid w:val="00AA2519"/>
    <w:rsid w:val="00AF568A"/>
    <w:rsid w:val="00B43AC3"/>
    <w:rsid w:val="00B52809"/>
    <w:rsid w:val="00B65EC3"/>
    <w:rsid w:val="00B722E7"/>
    <w:rsid w:val="00B96E25"/>
    <w:rsid w:val="00B979F3"/>
    <w:rsid w:val="00BB28DB"/>
    <w:rsid w:val="00BD1766"/>
    <w:rsid w:val="00BD304C"/>
    <w:rsid w:val="00BD5BFF"/>
    <w:rsid w:val="00BF6C14"/>
    <w:rsid w:val="00BF7E19"/>
    <w:rsid w:val="00C25707"/>
    <w:rsid w:val="00C37147"/>
    <w:rsid w:val="00C371A0"/>
    <w:rsid w:val="00C80C67"/>
    <w:rsid w:val="00CB150C"/>
    <w:rsid w:val="00CB3DD5"/>
    <w:rsid w:val="00CD3D2F"/>
    <w:rsid w:val="00CE0BED"/>
    <w:rsid w:val="00D2436E"/>
    <w:rsid w:val="00D42071"/>
    <w:rsid w:val="00D63B30"/>
    <w:rsid w:val="00DE1B77"/>
    <w:rsid w:val="00DE558D"/>
    <w:rsid w:val="00DE6E48"/>
    <w:rsid w:val="00DF6F0A"/>
    <w:rsid w:val="00E0139E"/>
    <w:rsid w:val="00E21EDD"/>
    <w:rsid w:val="00E66FE8"/>
    <w:rsid w:val="00E67A98"/>
    <w:rsid w:val="00E81375"/>
    <w:rsid w:val="00EC6D06"/>
    <w:rsid w:val="00ED5045"/>
    <w:rsid w:val="00EE0459"/>
    <w:rsid w:val="00F30CAE"/>
    <w:rsid w:val="00F931BB"/>
    <w:rsid w:val="00FC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42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434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10</cp:revision>
  <dcterms:created xsi:type="dcterms:W3CDTF">2023-06-07T09:29:00Z</dcterms:created>
  <dcterms:modified xsi:type="dcterms:W3CDTF">2023-06-07T16:43:00Z</dcterms:modified>
</cp:coreProperties>
</file>