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Pr="00712ABC" w:rsidRDefault="009633F2" w:rsidP="00B722E7">
      <w:pPr>
        <w:pStyle w:val="Heading1"/>
      </w:pPr>
      <w:r>
        <w:t>Ancient Tracks and Hill Forts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9633F2">
        <w:rPr>
          <w:rFonts w:eastAsia="Times New Roman"/>
          <w:b w:val="0"/>
        </w:rPr>
        <w:t>16</w:t>
      </w:r>
      <w:r w:rsidR="000C3BAB">
        <w:rPr>
          <w:rFonts w:eastAsia="Times New Roman"/>
          <w:b w:val="0"/>
        </w:rPr>
        <w:t>th</w:t>
      </w:r>
      <w:r w:rsidR="009633F2">
        <w:rPr>
          <w:rFonts w:eastAsia="Times New Roman"/>
          <w:b w:val="0"/>
        </w:rPr>
        <w:t xml:space="preserve"> March 1985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9633F2">
        <w:rPr>
          <w:rFonts w:eastAsia="Times New Roman"/>
          <w:b w:val="0"/>
        </w:rPr>
        <w:t>22</w:t>
      </w:r>
      <w:r w:rsidR="007C4286">
        <w:rPr>
          <w:rFonts w:eastAsia="Times New Roman"/>
          <w:b w:val="0"/>
        </w:rPr>
        <w:t>.2</w:t>
      </w:r>
      <w:r w:rsidR="009633F2">
        <w:rPr>
          <w:rFonts w:eastAsia="Times New Roman"/>
          <w:b w:val="0"/>
        </w:rPr>
        <w:t xml:space="preserve"> miles, 2745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9633F2">
        <w:rPr>
          <w:b w:val="0"/>
        </w:rPr>
        <w:t>Gwyn Howells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Pr="00B96E25" w:rsidRDefault="00D6434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Start</w:t>
      </w:r>
      <w:r w:rsidR="00967E4C">
        <w:rPr>
          <w:sz w:val="28"/>
          <w:szCs w:val="28"/>
        </w:rPr>
        <w:t xml:space="preserve"> in Brecon (SO 046 285). </w:t>
      </w:r>
      <w:r w:rsidR="00F0680C">
        <w:rPr>
          <w:sz w:val="28"/>
          <w:szCs w:val="28"/>
        </w:rPr>
        <w:t xml:space="preserve">Streets to the bridge over the River Usk. Path </w:t>
      </w:r>
      <w:r w:rsidR="00536F44">
        <w:rPr>
          <w:sz w:val="28"/>
          <w:szCs w:val="28"/>
        </w:rPr>
        <w:t xml:space="preserve">north-west </w:t>
      </w:r>
      <w:r w:rsidR="00F0680C">
        <w:rPr>
          <w:sz w:val="28"/>
          <w:szCs w:val="28"/>
        </w:rPr>
        <w:t>along the north bank to the road at (</w:t>
      </w:r>
      <w:r w:rsidR="00F52640">
        <w:rPr>
          <w:sz w:val="28"/>
          <w:szCs w:val="28"/>
        </w:rPr>
        <w:t>SO 037 289)</w:t>
      </w:r>
      <w:r w:rsidR="00536F44">
        <w:rPr>
          <w:sz w:val="28"/>
          <w:szCs w:val="28"/>
        </w:rPr>
        <w:t>.</w:t>
      </w:r>
    </w:p>
    <w:p w:rsidR="00290B8A" w:rsidRDefault="00536F4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Take the road west</w:t>
      </w:r>
      <w:r w:rsidR="00761530">
        <w:rPr>
          <w:sz w:val="28"/>
          <w:szCs w:val="28"/>
        </w:rPr>
        <w:t xml:space="preserve"> then bridle path north-north-west past Pennant Farm to the track junction at </w:t>
      </w:r>
      <w:r w:rsidR="00D575F9">
        <w:rPr>
          <w:sz w:val="28"/>
          <w:szCs w:val="28"/>
        </w:rPr>
        <w:t xml:space="preserve">(SO </w:t>
      </w:r>
      <w:r w:rsidR="00CC3DCF">
        <w:rPr>
          <w:sz w:val="28"/>
          <w:szCs w:val="28"/>
        </w:rPr>
        <w:t>011</w:t>
      </w:r>
      <w:r w:rsidR="00D575F9">
        <w:rPr>
          <w:sz w:val="28"/>
          <w:szCs w:val="28"/>
        </w:rPr>
        <w:t xml:space="preserve"> 299)</w:t>
      </w:r>
      <w:r w:rsidR="00CC3DCF">
        <w:rPr>
          <w:sz w:val="28"/>
          <w:szCs w:val="28"/>
        </w:rPr>
        <w:t>. Take track north to minor road.</w:t>
      </w:r>
    </w:p>
    <w:p w:rsidR="00774054" w:rsidRDefault="0077405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eastwards via Cradoc to (SO </w:t>
      </w:r>
      <w:r w:rsidR="00C70126">
        <w:rPr>
          <w:sz w:val="28"/>
          <w:szCs w:val="28"/>
        </w:rPr>
        <w:t>028 309)</w:t>
      </w:r>
      <w:r w:rsidR="00E70132">
        <w:rPr>
          <w:sz w:val="28"/>
          <w:szCs w:val="28"/>
        </w:rPr>
        <w:t xml:space="preserve">, path south uphill to summit of </w:t>
      </w:r>
      <w:r w:rsidR="002C5A67">
        <w:rPr>
          <w:sz w:val="28"/>
          <w:szCs w:val="28"/>
        </w:rPr>
        <w:t>Pen-y-Crug Hill Fort.</w:t>
      </w:r>
    </w:p>
    <w:p w:rsidR="002C5A67" w:rsidRDefault="002C5A67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Bridle path </w:t>
      </w:r>
      <w:r w:rsidR="00B42943">
        <w:rPr>
          <w:sz w:val="28"/>
          <w:szCs w:val="28"/>
        </w:rPr>
        <w:t>south</w:t>
      </w:r>
      <w:r w:rsidR="00FB7DDE">
        <w:rPr>
          <w:sz w:val="28"/>
          <w:szCs w:val="28"/>
        </w:rPr>
        <w:t>east</w:t>
      </w:r>
      <w:r w:rsidR="00B42943">
        <w:rPr>
          <w:sz w:val="28"/>
          <w:szCs w:val="28"/>
        </w:rPr>
        <w:t>wards to join B4520 at (SO 042 296)</w:t>
      </w:r>
      <w:r w:rsidR="00A74E80">
        <w:rPr>
          <w:sz w:val="28"/>
          <w:szCs w:val="28"/>
        </w:rPr>
        <w:t xml:space="preserve">. Road south into Brecon, passing through Brecon via cathedral, old paths and streets </w:t>
      </w:r>
      <w:r w:rsidR="00BB148B">
        <w:rPr>
          <w:sz w:val="28"/>
          <w:szCs w:val="28"/>
        </w:rPr>
        <w:t>to B</w:t>
      </w:r>
      <w:r w:rsidR="00C64ADA">
        <w:rPr>
          <w:sz w:val="28"/>
          <w:szCs w:val="28"/>
        </w:rPr>
        <w:t>4062 at (SO 049 288).</w:t>
      </w:r>
    </w:p>
    <w:p w:rsidR="00D62379" w:rsidRDefault="00BB148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Bridle </w:t>
      </w:r>
      <w:r w:rsidR="00BE29E5">
        <w:rPr>
          <w:sz w:val="28"/>
          <w:szCs w:val="28"/>
        </w:rPr>
        <w:t xml:space="preserve">track via Slwch Farm to </w:t>
      </w:r>
      <w:r w:rsidR="00535DE7">
        <w:rPr>
          <w:sz w:val="28"/>
          <w:szCs w:val="28"/>
        </w:rPr>
        <w:t>Ty</w:t>
      </w:r>
      <w:r w:rsidR="003C461B">
        <w:rPr>
          <w:sz w:val="28"/>
          <w:szCs w:val="28"/>
        </w:rPr>
        <w:t>’</w:t>
      </w:r>
      <w:r w:rsidR="00535DE7">
        <w:rPr>
          <w:sz w:val="28"/>
          <w:szCs w:val="28"/>
        </w:rPr>
        <w:t>n-y Caeau Youth Hostel</w:t>
      </w:r>
      <w:r w:rsidR="00D62379">
        <w:rPr>
          <w:sz w:val="28"/>
          <w:szCs w:val="28"/>
        </w:rPr>
        <w:t>.</w:t>
      </w:r>
    </w:p>
    <w:p w:rsidR="00BB148B" w:rsidRDefault="001A22A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south via Groesffordd</w:t>
      </w:r>
      <w:r w:rsidR="00D62379">
        <w:rPr>
          <w:sz w:val="28"/>
          <w:szCs w:val="28"/>
        </w:rPr>
        <w:t xml:space="preserve"> the</w:t>
      </w:r>
      <w:r w:rsidR="00382A8B">
        <w:rPr>
          <w:sz w:val="28"/>
          <w:szCs w:val="28"/>
        </w:rPr>
        <w:t>n</w:t>
      </w:r>
      <w:r w:rsidR="00D62379">
        <w:rPr>
          <w:sz w:val="28"/>
          <w:szCs w:val="28"/>
        </w:rPr>
        <w:t xml:space="preserve"> east to </w:t>
      </w:r>
      <w:r w:rsidR="00382A8B">
        <w:rPr>
          <w:sz w:val="28"/>
          <w:szCs w:val="28"/>
        </w:rPr>
        <w:t xml:space="preserve">The </w:t>
      </w:r>
      <w:r w:rsidR="00AC6C04">
        <w:rPr>
          <w:sz w:val="28"/>
          <w:szCs w:val="28"/>
        </w:rPr>
        <w:t>Highgrove at</w:t>
      </w:r>
      <w:r w:rsidR="00D62379">
        <w:rPr>
          <w:sz w:val="28"/>
          <w:szCs w:val="28"/>
        </w:rPr>
        <w:t xml:space="preserve"> (SO 098 279)</w:t>
      </w:r>
      <w:r w:rsidR="00382A8B">
        <w:rPr>
          <w:sz w:val="28"/>
          <w:szCs w:val="28"/>
        </w:rPr>
        <w:t>.</w:t>
      </w:r>
    </w:p>
    <w:p w:rsidR="00A95830" w:rsidRDefault="00AC6C0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acro</w:t>
      </w:r>
      <w:r w:rsidR="002329BB">
        <w:rPr>
          <w:sz w:val="28"/>
          <w:szCs w:val="28"/>
        </w:rPr>
        <w:t>ss fields to road at (SO 103 275</w:t>
      </w:r>
      <w:r>
        <w:rPr>
          <w:sz w:val="28"/>
          <w:szCs w:val="28"/>
        </w:rPr>
        <w:t>)</w:t>
      </w:r>
      <w:r w:rsidR="00347C1B">
        <w:rPr>
          <w:sz w:val="28"/>
          <w:szCs w:val="28"/>
        </w:rPr>
        <w:t xml:space="preserve">. </w:t>
      </w:r>
    </w:p>
    <w:p w:rsidR="005A4E6D" w:rsidRDefault="00347C1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Bridle path over Pen-y-Commin</w:t>
      </w:r>
      <w:r w:rsidR="00F73E82">
        <w:rPr>
          <w:sz w:val="28"/>
          <w:szCs w:val="28"/>
        </w:rPr>
        <w:t xml:space="preserve"> to road at (SO 107</w:t>
      </w:r>
      <w:r w:rsidR="00A95830">
        <w:rPr>
          <w:sz w:val="28"/>
          <w:szCs w:val="28"/>
        </w:rPr>
        <w:t xml:space="preserve"> 259)</w:t>
      </w:r>
      <w:r w:rsidR="005A4E6D">
        <w:rPr>
          <w:sz w:val="28"/>
          <w:szCs w:val="28"/>
        </w:rPr>
        <w:t>.</w:t>
      </w:r>
    </w:p>
    <w:p w:rsidR="00AC6C04" w:rsidRDefault="00A95830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</w:t>
      </w:r>
      <w:r w:rsidR="00B23F53">
        <w:rPr>
          <w:sz w:val="28"/>
          <w:szCs w:val="28"/>
        </w:rPr>
        <w:t xml:space="preserve">east through Pennorth to bridle path/Roman road </w:t>
      </w:r>
      <w:r w:rsidR="005A4E6D">
        <w:rPr>
          <w:sz w:val="28"/>
          <w:szCs w:val="28"/>
        </w:rPr>
        <w:t>at</w:t>
      </w:r>
      <w:r w:rsidR="0021775A">
        <w:rPr>
          <w:sz w:val="28"/>
          <w:szCs w:val="28"/>
        </w:rPr>
        <w:t xml:space="preserve"> </w:t>
      </w:r>
      <w:r w:rsidR="005A4E6D">
        <w:rPr>
          <w:sz w:val="28"/>
          <w:szCs w:val="28"/>
        </w:rPr>
        <w:t>(SO 114</w:t>
      </w:r>
      <w:r w:rsidR="001C2793">
        <w:rPr>
          <w:sz w:val="28"/>
          <w:szCs w:val="28"/>
        </w:rPr>
        <w:t> </w:t>
      </w:r>
      <w:r w:rsidR="005A4E6D">
        <w:rPr>
          <w:sz w:val="28"/>
          <w:szCs w:val="28"/>
        </w:rPr>
        <w:t>260).</w:t>
      </w:r>
    </w:p>
    <w:p w:rsidR="0021775A" w:rsidRDefault="0021775A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Bridle path </w:t>
      </w:r>
      <w:r w:rsidR="00B85933">
        <w:rPr>
          <w:sz w:val="28"/>
          <w:szCs w:val="28"/>
        </w:rPr>
        <w:t>up  north ridge of Allt yr Esgair summit</w:t>
      </w:r>
      <w:r w:rsidR="008741D1">
        <w:rPr>
          <w:sz w:val="28"/>
          <w:szCs w:val="28"/>
        </w:rPr>
        <w:t xml:space="preserve"> then down south ridge to join A40 at (SO 142 225)</w:t>
      </w:r>
      <w:r w:rsidR="00C12060">
        <w:rPr>
          <w:sz w:val="28"/>
          <w:szCs w:val="28"/>
        </w:rPr>
        <w:t xml:space="preserve">. A40 </w:t>
      </w:r>
      <w:r w:rsidR="00FA468E">
        <w:rPr>
          <w:sz w:val="28"/>
          <w:szCs w:val="28"/>
        </w:rPr>
        <w:t>south-</w:t>
      </w:r>
      <w:r w:rsidR="00C12060">
        <w:rPr>
          <w:sz w:val="28"/>
          <w:szCs w:val="28"/>
        </w:rPr>
        <w:t xml:space="preserve">east to Bwlch </w:t>
      </w:r>
      <w:r w:rsidR="00FA468E">
        <w:rPr>
          <w:sz w:val="28"/>
          <w:szCs w:val="28"/>
        </w:rPr>
        <w:t>(pub stop).</w:t>
      </w:r>
    </w:p>
    <w:p w:rsidR="00153B94" w:rsidRDefault="00153B9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Minor road east to Tremynfa, field paths </w:t>
      </w:r>
      <w:r w:rsidR="00136714">
        <w:rPr>
          <w:sz w:val="28"/>
          <w:szCs w:val="28"/>
        </w:rPr>
        <w:t xml:space="preserve">via Tre-graig to road </w:t>
      </w:r>
      <w:r w:rsidR="00CA6002">
        <w:rPr>
          <w:sz w:val="28"/>
          <w:szCs w:val="28"/>
        </w:rPr>
        <w:t>at Greenhill Farm.</w:t>
      </w:r>
    </w:p>
    <w:p w:rsidR="0071780B" w:rsidRDefault="0071780B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short way south to Gaer</w:t>
      </w:r>
      <w:r w:rsidR="00D21F18">
        <w:rPr>
          <w:sz w:val="28"/>
          <w:szCs w:val="28"/>
        </w:rPr>
        <w:t xml:space="preserve">. Track and path eastwards to Tretower </w:t>
      </w:r>
      <w:r w:rsidR="00B360FB">
        <w:rPr>
          <w:sz w:val="28"/>
          <w:szCs w:val="28"/>
        </w:rPr>
        <w:t>(visited castle and ancient Manor house).</w:t>
      </w:r>
    </w:p>
    <w:p w:rsidR="00B360FB" w:rsidRDefault="006F78A4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south to Heol-draw then field path beside stream to A40 </w:t>
      </w:r>
      <w:r w:rsidR="00090BB8">
        <w:rPr>
          <w:sz w:val="28"/>
          <w:szCs w:val="28"/>
        </w:rPr>
        <w:t>at (SO 191 201).</w:t>
      </w:r>
    </w:p>
    <w:p w:rsidR="00090BB8" w:rsidRPr="00B96E25" w:rsidRDefault="00C01236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A40 east to (SO 202 197)</w:t>
      </w:r>
      <w:r w:rsidR="003505E7">
        <w:rPr>
          <w:sz w:val="28"/>
          <w:szCs w:val="28"/>
        </w:rPr>
        <w:t xml:space="preserve"> then riverside path to Crickhowell</w:t>
      </w:r>
      <w:r w:rsidR="002A2E38">
        <w:rPr>
          <w:sz w:val="28"/>
          <w:szCs w:val="28"/>
        </w:rPr>
        <w:t>. Through streets to car park.</w:t>
      </w:r>
    </w:p>
    <w:p w:rsidR="00C37147" w:rsidRPr="00DE6E48" w:rsidRDefault="00C37147" w:rsidP="00DE6E4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2A2E38">
        <w:rPr>
          <w:rFonts w:eastAsia="Times New Roman"/>
          <w:b w:val="0"/>
        </w:rPr>
        <w:t xml:space="preserve">Cool/cold breeze all day </w:t>
      </w:r>
      <w:r w:rsidR="00201119">
        <w:rPr>
          <w:rFonts w:eastAsia="Times New Roman"/>
          <w:b w:val="0"/>
        </w:rPr>
        <w:t>–</w:t>
      </w:r>
      <w:r w:rsidR="002A2E38">
        <w:rPr>
          <w:rFonts w:eastAsia="Times New Roman"/>
          <w:b w:val="0"/>
        </w:rPr>
        <w:t xml:space="preserve"> </w:t>
      </w:r>
      <w:r w:rsidR="00201119">
        <w:rPr>
          <w:rFonts w:eastAsia="Times New Roman"/>
          <w:b w:val="0"/>
        </w:rPr>
        <w:t xml:space="preserve">clear and very sunny all day – warm in sun and magnificent views all day- snow on ground to start but thawing </w:t>
      </w:r>
      <w:r w:rsidR="007C4286">
        <w:rPr>
          <w:rFonts w:eastAsia="Times New Roman"/>
          <w:b w:val="0"/>
        </w:rPr>
        <w:t>during day.</w:t>
      </w:r>
    </w:p>
    <w:p w:rsidR="00F474D0" w:rsidRPr="00F474D0" w:rsidRDefault="00712ABC" w:rsidP="00F474D0">
      <w:pPr>
        <w:spacing w:before="200" w:after="0"/>
        <w:rPr>
          <w:rFonts w:ascii="Times New Roman" w:eastAsia="Times New Roman" w:hAnsi="Times New Roman" w:cs="Times New Roman"/>
          <w:szCs w:val="24"/>
        </w:rPr>
      </w:pPr>
      <w:r w:rsidRPr="00F474D0">
        <w:rPr>
          <w:rFonts w:eastAsia="Times New Roman" w:cstheme="majorBidi"/>
          <w:b/>
          <w:bCs/>
          <w:color w:val="000000" w:themeColor="text1"/>
          <w:sz w:val="28"/>
          <w:szCs w:val="26"/>
        </w:rPr>
        <w:t>Participants</w:t>
      </w:r>
      <w:r w:rsidR="0091399A" w:rsidRPr="00F474D0">
        <w:rPr>
          <w:rFonts w:eastAsia="Times New Roman" w:cstheme="majorBidi"/>
          <w:b/>
          <w:bCs/>
          <w:color w:val="000000" w:themeColor="text1"/>
          <w:sz w:val="28"/>
          <w:szCs w:val="26"/>
        </w:rPr>
        <w:t>:</w:t>
      </w:r>
      <w:r w:rsidR="00DE6E48">
        <w:rPr>
          <w:rFonts w:eastAsia="Times New Roman"/>
        </w:rPr>
        <w:tab/>
      </w:r>
      <w:r w:rsidR="00F474D0" w:rsidRPr="000C3BAB">
        <w:rPr>
          <w:rFonts w:eastAsia="Times New Roman" w:cstheme="majorBidi"/>
          <w:bCs/>
          <w:color w:val="000000" w:themeColor="text1"/>
          <w:sz w:val="28"/>
          <w:szCs w:val="26"/>
        </w:rPr>
        <w:t xml:space="preserve">Gwynn Howells, </w:t>
      </w:r>
      <w:r w:rsidR="00F474D0" w:rsidRPr="00F474D0">
        <w:rPr>
          <w:rFonts w:eastAsia="Times New Roman" w:cstheme="majorBidi"/>
          <w:bCs/>
          <w:color w:val="000000" w:themeColor="text1"/>
          <w:sz w:val="28"/>
          <w:szCs w:val="26"/>
        </w:rPr>
        <w:t>Nick &amp; Julia Kaye and friend Clive Marchant, Andrew Clabon, Gerry Jackson, Ron Dix, Keith Bennet, Roger Blake, Peter Lewis.</w:t>
      </w:r>
    </w:p>
    <w:p w:rsidR="00937BF9" w:rsidRPr="001F0C94" w:rsidRDefault="00937BF9" w:rsidP="00B722E7"/>
    <w:sectPr w:rsidR="00937BF9" w:rsidRPr="001F0C94" w:rsidSect="00CD3D2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compat/>
  <w:rsids>
    <w:rsidRoot w:val="006B2F47"/>
    <w:rsid w:val="0008166F"/>
    <w:rsid w:val="00090BB8"/>
    <w:rsid w:val="000C3BAB"/>
    <w:rsid w:val="000D1346"/>
    <w:rsid w:val="000D497A"/>
    <w:rsid w:val="00107197"/>
    <w:rsid w:val="00136714"/>
    <w:rsid w:val="00153B94"/>
    <w:rsid w:val="001763E8"/>
    <w:rsid w:val="00191034"/>
    <w:rsid w:val="001A22A4"/>
    <w:rsid w:val="001C2793"/>
    <w:rsid w:val="001F0C94"/>
    <w:rsid w:val="00201119"/>
    <w:rsid w:val="0021775A"/>
    <w:rsid w:val="002329BB"/>
    <w:rsid w:val="00270489"/>
    <w:rsid w:val="00290B8A"/>
    <w:rsid w:val="002A2E38"/>
    <w:rsid w:val="002C2BD8"/>
    <w:rsid w:val="002C50BE"/>
    <w:rsid w:val="002C5A67"/>
    <w:rsid w:val="00347C1B"/>
    <w:rsid w:val="003505E7"/>
    <w:rsid w:val="003554D4"/>
    <w:rsid w:val="00382A8B"/>
    <w:rsid w:val="003C461B"/>
    <w:rsid w:val="003E166B"/>
    <w:rsid w:val="00535DE7"/>
    <w:rsid w:val="00536F44"/>
    <w:rsid w:val="005A4E6D"/>
    <w:rsid w:val="006B2F47"/>
    <w:rsid w:val="006F78A4"/>
    <w:rsid w:val="00712ABC"/>
    <w:rsid w:val="0071780B"/>
    <w:rsid w:val="0072551D"/>
    <w:rsid w:val="00761530"/>
    <w:rsid w:val="00774054"/>
    <w:rsid w:val="007C4286"/>
    <w:rsid w:val="008741D1"/>
    <w:rsid w:val="008F0F6F"/>
    <w:rsid w:val="0091399A"/>
    <w:rsid w:val="00937BF9"/>
    <w:rsid w:val="009633F2"/>
    <w:rsid w:val="00967E4C"/>
    <w:rsid w:val="00A74E80"/>
    <w:rsid w:val="00A95830"/>
    <w:rsid w:val="00AC6C04"/>
    <w:rsid w:val="00B23F53"/>
    <w:rsid w:val="00B360FB"/>
    <w:rsid w:val="00B42943"/>
    <w:rsid w:val="00B52809"/>
    <w:rsid w:val="00B722E7"/>
    <w:rsid w:val="00B85933"/>
    <w:rsid w:val="00B96E25"/>
    <w:rsid w:val="00BB148B"/>
    <w:rsid w:val="00BD1766"/>
    <w:rsid w:val="00BE29E5"/>
    <w:rsid w:val="00C01236"/>
    <w:rsid w:val="00C05433"/>
    <w:rsid w:val="00C12060"/>
    <w:rsid w:val="00C25707"/>
    <w:rsid w:val="00C37147"/>
    <w:rsid w:val="00C64ADA"/>
    <w:rsid w:val="00C70126"/>
    <w:rsid w:val="00C80C67"/>
    <w:rsid w:val="00CA6002"/>
    <w:rsid w:val="00CB3DD5"/>
    <w:rsid w:val="00CC3DCF"/>
    <w:rsid w:val="00CD3D2F"/>
    <w:rsid w:val="00D21F18"/>
    <w:rsid w:val="00D42071"/>
    <w:rsid w:val="00D575F9"/>
    <w:rsid w:val="00D62379"/>
    <w:rsid w:val="00D64346"/>
    <w:rsid w:val="00DE6E48"/>
    <w:rsid w:val="00E0139E"/>
    <w:rsid w:val="00E70132"/>
    <w:rsid w:val="00E81375"/>
    <w:rsid w:val="00EC6D06"/>
    <w:rsid w:val="00F0680C"/>
    <w:rsid w:val="00F474D0"/>
    <w:rsid w:val="00F52640"/>
    <w:rsid w:val="00F73E82"/>
    <w:rsid w:val="00FA468E"/>
    <w:rsid w:val="00FB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2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90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5</cp:revision>
  <dcterms:created xsi:type="dcterms:W3CDTF">2023-06-03T08:03:00Z</dcterms:created>
  <dcterms:modified xsi:type="dcterms:W3CDTF">2023-06-04T06:00:00Z</dcterms:modified>
</cp:coreProperties>
</file>