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F3125B" w:rsidP="00B722E7">
      <w:pPr>
        <w:pStyle w:val="Heading1"/>
      </w:pPr>
      <w:r>
        <w:t>Thornhill Circular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F3125B">
        <w:rPr>
          <w:rFonts w:eastAsia="Times New Roman"/>
          <w:b w:val="0"/>
        </w:rPr>
        <w:t>9</w:t>
      </w:r>
      <w:r w:rsidR="00F3125B" w:rsidRPr="00F3125B">
        <w:rPr>
          <w:rFonts w:eastAsia="Times New Roman"/>
          <w:b w:val="0"/>
        </w:rPr>
        <w:t>th</w:t>
      </w:r>
      <w:r w:rsidR="00F3125B">
        <w:rPr>
          <w:rFonts w:eastAsia="Times New Roman"/>
          <w:b w:val="0"/>
        </w:rPr>
        <w:t xml:space="preserve"> February 1985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B27024">
        <w:rPr>
          <w:rFonts w:eastAsia="Times New Roman"/>
          <w:b w:val="0"/>
        </w:rPr>
        <w:t>14.6 miles, 2630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B27024">
        <w:rPr>
          <w:b w:val="0"/>
        </w:rPr>
        <w:t>Nick Kaye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91399A" w:rsidRPr="00B96E25" w:rsidRDefault="00967FF8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Started at Thornhill, Cardiff (</w:t>
      </w:r>
      <w:r w:rsidR="008C0AA9">
        <w:rPr>
          <w:sz w:val="28"/>
          <w:szCs w:val="28"/>
        </w:rPr>
        <w:t>ST 173 832).</w:t>
      </w:r>
    </w:p>
    <w:p w:rsidR="00290B8A" w:rsidRDefault="008C0AA9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Up Heol </w:t>
      </w:r>
      <w:r w:rsidR="00AE77EA">
        <w:rPr>
          <w:sz w:val="28"/>
          <w:szCs w:val="28"/>
        </w:rPr>
        <w:t xml:space="preserve">Hir </w:t>
      </w:r>
      <w:r w:rsidR="002A2062">
        <w:rPr>
          <w:sz w:val="28"/>
          <w:szCs w:val="28"/>
        </w:rPr>
        <w:t>to Graig Llanishen and junction with Rhymney Valley Ridgeway</w:t>
      </w:r>
      <w:r w:rsidR="00D2168A">
        <w:rPr>
          <w:sz w:val="28"/>
          <w:szCs w:val="28"/>
        </w:rPr>
        <w:t xml:space="preserve"> (ST 169 849)</w:t>
      </w:r>
      <w:r w:rsidR="00D815C2">
        <w:rPr>
          <w:sz w:val="28"/>
          <w:szCs w:val="28"/>
        </w:rPr>
        <w:t>.</w:t>
      </w:r>
    </w:p>
    <w:p w:rsidR="00D815C2" w:rsidRDefault="00D815C2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Westwards on Rhymney Valley Ridgeway </w:t>
      </w:r>
      <w:r w:rsidR="00D2168A">
        <w:rPr>
          <w:sz w:val="28"/>
          <w:szCs w:val="28"/>
        </w:rPr>
        <w:t>to A469</w:t>
      </w:r>
      <w:r w:rsidR="00113716">
        <w:rPr>
          <w:sz w:val="28"/>
          <w:szCs w:val="28"/>
        </w:rPr>
        <w:t>, south down road for a short distance.</w:t>
      </w:r>
    </w:p>
    <w:p w:rsidR="00113716" w:rsidRDefault="00113716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West on bridle path to Cefncarnau</w:t>
      </w:r>
      <w:r w:rsidR="00D43BE0">
        <w:rPr>
          <w:sz w:val="28"/>
          <w:szCs w:val="28"/>
        </w:rPr>
        <w:t>-fawr.</w:t>
      </w:r>
    </w:p>
    <w:p w:rsidR="00D43BE0" w:rsidRDefault="00136378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South-westwards t</w:t>
      </w:r>
      <w:r w:rsidR="00D43BE0">
        <w:rPr>
          <w:sz w:val="28"/>
          <w:szCs w:val="28"/>
        </w:rPr>
        <w:t xml:space="preserve">hrough fields and scrub woods beside Nant </w:t>
      </w:r>
      <w:r w:rsidR="007A2DBA">
        <w:rPr>
          <w:sz w:val="28"/>
          <w:szCs w:val="28"/>
        </w:rPr>
        <w:t>Cwmnofydd</w:t>
      </w:r>
      <w:r w:rsidR="00E70B16">
        <w:rPr>
          <w:sz w:val="28"/>
          <w:szCs w:val="28"/>
        </w:rPr>
        <w:t xml:space="preserve"> to join minor road at (ST 145 831).</w:t>
      </w:r>
    </w:p>
    <w:p w:rsidR="00E70B16" w:rsidRDefault="00F13122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 south for short way then field path west past Ty Isaf to minor road at (ST </w:t>
      </w:r>
      <w:r w:rsidR="00241D0C">
        <w:rPr>
          <w:sz w:val="28"/>
          <w:szCs w:val="28"/>
        </w:rPr>
        <w:t>135 827).</w:t>
      </w:r>
    </w:p>
    <w:p w:rsidR="00241D0C" w:rsidRDefault="00241D0C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Driveway up to Castell Coch </w:t>
      </w:r>
      <w:r w:rsidR="006C3037">
        <w:rPr>
          <w:sz w:val="28"/>
          <w:szCs w:val="28"/>
        </w:rPr>
        <w:t>then path north-east uphill into forestry</w:t>
      </w:r>
      <w:r w:rsidR="0040458E">
        <w:rPr>
          <w:sz w:val="28"/>
          <w:szCs w:val="28"/>
        </w:rPr>
        <w:t xml:space="preserve"> then forestry track west then north to join old railway </w:t>
      </w:r>
      <w:r w:rsidR="00AD14AF">
        <w:rPr>
          <w:sz w:val="28"/>
          <w:szCs w:val="28"/>
        </w:rPr>
        <w:t>at (ST 129 836).</w:t>
      </w:r>
    </w:p>
    <w:p w:rsidR="00AD14AF" w:rsidRDefault="00AD14AF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Old railway north </w:t>
      </w:r>
      <w:r w:rsidR="00B23ED0">
        <w:rPr>
          <w:sz w:val="28"/>
          <w:szCs w:val="28"/>
        </w:rPr>
        <w:t>to (ST 122 849).</w:t>
      </w:r>
      <w:r w:rsidR="00BD2282">
        <w:rPr>
          <w:sz w:val="28"/>
          <w:szCs w:val="28"/>
        </w:rPr>
        <w:t xml:space="preserve"> Zig-zag path up </w:t>
      </w:r>
      <w:r w:rsidR="00540E54">
        <w:rPr>
          <w:sz w:val="28"/>
          <w:szCs w:val="28"/>
        </w:rPr>
        <w:t>ridge t</w:t>
      </w:r>
      <w:r w:rsidR="00BD2282">
        <w:rPr>
          <w:sz w:val="28"/>
          <w:szCs w:val="28"/>
        </w:rPr>
        <w:t>o summit of Craig yr Allt</w:t>
      </w:r>
      <w:r w:rsidR="00540E54">
        <w:rPr>
          <w:sz w:val="28"/>
          <w:szCs w:val="28"/>
        </w:rPr>
        <w:t>.</w:t>
      </w:r>
    </w:p>
    <w:p w:rsidR="00540E54" w:rsidRDefault="00540E54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East along ridge </w:t>
      </w:r>
      <w:r w:rsidR="0038119C">
        <w:rPr>
          <w:sz w:val="28"/>
          <w:szCs w:val="28"/>
        </w:rPr>
        <w:t>to</w:t>
      </w:r>
      <w:r>
        <w:rPr>
          <w:sz w:val="28"/>
          <w:szCs w:val="28"/>
        </w:rPr>
        <w:t xml:space="preserve"> track </w:t>
      </w:r>
      <w:r w:rsidR="0038119C">
        <w:rPr>
          <w:sz w:val="28"/>
          <w:szCs w:val="28"/>
        </w:rPr>
        <w:t>then road at (ST</w:t>
      </w:r>
      <w:r w:rsidR="00C9437F">
        <w:rPr>
          <w:sz w:val="28"/>
          <w:szCs w:val="28"/>
        </w:rPr>
        <w:t xml:space="preserve"> 142 852).</w:t>
      </w:r>
    </w:p>
    <w:p w:rsidR="00C9437F" w:rsidRDefault="00C9437F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 south to Black Cock Inn at (ST </w:t>
      </w:r>
      <w:r w:rsidR="00AD7342">
        <w:rPr>
          <w:sz w:val="28"/>
          <w:szCs w:val="28"/>
        </w:rPr>
        <w:t>144 848).</w:t>
      </w:r>
    </w:p>
    <w:p w:rsidR="00842466" w:rsidRDefault="00842466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north-east then paths to summit of Caerphilly common.</w:t>
      </w:r>
    </w:p>
    <w:p w:rsidR="002C4BA1" w:rsidRDefault="000536E6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south then s</w:t>
      </w:r>
      <w:r w:rsidR="002C4BA1">
        <w:rPr>
          <w:sz w:val="28"/>
          <w:szCs w:val="28"/>
        </w:rPr>
        <w:t>outh-east to A469 which was crossed at (ST 156 853)</w:t>
      </w:r>
      <w:r>
        <w:rPr>
          <w:sz w:val="28"/>
          <w:szCs w:val="28"/>
        </w:rPr>
        <w:t>.</w:t>
      </w:r>
    </w:p>
    <w:p w:rsidR="000536E6" w:rsidRDefault="000536E6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east-</w:t>
      </w:r>
      <w:r w:rsidR="008715B2">
        <w:rPr>
          <w:sz w:val="28"/>
          <w:szCs w:val="28"/>
        </w:rPr>
        <w:t>north-east across</w:t>
      </w:r>
      <w:r>
        <w:rPr>
          <w:sz w:val="28"/>
          <w:szCs w:val="28"/>
        </w:rPr>
        <w:t xml:space="preserve"> common</w:t>
      </w:r>
      <w:r w:rsidR="00F65F3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715B2">
        <w:rPr>
          <w:sz w:val="28"/>
          <w:szCs w:val="28"/>
        </w:rPr>
        <w:t>through forestry</w:t>
      </w:r>
      <w:r w:rsidR="00F65F35">
        <w:rPr>
          <w:sz w:val="28"/>
          <w:szCs w:val="28"/>
        </w:rPr>
        <w:t xml:space="preserve"> to track junction at (ST 167 859</w:t>
      </w:r>
      <w:r w:rsidR="00EA42A5">
        <w:rPr>
          <w:sz w:val="28"/>
          <w:szCs w:val="28"/>
        </w:rPr>
        <w:t>).</w:t>
      </w:r>
    </w:p>
    <w:p w:rsidR="00EA42A5" w:rsidRDefault="00EA42A5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south-east across minor road </w:t>
      </w:r>
      <w:r w:rsidR="00605D54">
        <w:rPr>
          <w:sz w:val="28"/>
          <w:szCs w:val="28"/>
        </w:rPr>
        <w:t>to path junction at (ST 174 855).</w:t>
      </w:r>
    </w:p>
    <w:p w:rsidR="00605D54" w:rsidRDefault="00605D54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south-west to meet Rhymney Valley Ridgeway path </w:t>
      </w:r>
      <w:r w:rsidR="00352A75">
        <w:rPr>
          <w:sz w:val="28"/>
          <w:szCs w:val="28"/>
        </w:rPr>
        <w:t>at (ST 169 850).</w:t>
      </w:r>
    </w:p>
    <w:p w:rsidR="00352A75" w:rsidRDefault="00352A75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Ridgeway path east past quarries</w:t>
      </w:r>
      <w:r w:rsidR="00A24B32">
        <w:rPr>
          <w:sz w:val="28"/>
          <w:szCs w:val="28"/>
        </w:rPr>
        <w:t xml:space="preserve"> to (ST 176 852).</w:t>
      </w:r>
    </w:p>
    <w:p w:rsidR="00A24B32" w:rsidRDefault="00A24B32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Zig-zag path south downhill </w:t>
      </w:r>
      <w:r w:rsidR="000C3EB4">
        <w:rPr>
          <w:sz w:val="28"/>
          <w:szCs w:val="28"/>
        </w:rPr>
        <w:t>via Nant Fawr to Cefn Onn station.</w:t>
      </w:r>
    </w:p>
    <w:p w:rsidR="000C3EB4" w:rsidRDefault="000C3EB4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Paths through Cefn Onn park </w:t>
      </w:r>
      <w:r w:rsidR="00686229">
        <w:rPr>
          <w:sz w:val="28"/>
          <w:szCs w:val="28"/>
        </w:rPr>
        <w:t>to Capel Gwilym</w:t>
      </w:r>
      <w:r w:rsidR="00EC3D81">
        <w:rPr>
          <w:sz w:val="28"/>
          <w:szCs w:val="28"/>
        </w:rPr>
        <w:t xml:space="preserve"> road </w:t>
      </w:r>
      <w:r w:rsidR="00686229">
        <w:rPr>
          <w:sz w:val="28"/>
          <w:szCs w:val="28"/>
        </w:rPr>
        <w:t>at (ST 178 836).</w:t>
      </w:r>
    </w:p>
    <w:p w:rsidR="00686229" w:rsidRPr="00B96E25" w:rsidRDefault="00686229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Field path south-west to Ashdale Court.</w:t>
      </w:r>
    </w:p>
    <w:p w:rsidR="00B27024" w:rsidRPr="007A7D0D" w:rsidRDefault="00C37147" w:rsidP="00B27024">
      <w:pPr>
        <w:pStyle w:val="Heading2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7A7D0D">
        <w:rPr>
          <w:rFonts w:eastAsia="Times New Roman"/>
          <w:b w:val="0"/>
        </w:rPr>
        <w:tab/>
        <w:t>Very cold all day – lightly overcast with very cold wind on tops –poorish views</w:t>
      </w:r>
      <w:r w:rsidR="000C5B3E">
        <w:rPr>
          <w:rFonts w:eastAsia="Times New Roman"/>
          <w:b w:val="0"/>
        </w:rPr>
        <w:t xml:space="preserve"> – snow on ground over whole route.</w:t>
      </w:r>
    </w:p>
    <w:p w:rsidR="00B27024" w:rsidRPr="00B27024" w:rsidRDefault="00712ABC" w:rsidP="00352966">
      <w:pPr>
        <w:pStyle w:val="Heading2"/>
        <w:tabs>
          <w:tab w:val="left" w:pos="1418"/>
        </w:tabs>
        <w:rPr>
          <w:rFonts w:ascii="Times New Roman" w:eastAsia="Times New Roman" w:hAnsi="Times New Roman" w:cs="Times New Roman"/>
          <w:b w:val="0"/>
          <w:szCs w:val="24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 w:rsidRPr="00352966">
        <w:rPr>
          <w:rFonts w:eastAsia="Times New Roman"/>
          <w:b w:val="0"/>
        </w:rPr>
        <w:tab/>
      </w:r>
      <w:r w:rsidR="00352966">
        <w:rPr>
          <w:rFonts w:ascii="Times New Roman" w:eastAsia="Times New Roman" w:hAnsi="Times New Roman" w:cs="Times New Roman"/>
          <w:b w:val="0"/>
          <w:szCs w:val="24"/>
        </w:rPr>
        <w:t xml:space="preserve">Nick and </w:t>
      </w:r>
      <w:r w:rsidR="00B27024" w:rsidRPr="00B27024">
        <w:rPr>
          <w:rFonts w:ascii="Times New Roman" w:eastAsia="Times New Roman" w:hAnsi="Times New Roman" w:cs="Times New Roman"/>
          <w:b w:val="0"/>
          <w:szCs w:val="24"/>
        </w:rPr>
        <w:t>Julia Kaye, Andrew Clabon, Don Henley, Mike Evans.</w:t>
      </w:r>
    </w:p>
    <w:p w:rsidR="00712ABC" w:rsidRPr="00DE6E48" w:rsidRDefault="00712ABC" w:rsidP="00DE6E48">
      <w:pPr>
        <w:pStyle w:val="Heading2"/>
        <w:tabs>
          <w:tab w:val="left" w:pos="1843"/>
        </w:tabs>
        <w:rPr>
          <w:rFonts w:eastAsia="Times New Roman"/>
          <w:b w:val="0"/>
        </w:rPr>
      </w:pPr>
    </w:p>
    <w:p w:rsidR="00937BF9" w:rsidRPr="001F0C94" w:rsidRDefault="00937BF9" w:rsidP="00B722E7"/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F3125B"/>
    <w:rsid w:val="000536E6"/>
    <w:rsid w:val="0008166F"/>
    <w:rsid w:val="000C3EB4"/>
    <w:rsid w:val="000C5B3E"/>
    <w:rsid w:val="000D1346"/>
    <w:rsid w:val="000D497A"/>
    <w:rsid w:val="00107197"/>
    <w:rsid w:val="00113716"/>
    <w:rsid w:val="00136378"/>
    <w:rsid w:val="001763E8"/>
    <w:rsid w:val="00191034"/>
    <w:rsid w:val="001F0C94"/>
    <w:rsid w:val="00241D0C"/>
    <w:rsid w:val="00270489"/>
    <w:rsid w:val="00290B8A"/>
    <w:rsid w:val="002A2062"/>
    <w:rsid w:val="002C2BD8"/>
    <w:rsid w:val="002C4BA1"/>
    <w:rsid w:val="002C50BE"/>
    <w:rsid w:val="00352966"/>
    <w:rsid w:val="00352A75"/>
    <w:rsid w:val="003554D4"/>
    <w:rsid w:val="0038119C"/>
    <w:rsid w:val="0040458E"/>
    <w:rsid w:val="00540E54"/>
    <w:rsid w:val="00605D54"/>
    <w:rsid w:val="00686229"/>
    <w:rsid w:val="006C3037"/>
    <w:rsid w:val="00712ABC"/>
    <w:rsid w:val="007A2DBA"/>
    <w:rsid w:val="007A7D0D"/>
    <w:rsid w:val="00842466"/>
    <w:rsid w:val="008715B2"/>
    <w:rsid w:val="008C0AA9"/>
    <w:rsid w:val="0091399A"/>
    <w:rsid w:val="00937BF9"/>
    <w:rsid w:val="00967FF8"/>
    <w:rsid w:val="00A24B32"/>
    <w:rsid w:val="00AD14AF"/>
    <w:rsid w:val="00AD7342"/>
    <w:rsid w:val="00AE77EA"/>
    <w:rsid w:val="00B23ED0"/>
    <w:rsid w:val="00B27024"/>
    <w:rsid w:val="00B52809"/>
    <w:rsid w:val="00B722E7"/>
    <w:rsid w:val="00B96E25"/>
    <w:rsid w:val="00BD1766"/>
    <w:rsid w:val="00BD2282"/>
    <w:rsid w:val="00C25707"/>
    <w:rsid w:val="00C37147"/>
    <w:rsid w:val="00C80C67"/>
    <w:rsid w:val="00C9437F"/>
    <w:rsid w:val="00CB3DD5"/>
    <w:rsid w:val="00CD3D2F"/>
    <w:rsid w:val="00D2168A"/>
    <w:rsid w:val="00D42071"/>
    <w:rsid w:val="00D43BE0"/>
    <w:rsid w:val="00D815C2"/>
    <w:rsid w:val="00D90797"/>
    <w:rsid w:val="00DE6E48"/>
    <w:rsid w:val="00E0139E"/>
    <w:rsid w:val="00E70B16"/>
    <w:rsid w:val="00E81375"/>
    <w:rsid w:val="00EA42A5"/>
    <w:rsid w:val="00EC3D81"/>
    <w:rsid w:val="00EC6D06"/>
    <w:rsid w:val="00F13122"/>
    <w:rsid w:val="00F3125B"/>
    <w:rsid w:val="00F65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8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9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72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2</cp:revision>
  <dcterms:created xsi:type="dcterms:W3CDTF">2023-02-23T20:10:00Z</dcterms:created>
  <dcterms:modified xsi:type="dcterms:W3CDTF">2023-02-23T21:22:00Z</dcterms:modified>
</cp:coreProperties>
</file>