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2F3FBC" w:rsidRDefault="004F66A7" w:rsidP="00B722E7">
      <w:pPr>
        <w:pStyle w:val="Heading1"/>
        <w:rPr>
          <w:sz w:val="28"/>
          <w:szCs w:val="28"/>
        </w:rPr>
      </w:pPr>
      <w:r w:rsidRPr="002F3FBC">
        <w:rPr>
          <w:sz w:val="28"/>
          <w:szCs w:val="28"/>
        </w:rPr>
        <w:t>Forest Of Dean/Wye Valley</w:t>
      </w:r>
    </w:p>
    <w:p w:rsidR="00233DD1" w:rsidRPr="002F3FBC" w:rsidRDefault="00233DD1" w:rsidP="00B722E7">
      <w:pPr>
        <w:pStyle w:val="Heading2"/>
        <w:rPr>
          <w:rFonts w:eastAsia="Times New Roman"/>
          <w:b w:val="0"/>
          <w:szCs w:val="28"/>
        </w:rPr>
      </w:pPr>
      <w:r w:rsidRPr="002F3FBC">
        <w:rPr>
          <w:rFonts w:eastAsia="Times New Roman"/>
          <w:szCs w:val="28"/>
        </w:rPr>
        <w:t>Date</w:t>
      </w:r>
      <w:r w:rsidR="00D2512D" w:rsidRPr="002F3FBC">
        <w:rPr>
          <w:rFonts w:eastAsia="Times New Roman"/>
          <w:szCs w:val="28"/>
        </w:rPr>
        <w:t>:</w:t>
      </w:r>
      <w:r w:rsidRPr="002F3FBC">
        <w:rPr>
          <w:rFonts w:eastAsia="Times New Roman"/>
          <w:b w:val="0"/>
          <w:szCs w:val="28"/>
        </w:rPr>
        <w:tab/>
        <w:t>15th October 1983</w:t>
      </w:r>
    </w:p>
    <w:p w:rsidR="008056D6" w:rsidRPr="002F3FBC" w:rsidRDefault="008056D6" w:rsidP="008056D6">
      <w:pPr>
        <w:pStyle w:val="Heading2"/>
        <w:rPr>
          <w:rFonts w:eastAsia="Times New Roman"/>
          <w:b w:val="0"/>
          <w:szCs w:val="28"/>
        </w:rPr>
      </w:pPr>
      <w:r w:rsidRPr="002F3FBC">
        <w:rPr>
          <w:rFonts w:eastAsia="Times New Roman"/>
          <w:szCs w:val="28"/>
        </w:rPr>
        <w:t>Distance</w:t>
      </w:r>
      <w:r w:rsidR="00511689" w:rsidRPr="002F3FBC">
        <w:rPr>
          <w:rFonts w:eastAsia="Times New Roman"/>
          <w:szCs w:val="28"/>
        </w:rPr>
        <w:t>/Ascent</w:t>
      </w:r>
      <w:r w:rsidR="00D2512D" w:rsidRPr="002F3FBC">
        <w:rPr>
          <w:rFonts w:eastAsia="Times New Roman"/>
          <w:szCs w:val="28"/>
        </w:rPr>
        <w:t>:</w:t>
      </w:r>
      <w:r w:rsidRPr="002F3FBC">
        <w:rPr>
          <w:rFonts w:eastAsia="Times New Roman"/>
          <w:szCs w:val="28"/>
        </w:rPr>
        <w:tab/>
      </w:r>
      <w:r w:rsidRPr="002F3FBC">
        <w:rPr>
          <w:rFonts w:eastAsia="Times New Roman"/>
          <w:b w:val="0"/>
          <w:szCs w:val="28"/>
        </w:rPr>
        <w:t>19 miles with 2300 ft ascent</w:t>
      </w:r>
    </w:p>
    <w:p w:rsidR="002521DB" w:rsidRPr="002F3FBC" w:rsidRDefault="002521DB" w:rsidP="002521DB">
      <w:pPr>
        <w:pStyle w:val="Heading2"/>
        <w:tabs>
          <w:tab w:val="left" w:pos="1418"/>
        </w:tabs>
        <w:rPr>
          <w:b w:val="0"/>
          <w:szCs w:val="28"/>
        </w:rPr>
      </w:pPr>
      <w:r w:rsidRPr="002F3FBC">
        <w:rPr>
          <w:szCs w:val="28"/>
        </w:rPr>
        <w:t>Leader</w:t>
      </w:r>
      <w:r w:rsidR="00D2512D" w:rsidRPr="002F3FBC">
        <w:rPr>
          <w:szCs w:val="28"/>
        </w:rPr>
        <w:t>:</w:t>
      </w:r>
      <w:r w:rsidRPr="002F3FBC">
        <w:rPr>
          <w:szCs w:val="28"/>
        </w:rPr>
        <w:tab/>
      </w:r>
      <w:r w:rsidRPr="002F3FBC">
        <w:rPr>
          <w:b w:val="0"/>
          <w:szCs w:val="28"/>
        </w:rPr>
        <w:t>Andrew Clabon</w:t>
      </w:r>
    </w:p>
    <w:p w:rsidR="00712ABC" w:rsidRPr="002F3FBC" w:rsidRDefault="00712ABC" w:rsidP="00B722E7">
      <w:pPr>
        <w:pStyle w:val="Heading2"/>
        <w:rPr>
          <w:rFonts w:eastAsia="Times New Roman"/>
          <w:szCs w:val="28"/>
        </w:rPr>
      </w:pPr>
      <w:r w:rsidRPr="002F3FBC">
        <w:rPr>
          <w:rFonts w:eastAsia="Times New Roman"/>
          <w:szCs w:val="28"/>
        </w:rPr>
        <w:t>Route Description</w:t>
      </w:r>
      <w:r w:rsidR="00E353A9" w:rsidRPr="002F3FBC">
        <w:rPr>
          <w:rFonts w:eastAsia="Times New Roman"/>
          <w:szCs w:val="28"/>
        </w:rPr>
        <w:t>:</w:t>
      </w:r>
    </w:p>
    <w:p w:rsidR="00EA0400" w:rsidRPr="002F3FBC" w:rsidRDefault="002D58BD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 xml:space="preserve">Start at Forestry car park (Biblins) near Symonds Yat – Wye </w:t>
      </w:r>
      <w:r w:rsidR="00EC47F3" w:rsidRPr="002F3FBC">
        <w:rPr>
          <w:sz w:val="28"/>
          <w:szCs w:val="28"/>
        </w:rPr>
        <w:t>Valley</w:t>
      </w:r>
      <w:r w:rsidR="00496071" w:rsidRPr="002F3FBC">
        <w:rPr>
          <w:sz w:val="28"/>
          <w:szCs w:val="28"/>
        </w:rPr>
        <w:t>.</w:t>
      </w:r>
    </w:p>
    <w:p w:rsidR="00EC47F3" w:rsidRPr="002F3FBC" w:rsidRDefault="00EC47F3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>Through Mailscot Wood and Marian’</w:t>
      </w:r>
      <w:r w:rsidR="00E353A9" w:rsidRPr="002F3FBC">
        <w:rPr>
          <w:sz w:val="28"/>
          <w:szCs w:val="28"/>
        </w:rPr>
        <w:t>s I</w:t>
      </w:r>
      <w:r w:rsidRPr="002F3FBC">
        <w:rPr>
          <w:sz w:val="28"/>
          <w:szCs w:val="28"/>
        </w:rPr>
        <w:t>nclosure</w:t>
      </w:r>
      <w:r w:rsidR="00B50A80" w:rsidRPr="002F3FBC">
        <w:rPr>
          <w:sz w:val="28"/>
          <w:szCs w:val="28"/>
        </w:rPr>
        <w:t xml:space="preserve"> to standing stone and A4136</w:t>
      </w:r>
      <w:r w:rsidR="00496071" w:rsidRPr="002F3FBC">
        <w:rPr>
          <w:sz w:val="28"/>
          <w:szCs w:val="28"/>
        </w:rPr>
        <w:t>.</w:t>
      </w:r>
    </w:p>
    <w:p w:rsidR="006A0C41" w:rsidRPr="002F3FBC" w:rsidRDefault="006A0C41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 xml:space="preserve">South-east for short way to junction with </w:t>
      </w:r>
      <w:r w:rsidR="006A4D8C" w:rsidRPr="002F3FBC">
        <w:rPr>
          <w:sz w:val="28"/>
          <w:szCs w:val="28"/>
        </w:rPr>
        <w:t>B4431.</w:t>
      </w:r>
    </w:p>
    <w:p w:rsidR="006A4D8C" w:rsidRPr="002F3FBC" w:rsidRDefault="006A4D8C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 xml:space="preserve">Forestry tracks and paths through </w:t>
      </w:r>
      <w:r w:rsidR="00563243" w:rsidRPr="002F3FBC">
        <w:rPr>
          <w:sz w:val="28"/>
          <w:szCs w:val="28"/>
        </w:rPr>
        <w:t>Blake’s/D</w:t>
      </w:r>
      <w:r w:rsidR="00A86A5B" w:rsidRPr="002F3FBC">
        <w:rPr>
          <w:sz w:val="28"/>
          <w:szCs w:val="28"/>
        </w:rPr>
        <w:t xml:space="preserve">ingle Woods to road junction at </w:t>
      </w:r>
      <w:r w:rsidR="00C50B32" w:rsidRPr="002F3FBC">
        <w:rPr>
          <w:sz w:val="28"/>
          <w:szCs w:val="28"/>
        </w:rPr>
        <w:t>(</w:t>
      </w:r>
      <w:r w:rsidR="00A86A5B" w:rsidRPr="002F3FBC">
        <w:rPr>
          <w:sz w:val="28"/>
          <w:szCs w:val="28"/>
        </w:rPr>
        <w:t>SO </w:t>
      </w:r>
      <w:r w:rsidR="00C50B32" w:rsidRPr="002F3FBC">
        <w:rPr>
          <w:sz w:val="28"/>
          <w:szCs w:val="28"/>
        </w:rPr>
        <w:t>549</w:t>
      </w:r>
      <w:r w:rsidR="00A86A5B" w:rsidRPr="002F3FBC">
        <w:rPr>
          <w:sz w:val="28"/>
          <w:szCs w:val="28"/>
        </w:rPr>
        <w:t> </w:t>
      </w:r>
      <w:r w:rsidR="00C50B32" w:rsidRPr="002F3FBC">
        <w:rPr>
          <w:sz w:val="28"/>
          <w:szCs w:val="28"/>
        </w:rPr>
        <w:t>117)</w:t>
      </w:r>
      <w:r w:rsidR="005A21E5" w:rsidRPr="002F3FBC">
        <w:rPr>
          <w:sz w:val="28"/>
          <w:szCs w:val="28"/>
        </w:rPr>
        <w:t>.</w:t>
      </w:r>
      <w:r w:rsidR="00A86A5B" w:rsidRPr="002F3FBC">
        <w:rPr>
          <w:sz w:val="28"/>
          <w:szCs w:val="28"/>
        </w:rPr>
        <w:t xml:space="preserve"> </w:t>
      </w:r>
      <w:r w:rsidR="005A21E5" w:rsidRPr="002F3FBC">
        <w:rPr>
          <w:sz w:val="28"/>
          <w:szCs w:val="28"/>
        </w:rPr>
        <w:t>Along road to (SO</w:t>
      </w:r>
      <w:r w:rsidRPr="002F3FBC">
        <w:rPr>
          <w:sz w:val="28"/>
          <w:szCs w:val="28"/>
        </w:rPr>
        <w:t xml:space="preserve"> </w:t>
      </w:r>
      <w:r w:rsidR="00C50B32" w:rsidRPr="002F3FBC">
        <w:rPr>
          <w:sz w:val="28"/>
          <w:szCs w:val="28"/>
        </w:rPr>
        <w:t>546 114</w:t>
      </w:r>
      <w:r w:rsidR="000E73F4" w:rsidRPr="002F3FBC">
        <w:rPr>
          <w:sz w:val="28"/>
          <w:szCs w:val="28"/>
        </w:rPr>
        <w:t>).</w:t>
      </w:r>
    </w:p>
    <w:p w:rsidR="00A86A5B" w:rsidRPr="002F3FBC" w:rsidRDefault="00417EC7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 xml:space="preserve">North-west </w:t>
      </w:r>
      <w:r w:rsidR="00CF41C7" w:rsidRPr="002F3FBC">
        <w:rPr>
          <w:sz w:val="28"/>
          <w:szCs w:val="28"/>
        </w:rPr>
        <w:t>through Birchen W</w:t>
      </w:r>
      <w:r w:rsidRPr="002F3FBC">
        <w:rPr>
          <w:sz w:val="28"/>
          <w:szCs w:val="28"/>
        </w:rPr>
        <w:t>ood</w:t>
      </w:r>
      <w:r w:rsidR="00496071" w:rsidRPr="002F3FBC">
        <w:rPr>
          <w:sz w:val="28"/>
          <w:szCs w:val="28"/>
        </w:rPr>
        <w:t xml:space="preserve"> and across Staunton Meend to the Buck Stone</w:t>
      </w:r>
      <w:r w:rsidR="007A4C61" w:rsidRPr="002F3FBC">
        <w:rPr>
          <w:sz w:val="28"/>
          <w:szCs w:val="28"/>
        </w:rPr>
        <w:t>.</w:t>
      </w:r>
    </w:p>
    <w:p w:rsidR="007A4C61" w:rsidRPr="002F3FBC" w:rsidRDefault="007A4C61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 xml:space="preserve">Through </w:t>
      </w:r>
      <w:r w:rsidR="0044052E" w:rsidRPr="002F3FBC">
        <w:rPr>
          <w:sz w:val="28"/>
          <w:szCs w:val="28"/>
        </w:rPr>
        <w:t>Rodge Wood to A4136</w:t>
      </w:r>
      <w:r w:rsidRPr="002F3FBC">
        <w:rPr>
          <w:sz w:val="28"/>
          <w:szCs w:val="28"/>
        </w:rPr>
        <w:t xml:space="preserve"> at</w:t>
      </w:r>
      <w:r w:rsidR="00C50B32" w:rsidRPr="002F3FBC">
        <w:rPr>
          <w:sz w:val="28"/>
          <w:szCs w:val="28"/>
        </w:rPr>
        <w:t xml:space="preserve"> (SO 540</w:t>
      </w:r>
      <w:r w:rsidR="00F005C2" w:rsidRPr="002F3FBC">
        <w:rPr>
          <w:sz w:val="28"/>
          <w:szCs w:val="28"/>
        </w:rPr>
        <w:t xml:space="preserve"> 12</w:t>
      </w:r>
      <w:r w:rsidR="00C50B32" w:rsidRPr="002F3FBC">
        <w:rPr>
          <w:sz w:val="28"/>
          <w:szCs w:val="28"/>
        </w:rPr>
        <w:t>4</w:t>
      </w:r>
      <w:r w:rsidR="00F005C2" w:rsidRPr="002F3FBC">
        <w:rPr>
          <w:sz w:val="28"/>
          <w:szCs w:val="28"/>
        </w:rPr>
        <w:t>)</w:t>
      </w:r>
      <w:r w:rsidR="0044052E" w:rsidRPr="002F3FBC">
        <w:rPr>
          <w:sz w:val="28"/>
          <w:szCs w:val="28"/>
        </w:rPr>
        <w:t>.</w:t>
      </w:r>
    </w:p>
    <w:p w:rsidR="0044052E" w:rsidRPr="002F3FBC" w:rsidRDefault="0044052E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>West along road then up track to Beaulieu Farm</w:t>
      </w:r>
      <w:r w:rsidR="002F68E4" w:rsidRPr="002F3FBC">
        <w:rPr>
          <w:sz w:val="28"/>
          <w:szCs w:val="28"/>
        </w:rPr>
        <w:t>.</w:t>
      </w:r>
    </w:p>
    <w:p w:rsidR="002F68E4" w:rsidRPr="002F3FBC" w:rsidRDefault="002F68E4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>Uphill</w:t>
      </w:r>
      <w:r w:rsidR="00CF41C7" w:rsidRPr="002F3FBC">
        <w:rPr>
          <w:sz w:val="28"/>
          <w:szCs w:val="28"/>
        </w:rPr>
        <w:t xml:space="preserve"> through fields to the Kymin an</w:t>
      </w:r>
      <w:r w:rsidRPr="002F3FBC">
        <w:rPr>
          <w:sz w:val="28"/>
          <w:szCs w:val="28"/>
        </w:rPr>
        <w:t>d Naval Temple</w:t>
      </w:r>
      <w:r w:rsidR="00DA454D" w:rsidRPr="002F3FBC">
        <w:rPr>
          <w:sz w:val="28"/>
          <w:szCs w:val="28"/>
        </w:rPr>
        <w:t>.</w:t>
      </w:r>
    </w:p>
    <w:p w:rsidR="00DA454D" w:rsidRPr="002F3FBC" w:rsidRDefault="00DA454D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 xml:space="preserve">Return north-eastwards through field and wood to A4136 </w:t>
      </w:r>
      <w:r w:rsidR="00961910" w:rsidRPr="002F3FBC">
        <w:rPr>
          <w:sz w:val="28"/>
          <w:szCs w:val="28"/>
        </w:rPr>
        <w:t xml:space="preserve">at (SO </w:t>
      </w:r>
      <w:r w:rsidR="00710DFA" w:rsidRPr="002F3FBC">
        <w:rPr>
          <w:sz w:val="28"/>
          <w:szCs w:val="28"/>
        </w:rPr>
        <w:t>53</w:t>
      </w:r>
      <w:r w:rsidR="00CF51BA" w:rsidRPr="002F3FBC">
        <w:rPr>
          <w:sz w:val="28"/>
          <w:szCs w:val="28"/>
        </w:rPr>
        <w:t>2</w:t>
      </w:r>
      <w:r w:rsidR="00710DFA" w:rsidRPr="002F3FBC">
        <w:rPr>
          <w:sz w:val="28"/>
          <w:szCs w:val="28"/>
        </w:rPr>
        <w:t xml:space="preserve"> 130).</w:t>
      </w:r>
    </w:p>
    <w:p w:rsidR="00710DFA" w:rsidRPr="002F3FBC" w:rsidRDefault="00941C5D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>Take r</w:t>
      </w:r>
      <w:r w:rsidR="00710DFA" w:rsidRPr="002F3FBC">
        <w:rPr>
          <w:sz w:val="28"/>
          <w:szCs w:val="28"/>
        </w:rPr>
        <w:t xml:space="preserve">oad east for a short way then </w:t>
      </w:r>
      <w:r w:rsidRPr="002F3FBC">
        <w:rPr>
          <w:sz w:val="28"/>
          <w:szCs w:val="28"/>
        </w:rPr>
        <w:t>fore</w:t>
      </w:r>
      <w:r w:rsidR="00CF41C7" w:rsidRPr="002F3FBC">
        <w:rPr>
          <w:sz w:val="28"/>
          <w:szCs w:val="28"/>
        </w:rPr>
        <w:t>stry tracks through Highmeadow W</w:t>
      </w:r>
      <w:r w:rsidRPr="002F3FBC">
        <w:rPr>
          <w:sz w:val="28"/>
          <w:szCs w:val="28"/>
        </w:rPr>
        <w:t xml:space="preserve">oods to the Suck Stone and </w:t>
      </w:r>
      <w:r w:rsidR="006F61A4" w:rsidRPr="002F3FBC">
        <w:rPr>
          <w:sz w:val="28"/>
          <w:szCs w:val="28"/>
        </w:rPr>
        <w:t>Near Harkening Rock.</w:t>
      </w:r>
    </w:p>
    <w:p w:rsidR="006F61A4" w:rsidRPr="002F3FBC" w:rsidRDefault="001C07F8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>Through forestry to Biblin</w:t>
      </w:r>
      <w:r w:rsidR="00CF41C7" w:rsidRPr="002F3FBC">
        <w:rPr>
          <w:sz w:val="28"/>
          <w:szCs w:val="28"/>
        </w:rPr>
        <w:t>’s bridge across the R</w:t>
      </w:r>
      <w:r w:rsidRPr="002F3FBC">
        <w:rPr>
          <w:sz w:val="28"/>
          <w:szCs w:val="28"/>
        </w:rPr>
        <w:t>iver Wye.</w:t>
      </w:r>
    </w:p>
    <w:p w:rsidR="001C07F8" w:rsidRPr="002F3FBC" w:rsidRDefault="00234FCA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>Track then path up through Lord’s wood past old quarry to King Arthur’s Cave</w:t>
      </w:r>
      <w:r w:rsidR="006A62B8" w:rsidRPr="002F3FBC">
        <w:rPr>
          <w:sz w:val="28"/>
          <w:szCs w:val="28"/>
        </w:rPr>
        <w:t>.</w:t>
      </w:r>
    </w:p>
    <w:p w:rsidR="006A62B8" w:rsidRPr="002F3FBC" w:rsidRDefault="006A62B8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 xml:space="preserve">Eastwards </w:t>
      </w:r>
      <w:r w:rsidR="00D7089A" w:rsidRPr="002F3FBC">
        <w:rPr>
          <w:sz w:val="28"/>
          <w:szCs w:val="28"/>
        </w:rPr>
        <w:t>through Lord’s Wood and along bank of River Wye past Symond’</w:t>
      </w:r>
      <w:r w:rsidR="00B661B9" w:rsidRPr="002F3FBC">
        <w:rPr>
          <w:sz w:val="28"/>
          <w:szCs w:val="28"/>
        </w:rPr>
        <w:t>s Yat ferry</w:t>
      </w:r>
      <w:r w:rsidR="00D7089A" w:rsidRPr="002F3FBC">
        <w:rPr>
          <w:sz w:val="28"/>
          <w:szCs w:val="28"/>
        </w:rPr>
        <w:t>.</w:t>
      </w:r>
    </w:p>
    <w:p w:rsidR="00B661B9" w:rsidRPr="002F3FBC" w:rsidRDefault="00B661B9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 xml:space="preserve">Continue beside River Wye </w:t>
      </w:r>
      <w:r w:rsidR="005405FE" w:rsidRPr="002F3FBC">
        <w:rPr>
          <w:sz w:val="28"/>
          <w:szCs w:val="28"/>
        </w:rPr>
        <w:t xml:space="preserve">through fields to B4229 at Old Forge (SO </w:t>
      </w:r>
      <w:r w:rsidR="00C22A24" w:rsidRPr="002F3FBC">
        <w:rPr>
          <w:sz w:val="28"/>
          <w:szCs w:val="28"/>
        </w:rPr>
        <w:t>559 184).</w:t>
      </w:r>
    </w:p>
    <w:p w:rsidR="00C22A24" w:rsidRPr="002F3FBC" w:rsidRDefault="00C22A24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 xml:space="preserve">Road then field paths </w:t>
      </w:r>
      <w:r w:rsidR="00B14835" w:rsidRPr="002F3FBC">
        <w:rPr>
          <w:sz w:val="28"/>
          <w:szCs w:val="28"/>
        </w:rPr>
        <w:t>beside River Wye to Huntsham Bridge.</w:t>
      </w:r>
    </w:p>
    <w:p w:rsidR="00B14835" w:rsidRPr="002F3FBC" w:rsidRDefault="009D0F2C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>Road south-westwards past Huntsham Court</w:t>
      </w:r>
      <w:r w:rsidR="005D6D0C" w:rsidRPr="002F3FBC">
        <w:rPr>
          <w:sz w:val="28"/>
          <w:szCs w:val="28"/>
        </w:rPr>
        <w:t xml:space="preserve"> to Symond’s Yat Rock.</w:t>
      </w:r>
    </w:p>
    <w:p w:rsidR="005D6D0C" w:rsidRPr="002F3FBC" w:rsidRDefault="005D6D0C" w:rsidP="00C2779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F3FBC">
        <w:rPr>
          <w:sz w:val="28"/>
          <w:szCs w:val="28"/>
        </w:rPr>
        <w:t>Forestry track south to car park.</w:t>
      </w:r>
    </w:p>
    <w:p w:rsidR="00CB2658" w:rsidRPr="002F3FBC" w:rsidRDefault="00CB2658" w:rsidP="00CB2658">
      <w:pPr>
        <w:pStyle w:val="Heading2"/>
        <w:rPr>
          <w:b w:val="0"/>
          <w:szCs w:val="28"/>
        </w:rPr>
      </w:pPr>
      <w:r w:rsidRPr="002F3FBC">
        <w:rPr>
          <w:rFonts w:eastAsia="Times New Roman"/>
          <w:szCs w:val="28"/>
        </w:rPr>
        <w:t>Weather:</w:t>
      </w:r>
      <w:r w:rsidRPr="002F3FBC">
        <w:rPr>
          <w:rFonts w:eastAsia="Times New Roman"/>
          <w:szCs w:val="28"/>
        </w:rPr>
        <w:tab/>
      </w:r>
      <w:r w:rsidRPr="002F3FBC">
        <w:rPr>
          <w:b w:val="0"/>
          <w:szCs w:val="28"/>
        </w:rPr>
        <w:t xml:space="preserve">Foul weather all day – steady rain, very heavy at times. </w:t>
      </w:r>
      <w:proofErr w:type="gramStart"/>
      <w:r w:rsidRPr="002F3FBC">
        <w:rPr>
          <w:b w:val="0"/>
          <w:szCs w:val="28"/>
        </w:rPr>
        <w:t>Windy, strong at times.</w:t>
      </w:r>
      <w:proofErr w:type="gramEnd"/>
      <w:r w:rsidRPr="002F3FBC">
        <w:rPr>
          <w:b w:val="0"/>
          <w:szCs w:val="28"/>
        </w:rPr>
        <w:t xml:space="preserve"> </w:t>
      </w:r>
      <w:proofErr w:type="gramStart"/>
      <w:r w:rsidRPr="002F3FBC">
        <w:rPr>
          <w:b w:val="0"/>
          <w:szCs w:val="28"/>
        </w:rPr>
        <w:t>Low cloud and overcast.</w:t>
      </w:r>
      <w:proofErr w:type="gramEnd"/>
    </w:p>
    <w:p w:rsidR="00937BF9" w:rsidRPr="002F3FBC" w:rsidRDefault="00712ABC" w:rsidP="004D664C">
      <w:pPr>
        <w:pStyle w:val="Heading2"/>
        <w:tabs>
          <w:tab w:val="left" w:pos="1701"/>
        </w:tabs>
        <w:rPr>
          <w:szCs w:val="28"/>
        </w:rPr>
      </w:pPr>
      <w:r w:rsidRPr="002F3FBC">
        <w:rPr>
          <w:rFonts w:eastAsia="Times New Roman"/>
          <w:szCs w:val="28"/>
        </w:rPr>
        <w:t>Participants</w:t>
      </w:r>
      <w:r w:rsidR="00E353A9" w:rsidRPr="002F3FBC">
        <w:rPr>
          <w:rFonts w:eastAsia="Times New Roman"/>
          <w:szCs w:val="28"/>
        </w:rPr>
        <w:t>:</w:t>
      </w:r>
      <w:r w:rsidR="008056D6" w:rsidRPr="002F3FBC">
        <w:rPr>
          <w:rFonts w:eastAsia="Times New Roman"/>
          <w:szCs w:val="28"/>
        </w:rPr>
        <w:t xml:space="preserve"> </w:t>
      </w:r>
      <w:r w:rsidR="00027781" w:rsidRPr="002F3FBC">
        <w:rPr>
          <w:rFonts w:eastAsia="Times New Roman"/>
          <w:szCs w:val="28"/>
        </w:rPr>
        <w:tab/>
      </w:r>
      <w:r w:rsidR="002A095C" w:rsidRPr="002F3FBC">
        <w:rPr>
          <w:b w:val="0"/>
          <w:szCs w:val="28"/>
        </w:rPr>
        <w:t xml:space="preserve">Andrew Clabon, Gwyn Howells, Tony Clarke, </w:t>
      </w:r>
      <w:r w:rsidR="006E484F" w:rsidRPr="002F3FBC">
        <w:rPr>
          <w:b w:val="0"/>
          <w:szCs w:val="28"/>
        </w:rPr>
        <w:t>Nicholas</w:t>
      </w:r>
      <w:r w:rsidR="007458D7" w:rsidRPr="002F3FBC">
        <w:rPr>
          <w:b w:val="0"/>
          <w:szCs w:val="28"/>
        </w:rPr>
        <w:t xml:space="preserve"> </w:t>
      </w:r>
      <w:r w:rsidR="00A6228E" w:rsidRPr="002F3FBC">
        <w:rPr>
          <w:b w:val="0"/>
          <w:szCs w:val="28"/>
        </w:rPr>
        <w:t>&amp;</w:t>
      </w:r>
      <w:r w:rsidR="006E484F" w:rsidRPr="002F3FBC">
        <w:rPr>
          <w:b w:val="0"/>
          <w:szCs w:val="28"/>
        </w:rPr>
        <w:t xml:space="preserve"> Julia Kaye, Alan Fox, Ron Dix, David John</w:t>
      </w:r>
      <w:r w:rsidR="00A6228E" w:rsidRPr="002F3FBC">
        <w:rPr>
          <w:b w:val="0"/>
          <w:szCs w:val="28"/>
        </w:rPr>
        <w:t>, Marcus Harling</w:t>
      </w:r>
    </w:p>
    <w:sectPr w:rsidR="00937BF9" w:rsidRPr="002F3FBC" w:rsidSect="002F3FBC"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4E3507A2"/>
    <w:multiLevelType w:val="hybridMultilevel"/>
    <w:tmpl w:val="F0069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4F66A7"/>
    <w:rsid w:val="00027781"/>
    <w:rsid w:val="00040CF3"/>
    <w:rsid w:val="0008166F"/>
    <w:rsid w:val="000D497A"/>
    <w:rsid w:val="000E73F4"/>
    <w:rsid w:val="00107197"/>
    <w:rsid w:val="00191034"/>
    <w:rsid w:val="001C07F8"/>
    <w:rsid w:val="001F0C94"/>
    <w:rsid w:val="00233DD1"/>
    <w:rsid w:val="00234FCA"/>
    <w:rsid w:val="002521DB"/>
    <w:rsid w:val="00270489"/>
    <w:rsid w:val="002A095C"/>
    <w:rsid w:val="002C2BD8"/>
    <w:rsid w:val="002C50BE"/>
    <w:rsid w:val="002D58BD"/>
    <w:rsid w:val="002F3FBC"/>
    <w:rsid w:val="002F68E4"/>
    <w:rsid w:val="003554D4"/>
    <w:rsid w:val="003659B1"/>
    <w:rsid w:val="00417EC7"/>
    <w:rsid w:val="0044052E"/>
    <w:rsid w:val="004701F8"/>
    <w:rsid w:val="00496071"/>
    <w:rsid w:val="004D664C"/>
    <w:rsid w:val="004F66A7"/>
    <w:rsid w:val="00511689"/>
    <w:rsid w:val="005405FE"/>
    <w:rsid w:val="00563243"/>
    <w:rsid w:val="005A21E5"/>
    <w:rsid w:val="005D6D0C"/>
    <w:rsid w:val="006A0C41"/>
    <w:rsid w:val="006A4D8C"/>
    <w:rsid w:val="006A62B8"/>
    <w:rsid w:val="006E484F"/>
    <w:rsid w:val="006F61A4"/>
    <w:rsid w:val="00710DFA"/>
    <w:rsid w:val="00712ABC"/>
    <w:rsid w:val="007458D7"/>
    <w:rsid w:val="007A4C61"/>
    <w:rsid w:val="008056D6"/>
    <w:rsid w:val="00853B32"/>
    <w:rsid w:val="00887602"/>
    <w:rsid w:val="008C2CB3"/>
    <w:rsid w:val="00937BF9"/>
    <w:rsid w:val="00941C5D"/>
    <w:rsid w:val="00961910"/>
    <w:rsid w:val="009D0F2C"/>
    <w:rsid w:val="00A6228E"/>
    <w:rsid w:val="00A86A5B"/>
    <w:rsid w:val="00AE4FD7"/>
    <w:rsid w:val="00B07F32"/>
    <w:rsid w:val="00B14835"/>
    <w:rsid w:val="00B50A80"/>
    <w:rsid w:val="00B661B9"/>
    <w:rsid w:val="00B722E7"/>
    <w:rsid w:val="00BD1766"/>
    <w:rsid w:val="00C22A24"/>
    <w:rsid w:val="00C25707"/>
    <w:rsid w:val="00C27798"/>
    <w:rsid w:val="00C50B32"/>
    <w:rsid w:val="00C80C67"/>
    <w:rsid w:val="00CB2658"/>
    <w:rsid w:val="00CB3DD5"/>
    <w:rsid w:val="00CF41C7"/>
    <w:rsid w:val="00CF51BA"/>
    <w:rsid w:val="00D2512D"/>
    <w:rsid w:val="00D7089A"/>
    <w:rsid w:val="00DA454D"/>
    <w:rsid w:val="00E0139E"/>
    <w:rsid w:val="00E353A9"/>
    <w:rsid w:val="00E81375"/>
    <w:rsid w:val="00EA0400"/>
    <w:rsid w:val="00EC47F3"/>
    <w:rsid w:val="00EC6D06"/>
    <w:rsid w:val="00F00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C277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DWA\www\wp\wp-content\swldwa\reports\report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report-template.dotx</Template>
  <TotalTime>294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9</cp:revision>
  <dcterms:created xsi:type="dcterms:W3CDTF">2022-12-30T15:33:00Z</dcterms:created>
  <dcterms:modified xsi:type="dcterms:W3CDTF">2023-06-04T12:26:00Z</dcterms:modified>
</cp:coreProperties>
</file>